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600" w:firstRow="0" w:lastRow="0" w:firstColumn="0" w:lastColumn="0" w:noHBand="1" w:noVBand="1"/>
      </w:tblPr>
      <w:tblGrid>
        <w:gridCol w:w="2899"/>
        <w:gridCol w:w="363"/>
        <w:gridCol w:w="1993"/>
        <w:gridCol w:w="4802"/>
      </w:tblGrid>
      <w:tr w:rsidR="00B84C51" w:rsidRPr="00D708AF" w14:paraId="5762FA56" w14:textId="77777777" w:rsidTr="00A10DE7">
        <w:trPr>
          <w:trHeight w:val="20"/>
        </w:trPr>
        <w:tc>
          <w:tcPr>
            <w:tcW w:w="2878" w:type="dxa"/>
            <w:vMerge w:val="restart"/>
            <w:tcBorders>
              <w:top w:val="single" w:sz="18" w:space="0" w:color="45B9EC" w:themeColor="accent4"/>
              <w:left w:val="single" w:sz="18" w:space="0" w:color="45B9EC" w:themeColor="accent4"/>
              <w:right w:val="single" w:sz="18" w:space="0" w:color="45B9EC" w:themeColor="accent4"/>
            </w:tcBorders>
            <w:vAlign w:val="center"/>
          </w:tcPr>
          <w:p w14:paraId="2032FF28" w14:textId="77777777" w:rsidR="00E54DCE" w:rsidRPr="00E54DCE" w:rsidRDefault="00E54DCE" w:rsidP="005F2329">
            <w:pPr>
              <w:pStyle w:val="Heading1"/>
            </w:pPr>
            <w:r w:rsidRPr="00F97060">
              <w:t>FAX</w:t>
            </w:r>
          </w:p>
        </w:tc>
        <w:tc>
          <w:tcPr>
            <w:tcW w:w="361" w:type="dxa"/>
            <w:tcBorders>
              <w:left w:val="single" w:sz="18" w:space="0" w:color="45B9EC" w:themeColor="accent4"/>
            </w:tcBorders>
          </w:tcPr>
          <w:p w14:paraId="5F735D06" w14:textId="77777777" w:rsidR="00E54DCE" w:rsidRDefault="00E54DCE" w:rsidP="004C2E8E">
            <w:pPr>
              <w:pStyle w:val="Info"/>
            </w:pPr>
          </w:p>
        </w:tc>
        <w:tc>
          <w:tcPr>
            <w:tcW w:w="1980" w:type="dxa"/>
          </w:tcPr>
          <w:p w14:paraId="67C4918F" w14:textId="77777777" w:rsidR="00E54DCE" w:rsidRDefault="00F60DE1" w:rsidP="004C2E8E">
            <w:pPr>
              <w:pStyle w:val="Info"/>
            </w:pPr>
            <w:sdt>
              <w:sdtPr>
                <w:id w:val="-2114275206"/>
                <w:placeholder>
                  <w:docPart w:val="B71D362C61234768ACFED730702CCD45"/>
                </w:placeholder>
                <w:temporary/>
                <w:showingPlcHdr/>
                <w15:appearance w15:val="hidden"/>
              </w:sdtPr>
              <w:sdtEndPr/>
              <w:sdtContent>
                <w:r w:rsidR="00E54DCE" w:rsidRPr="00412A07">
                  <w:t>Date</w:t>
                </w:r>
                <w:r w:rsidR="00E54DCE">
                  <w:t>:</w:t>
                </w:r>
              </w:sdtContent>
            </w:sdt>
          </w:p>
        </w:tc>
        <w:tc>
          <w:tcPr>
            <w:tcW w:w="4770" w:type="dxa"/>
          </w:tcPr>
          <w:p w14:paraId="7B1107BE" w14:textId="3322E78A" w:rsidR="00E54DCE" w:rsidRPr="00D708AF" w:rsidRDefault="00E54DCE" w:rsidP="004C2E8E">
            <w:pPr>
              <w:pStyle w:val="Info"/>
            </w:pPr>
          </w:p>
        </w:tc>
      </w:tr>
      <w:tr w:rsidR="00E54DCE" w:rsidRPr="008D107A" w14:paraId="4676AE4A" w14:textId="77777777" w:rsidTr="00A10DE7">
        <w:trPr>
          <w:trHeight w:val="20"/>
        </w:trPr>
        <w:tc>
          <w:tcPr>
            <w:tcW w:w="2878" w:type="dxa"/>
            <w:vMerge/>
            <w:tcBorders>
              <w:left w:val="single" w:sz="18" w:space="0" w:color="45B9EC" w:themeColor="accent4"/>
              <w:right w:val="single" w:sz="18" w:space="0" w:color="45B9EC" w:themeColor="accent4"/>
            </w:tcBorders>
          </w:tcPr>
          <w:p w14:paraId="0B2A87E4" w14:textId="77777777" w:rsidR="00E54DCE" w:rsidRDefault="00E54DCE" w:rsidP="004C2E8E">
            <w:pPr>
              <w:pStyle w:val="Info"/>
            </w:pPr>
          </w:p>
        </w:tc>
        <w:tc>
          <w:tcPr>
            <w:tcW w:w="361" w:type="dxa"/>
            <w:tcBorders>
              <w:left w:val="single" w:sz="18" w:space="0" w:color="45B9EC" w:themeColor="accent4"/>
            </w:tcBorders>
          </w:tcPr>
          <w:p w14:paraId="79ABF6B6" w14:textId="77777777" w:rsidR="00E54DCE" w:rsidRDefault="00E54DCE" w:rsidP="004C2E8E">
            <w:pPr>
              <w:pStyle w:val="Info"/>
            </w:pPr>
          </w:p>
        </w:tc>
        <w:sdt>
          <w:sdtPr>
            <w:id w:val="-1983758932"/>
            <w:placeholder>
              <w:docPart w:val="0E21275A9BE44C2E9152C8EC2DB5D77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80" w:type="dxa"/>
              </w:tcPr>
              <w:p w14:paraId="5524AFDC" w14:textId="77777777" w:rsidR="00E54DCE" w:rsidRPr="008D107A" w:rsidRDefault="00E54DCE" w:rsidP="004C2E8E">
                <w:pPr>
                  <w:pStyle w:val="Info"/>
                </w:pPr>
                <w:r w:rsidRPr="004C2E8E">
                  <w:t>From:</w:t>
                </w:r>
              </w:p>
            </w:tc>
          </w:sdtContent>
        </w:sdt>
        <w:tc>
          <w:tcPr>
            <w:tcW w:w="4770" w:type="dxa"/>
          </w:tcPr>
          <w:p w14:paraId="7B7B5B9E" w14:textId="76645B7E" w:rsidR="00E54DCE" w:rsidRPr="008D107A" w:rsidRDefault="00E54DCE" w:rsidP="004C2E8E">
            <w:pPr>
              <w:pStyle w:val="Info"/>
            </w:pPr>
          </w:p>
        </w:tc>
      </w:tr>
      <w:tr w:rsidR="00E54DCE" w:rsidRPr="008D107A" w14:paraId="1229BC73" w14:textId="77777777" w:rsidTr="00A10DE7">
        <w:trPr>
          <w:trHeight w:val="20"/>
        </w:trPr>
        <w:tc>
          <w:tcPr>
            <w:tcW w:w="2878" w:type="dxa"/>
            <w:vMerge/>
            <w:tcBorders>
              <w:left w:val="single" w:sz="18" w:space="0" w:color="45B9EC" w:themeColor="accent4"/>
              <w:right w:val="single" w:sz="18" w:space="0" w:color="45B9EC" w:themeColor="accent4"/>
            </w:tcBorders>
          </w:tcPr>
          <w:p w14:paraId="52092A51" w14:textId="77777777" w:rsidR="00E54DCE" w:rsidRDefault="00E54DCE" w:rsidP="004C2E8E">
            <w:pPr>
              <w:pStyle w:val="Info"/>
            </w:pPr>
          </w:p>
        </w:tc>
        <w:tc>
          <w:tcPr>
            <w:tcW w:w="361" w:type="dxa"/>
            <w:tcBorders>
              <w:left w:val="single" w:sz="18" w:space="0" w:color="45B9EC" w:themeColor="accent4"/>
            </w:tcBorders>
          </w:tcPr>
          <w:p w14:paraId="44A952AC" w14:textId="77777777" w:rsidR="00E54DCE" w:rsidRDefault="00E54DCE" w:rsidP="004C2E8E">
            <w:pPr>
              <w:pStyle w:val="Info"/>
            </w:pPr>
          </w:p>
        </w:tc>
        <w:sdt>
          <w:sdtPr>
            <w:id w:val="901639043"/>
            <w:placeholder>
              <w:docPart w:val="0228E387358A42C381CE9ACA2588494F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80" w:type="dxa"/>
              </w:tcPr>
              <w:p w14:paraId="2ED563E2" w14:textId="77777777" w:rsidR="00E54DCE" w:rsidRPr="008D107A" w:rsidRDefault="00E54DCE" w:rsidP="004C2E8E">
                <w:pPr>
                  <w:pStyle w:val="Info"/>
                </w:pPr>
                <w:r w:rsidRPr="008D107A">
                  <w:rPr>
                    <w:rStyle w:val="PlaceholderText"/>
                    <w:color w:val="404040" w:themeColor="text1" w:themeTint="BF"/>
                  </w:rPr>
                  <w:t>Phone:</w:t>
                </w:r>
              </w:p>
            </w:tc>
          </w:sdtContent>
        </w:sdt>
        <w:tc>
          <w:tcPr>
            <w:tcW w:w="4770" w:type="dxa"/>
          </w:tcPr>
          <w:p w14:paraId="4B658EF2" w14:textId="03D988A5" w:rsidR="00E54DCE" w:rsidRPr="008D107A" w:rsidRDefault="00E54DCE" w:rsidP="004C2E8E">
            <w:pPr>
              <w:pStyle w:val="Info"/>
            </w:pPr>
          </w:p>
        </w:tc>
      </w:tr>
      <w:tr w:rsidR="00E54DCE" w:rsidRPr="008D107A" w14:paraId="4A7D6BE7" w14:textId="77777777" w:rsidTr="00A10DE7">
        <w:trPr>
          <w:trHeight w:val="20"/>
        </w:trPr>
        <w:tc>
          <w:tcPr>
            <w:tcW w:w="2878" w:type="dxa"/>
            <w:vMerge/>
            <w:tcBorders>
              <w:left w:val="single" w:sz="18" w:space="0" w:color="45B9EC" w:themeColor="accent4"/>
              <w:right w:val="single" w:sz="18" w:space="0" w:color="45B9EC" w:themeColor="accent4"/>
            </w:tcBorders>
          </w:tcPr>
          <w:p w14:paraId="662F35C8" w14:textId="77777777" w:rsidR="00E54DCE" w:rsidRDefault="00E54DCE" w:rsidP="004C2E8E">
            <w:pPr>
              <w:pStyle w:val="Info"/>
            </w:pPr>
          </w:p>
        </w:tc>
        <w:tc>
          <w:tcPr>
            <w:tcW w:w="361" w:type="dxa"/>
            <w:tcBorders>
              <w:left w:val="single" w:sz="18" w:space="0" w:color="45B9EC" w:themeColor="accent4"/>
            </w:tcBorders>
          </w:tcPr>
          <w:p w14:paraId="3C2F27BA" w14:textId="77777777" w:rsidR="00E54DCE" w:rsidRDefault="00E54DCE" w:rsidP="004C2E8E">
            <w:pPr>
              <w:pStyle w:val="Info"/>
            </w:pPr>
          </w:p>
        </w:tc>
        <w:sdt>
          <w:sdtPr>
            <w:id w:val="-1064874438"/>
            <w:placeholder>
              <w:docPart w:val="4EF71629F2D9432BB0FEA6EBDA73070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80" w:type="dxa"/>
              </w:tcPr>
              <w:p w14:paraId="7813DDE3" w14:textId="77777777" w:rsidR="00E54DCE" w:rsidRPr="008D107A" w:rsidRDefault="00E54DCE" w:rsidP="004C2E8E">
                <w:pPr>
                  <w:pStyle w:val="Info"/>
                </w:pPr>
                <w:r w:rsidRPr="008D107A">
                  <w:rPr>
                    <w:rStyle w:val="PlaceholderText"/>
                    <w:color w:val="404040" w:themeColor="text1" w:themeTint="BF"/>
                  </w:rPr>
                  <w:t>Fax:</w:t>
                </w:r>
              </w:p>
            </w:tc>
          </w:sdtContent>
        </w:sdt>
        <w:tc>
          <w:tcPr>
            <w:tcW w:w="4770" w:type="dxa"/>
          </w:tcPr>
          <w:p w14:paraId="2D344D12" w14:textId="5EADB5BB" w:rsidR="00E54DCE" w:rsidRPr="008D107A" w:rsidRDefault="00E54DCE" w:rsidP="004C2E8E">
            <w:pPr>
              <w:pStyle w:val="Info"/>
            </w:pPr>
          </w:p>
        </w:tc>
      </w:tr>
      <w:tr w:rsidR="00E54DCE" w:rsidRPr="008D107A" w14:paraId="22A0CFB1" w14:textId="77777777" w:rsidTr="00A10DE7">
        <w:trPr>
          <w:trHeight w:val="20"/>
        </w:trPr>
        <w:tc>
          <w:tcPr>
            <w:tcW w:w="2878" w:type="dxa"/>
            <w:vMerge/>
            <w:tcBorders>
              <w:left w:val="single" w:sz="18" w:space="0" w:color="45B9EC" w:themeColor="accent4"/>
              <w:right w:val="single" w:sz="18" w:space="0" w:color="45B9EC" w:themeColor="accent4"/>
            </w:tcBorders>
          </w:tcPr>
          <w:p w14:paraId="48A157E1" w14:textId="77777777" w:rsidR="00E54DCE" w:rsidRDefault="00E54DCE" w:rsidP="004C2E8E">
            <w:pPr>
              <w:pStyle w:val="Info"/>
            </w:pPr>
          </w:p>
        </w:tc>
        <w:tc>
          <w:tcPr>
            <w:tcW w:w="361" w:type="dxa"/>
            <w:tcBorders>
              <w:left w:val="single" w:sz="18" w:space="0" w:color="45B9EC" w:themeColor="accent4"/>
            </w:tcBorders>
          </w:tcPr>
          <w:p w14:paraId="70B54035" w14:textId="77777777" w:rsidR="00E54DCE" w:rsidRDefault="00E54DCE" w:rsidP="004C2E8E">
            <w:pPr>
              <w:pStyle w:val="Info"/>
            </w:pPr>
          </w:p>
        </w:tc>
        <w:sdt>
          <w:sdtPr>
            <w:id w:val="-439530280"/>
            <w:placeholder>
              <w:docPart w:val="3F1F9F45834946E6B323423D00AA5C3E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80" w:type="dxa"/>
              </w:tcPr>
              <w:p w14:paraId="746D198D" w14:textId="77777777" w:rsidR="00E54DCE" w:rsidRPr="008D107A" w:rsidRDefault="00E54DCE" w:rsidP="004C2E8E">
                <w:pPr>
                  <w:pStyle w:val="Info"/>
                </w:pPr>
                <w:r w:rsidRPr="008D107A">
                  <w:rPr>
                    <w:rStyle w:val="PlaceholderText"/>
                    <w:color w:val="404040" w:themeColor="text1" w:themeTint="BF"/>
                  </w:rPr>
                  <w:t>Company Name:</w:t>
                </w:r>
              </w:p>
            </w:tc>
          </w:sdtContent>
        </w:sdt>
        <w:tc>
          <w:tcPr>
            <w:tcW w:w="4770" w:type="dxa"/>
          </w:tcPr>
          <w:p w14:paraId="187A306F" w14:textId="7D7641B6" w:rsidR="00E54DCE" w:rsidRPr="008D107A" w:rsidRDefault="00E54DCE" w:rsidP="004C2E8E">
            <w:pPr>
              <w:pStyle w:val="Info"/>
            </w:pPr>
          </w:p>
        </w:tc>
      </w:tr>
      <w:tr w:rsidR="00E54DCE" w:rsidRPr="008D107A" w14:paraId="50861F84" w14:textId="77777777" w:rsidTr="00A10DE7">
        <w:trPr>
          <w:trHeight w:val="20"/>
        </w:trPr>
        <w:tc>
          <w:tcPr>
            <w:tcW w:w="2878" w:type="dxa"/>
            <w:vMerge/>
            <w:tcBorders>
              <w:left w:val="single" w:sz="18" w:space="0" w:color="45B9EC" w:themeColor="accent4"/>
              <w:right w:val="single" w:sz="18" w:space="0" w:color="45B9EC" w:themeColor="accent4"/>
            </w:tcBorders>
          </w:tcPr>
          <w:p w14:paraId="0E4C8A14" w14:textId="77777777" w:rsidR="00E54DCE" w:rsidRDefault="00E54DCE" w:rsidP="004C2E8E">
            <w:pPr>
              <w:pStyle w:val="Info"/>
            </w:pPr>
          </w:p>
        </w:tc>
        <w:tc>
          <w:tcPr>
            <w:tcW w:w="361" w:type="dxa"/>
            <w:tcBorders>
              <w:left w:val="single" w:sz="18" w:space="0" w:color="45B9EC" w:themeColor="accent4"/>
            </w:tcBorders>
          </w:tcPr>
          <w:p w14:paraId="2959CD66" w14:textId="77777777" w:rsidR="00E54DCE" w:rsidRDefault="00E54DCE" w:rsidP="004C2E8E">
            <w:pPr>
              <w:pStyle w:val="Info"/>
            </w:pPr>
          </w:p>
        </w:tc>
        <w:sdt>
          <w:sdtPr>
            <w:id w:val="-214350291"/>
            <w:placeholder>
              <w:docPart w:val="3D6382C2D5BF4FCDB666D43F8C66732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80" w:type="dxa"/>
              </w:tcPr>
              <w:p w14:paraId="75299B5E" w14:textId="77777777" w:rsidR="00E54DCE" w:rsidRPr="008D107A" w:rsidRDefault="00E54DCE" w:rsidP="004C2E8E">
                <w:pPr>
                  <w:pStyle w:val="Info"/>
                </w:pPr>
                <w:r w:rsidRPr="008D107A">
                  <w:rPr>
                    <w:rStyle w:val="PlaceholderText"/>
                    <w:color w:val="404040" w:themeColor="text1" w:themeTint="BF"/>
                  </w:rPr>
                  <w:t>To:</w:t>
                </w:r>
              </w:p>
            </w:tc>
          </w:sdtContent>
        </w:sdt>
        <w:tc>
          <w:tcPr>
            <w:tcW w:w="4770" w:type="dxa"/>
          </w:tcPr>
          <w:p w14:paraId="583A52C4" w14:textId="2518AC9F" w:rsidR="00E54DCE" w:rsidRPr="008D107A" w:rsidRDefault="00E54DCE" w:rsidP="004C2E8E">
            <w:pPr>
              <w:pStyle w:val="Info"/>
            </w:pPr>
          </w:p>
        </w:tc>
      </w:tr>
      <w:tr w:rsidR="00E54DCE" w:rsidRPr="008D107A" w14:paraId="27EE2AA3" w14:textId="77777777" w:rsidTr="00A10DE7">
        <w:trPr>
          <w:trHeight w:val="20"/>
        </w:trPr>
        <w:tc>
          <w:tcPr>
            <w:tcW w:w="2878" w:type="dxa"/>
            <w:vMerge/>
            <w:tcBorders>
              <w:left w:val="single" w:sz="18" w:space="0" w:color="45B9EC" w:themeColor="accent4"/>
              <w:right w:val="single" w:sz="18" w:space="0" w:color="45B9EC" w:themeColor="accent4"/>
            </w:tcBorders>
          </w:tcPr>
          <w:p w14:paraId="4473DD86" w14:textId="77777777" w:rsidR="00E54DCE" w:rsidRDefault="00E54DCE" w:rsidP="004C2E8E">
            <w:pPr>
              <w:pStyle w:val="Info"/>
            </w:pPr>
          </w:p>
        </w:tc>
        <w:tc>
          <w:tcPr>
            <w:tcW w:w="361" w:type="dxa"/>
            <w:tcBorders>
              <w:left w:val="single" w:sz="18" w:space="0" w:color="45B9EC" w:themeColor="accent4"/>
            </w:tcBorders>
          </w:tcPr>
          <w:p w14:paraId="2C063DF7" w14:textId="77777777" w:rsidR="00E54DCE" w:rsidRDefault="00E54DCE" w:rsidP="004C2E8E">
            <w:pPr>
              <w:pStyle w:val="Info"/>
            </w:pPr>
          </w:p>
        </w:tc>
        <w:sdt>
          <w:sdtPr>
            <w:id w:val="822706977"/>
            <w:placeholder>
              <w:docPart w:val="EE24CCF0DE2D4329B0F968E44BD8A5B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80" w:type="dxa"/>
              </w:tcPr>
              <w:p w14:paraId="0683EFDF" w14:textId="77777777" w:rsidR="00E54DCE" w:rsidRPr="008D107A" w:rsidRDefault="00E54DCE" w:rsidP="004C2E8E">
                <w:pPr>
                  <w:pStyle w:val="Info"/>
                </w:pPr>
                <w:r w:rsidRPr="008D107A">
                  <w:rPr>
                    <w:rStyle w:val="PlaceholderText"/>
                    <w:color w:val="404040" w:themeColor="text1" w:themeTint="BF"/>
                  </w:rPr>
                  <w:t>Phone:</w:t>
                </w:r>
              </w:p>
            </w:tc>
          </w:sdtContent>
        </w:sdt>
        <w:tc>
          <w:tcPr>
            <w:tcW w:w="4770" w:type="dxa"/>
          </w:tcPr>
          <w:p w14:paraId="0E95E7E6" w14:textId="44DF38AD" w:rsidR="00E54DCE" w:rsidRPr="008D107A" w:rsidRDefault="00E54DCE" w:rsidP="004C2E8E">
            <w:pPr>
              <w:pStyle w:val="Info"/>
            </w:pPr>
          </w:p>
        </w:tc>
      </w:tr>
      <w:tr w:rsidR="00E54DCE" w:rsidRPr="008D107A" w14:paraId="743E19AE" w14:textId="77777777" w:rsidTr="00A10DE7">
        <w:trPr>
          <w:trHeight w:val="20"/>
        </w:trPr>
        <w:tc>
          <w:tcPr>
            <w:tcW w:w="2878" w:type="dxa"/>
            <w:vMerge/>
            <w:tcBorders>
              <w:left w:val="single" w:sz="18" w:space="0" w:color="45B9EC" w:themeColor="accent4"/>
              <w:right w:val="single" w:sz="18" w:space="0" w:color="45B9EC" w:themeColor="accent4"/>
            </w:tcBorders>
          </w:tcPr>
          <w:p w14:paraId="76E67F03" w14:textId="77777777" w:rsidR="00E54DCE" w:rsidRDefault="00E54DCE" w:rsidP="004C2E8E">
            <w:pPr>
              <w:pStyle w:val="Info"/>
            </w:pPr>
          </w:p>
        </w:tc>
        <w:tc>
          <w:tcPr>
            <w:tcW w:w="361" w:type="dxa"/>
            <w:tcBorders>
              <w:left w:val="single" w:sz="18" w:space="0" w:color="45B9EC" w:themeColor="accent4"/>
            </w:tcBorders>
          </w:tcPr>
          <w:p w14:paraId="03A38117" w14:textId="77777777" w:rsidR="00E54DCE" w:rsidRDefault="00E54DCE" w:rsidP="004C2E8E">
            <w:pPr>
              <w:pStyle w:val="Info"/>
            </w:pPr>
          </w:p>
        </w:tc>
        <w:sdt>
          <w:sdtPr>
            <w:id w:val="1499228272"/>
            <w:placeholder>
              <w:docPart w:val="07B361A18AD243E5B2B83C18231D899F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80" w:type="dxa"/>
              </w:tcPr>
              <w:p w14:paraId="329C1185" w14:textId="77777777" w:rsidR="00E54DCE" w:rsidRPr="008D107A" w:rsidRDefault="00E54DCE" w:rsidP="004C2E8E">
                <w:pPr>
                  <w:pStyle w:val="Info"/>
                </w:pPr>
                <w:r w:rsidRPr="008D107A">
                  <w:rPr>
                    <w:rStyle w:val="PlaceholderText"/>
                    <w:color w:val="404040" w:themeColor="text1" w:themeTint="BF"/>
                  </w:rPr>
                  <w:t>Fax:</w:t>
                </w:r>
              </w:p>
            </w:tc>
          </w:sdtContent>
        </w:sdt>
        <w:tc>
          <w:tcPr>
            <w:tcW w:w="4770" w:type="dxa"/>
          </w:tcPr>
          <w:p w14:paraId="2858DDB4" w14:textId="621DD77D" w:rsidR="00E54DCE" w:rsidRPr="008D107A" w:rsidRDefault="00E54DCE" w:rsidP="004C2E8E">
            <w:pPr>
              <w:pStyle w:val="Info"/>
            </w:pPr>
          </w:p>
        </w:tc>
      </w:tr>
      <w:tr w:rsidR="00A10DE7" w:rsidRPr="008D107A" w14:paraId="251C88CF" w14:textId="77777777" w:rsidTr="00A10DE7">
        <w:trPr>
          <w:trHeight w:val="20"/>
        </w:trPr>
        <w:tc>
          <w:tcPr>
            <w:tcW w:w="2878" w:type="dxa"/>
            <w:vMerge/>
            <w:tcBorders>
              <w:left w:val="single" w:sz="18" w:space="0" w:color="45B9EC" w:themeColor="accent4"/>
              <w:bottom w:val="single" w:sz="18" w:space="0" w:color="45B9EC" w:themeColor="accent4"/>
              <w:right w:val="single" w:sz="18" w:space="0" w:color="45B9EC" w:themeColor="accent4"/>
            </w:tcBorders>
          </w:tcPr>
          <w:p w14:paraId="0D6C1982" w14:textId="77777777" w:rsidR="00E54DCE" w:rsidRDefault="00E54DCE" w:rsidP="004C2E8E">
            <w:pPr>
              <w:pStyle w:val="Info"/>
            </w:pPr>
          </w:p>
        </w:tc>
        <w:tc>
          <w:tcPr>
            <w:tcW w:w="361" w:type="dxa"/>
            <w:tcBorders>
              <w:left w:val="single" w:sz="18" w:space="0" w:color="45B9EC" w:themeColor="accent4"/>
            </w:tcBorders>
          </w:tcPr>
          <w:p w14:paraId="071B35EB" w14:textId="77777777" w:rsidR="00E54DCE" w:rsidRDefault="00E54DCE" w:rsidP="004C2E8E">
            <w:pPr>
              <w:pStyle w:val="Info"/>
            </w:pPr>
          </w:p>
        </w:tc>
        <w:sdt>
          <w:sdtPr>
            <w:id w:val="1789398788"/>
            <w:placeholder>
              <w:docPart w:val="B0F37C5347C042108F8428EF6A8FEB59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80" w:type="dxa"/>
              </w:tcPr>
              <w:p w14:paraId="39F039DC" w14:textId="77777777" w:rsidR="00E54DCE" w:rsidRPr="008D107A" w:rsidRDefault="00E54DCE" w:rsidP="004C2E8E">
                <w:pPr>
                  <w:pStyle w:val="Info"/>
                </w:pPr>
                <w:r w:rsidRPr="008D107A">
                  <w:rPr>
                    <w:rStyle w:val="PlaceholderText"/>
                    <w:color w:val="404040" w:themeColor="text1" w:themeTint="BF"/>
                  </w:rPr>
                  <w:t>Company Name:</w:t>
                </w:r>
              </w:p>
            </w:tc>
          </w:sdtContent>
        </w:sdt>
        <w:tc>
          <w:tcPr>
            <w:tcW w:w="4770" w:type="dxa"/>
          </w:tcPr>
          <w:p w14:paraId="4FE87D52" w14:textId="61A379D8" w:rsidR="00E54DCE" w:rsidRPr="008D107A" w:rsidRDefault="00E54DCE" w:rsidP="004C2E8E">
            <w:pPr>
              <w:pStyle w:val="Info"/>
            </w:pPr>
          </w:p>
        </w:tc>
      </w:tr>
      <w:tr w:rsidR="002C5117" w:rsidRPr="002C5117" w14:paraId="3A1F0DD4" w14:textId="77777777" w:rsidTr="00A10DE7">
        <w:trPr>
          <w:trHeight w:hRule="exact" w:val="288"/>
        </w:trPr>
        <w:tc>
          <w:tcPr>
            <w:tcW w:w="2878" w:type="dxa"/>
            <w:tcBorders>
              <w:top w:val="single" w:sz="18" w:space="0" w:color="45B9EC" w:themeColor="accent4"/>
            </w:tcBorders>
          </w:tcPr>
          <w:p w14:paraId="52B934C1" w14:textId="77777777" w:rsidR="002C5117" w:rsidRPr="002C5117" w:rsidRDefault="002C5117" w:rsidP="002C5117"/>
        </w:tc>
        <w:tc>
          <w:tcPr>
            <w:tcW w:w="361" w:type="dxa"/>
            <w:tcBorders>
              <w:left w:val="nil"/>
            </w:tcBorders>
          </w:tcPr>
          <w:p w14:paraId="2629BBDD" w14:textId="77777777" w:rsidR="002C5117" w:rsidRPr="002C5117" w:rsidRDefault="002C5117" w:rsidP="002C5117"/>
        </w:tc>
        <w:tc>
          <w:tcPr>
            <w:tcW w:w="1980" w:type="dxa"/>
          </w:tcPr>
          <w:p w14:paraId="2A18C868" w14:textId="77777777" w:rsidR="002C5117" w:rsidRPr="002C5117" w:rsidRDefault="002C5117" w:rsidP="002C5117"/>
        </w:tc>
        <w:tc>
          <w:tcPr>
            <w:tcW w:w="4770" w:type="dxa"/>
          </w:tcPr>
          <w:p w14:paraId="13CCFD53" w14:textId="77777777" w:rsidR="002C5117" w:rsidRPr="002C5117" w:rsidRDefault="002C5117" w:rsidP="002C5117"/>
        </w:tc>
      </w:tr>
      <w:tr w:rsidR="00B874AF" w:rsidRPr="002C5117" w14:paraId="708BC5B3" w14:textId="77777777" w:rsidTr="00A10DE7">
        <w:tblPrEx>
          <w:tblCellMar>
            <w:left w:w="0" w:type="dxa"/>
            <w:right w:w="115" w:type="dxa"/>
          </w:tblCellMar>
        </w:tblPrEx>
        <w:tc>
          <w:tcPr>
            <w:tcW w:w="3239" w:type="dxa"/>
            <w:gridSpan w:val="2"/>
          </w:tcPr>
          <w:p w14:paraId="54624C17" w14:textId="6D868976" w:rsidR="00B874AF" w:rsidRPr="002C5117" w:rsidRDefault="00F60DE1" w:rsidP="002C5117">
            <w:sdt>
              <w:sdtPr>
                <w:id w:val="-212193672"/>
                <w:placeholder>
                  <w:docPart w:val="58AD232D62FF439A84DC64D088EC8C32"/>
                </w:placeholder>
                <w:temporary/>
                <w:showingPlcHdr/>
                <w15:appearance w15:val="hidden"/>
              </w:sdtPr>
              <w:sdtEndPr/>
              <w:sdtContent>
                <w:r w:rsidR="00FC317E" w:rsidRPr="002C5117">
                  <w:rPr>
                    <w:rStyle w:val="Heading2Char"/>
                  </w:rPr>
                  <w:t>Contact</w:t>
                </w:r>
              </w:sdtContent>
            </w:sdt>
            <w:r w:rsidR="006E2664" w:rsidRPr="006E2664">
              <w:rPr>
                <w:b/>
                <w:bCs/>
              </w:rPr>
              <w:t>:</w:t>
            </w:r>
          </w:p>
          <w:p w14:paraId="73909E18" w14:textId="3DEDF96C" w:rsidR="00B874AF" w:rsidRPr="002C5117" w:rsidRDefault="00B874AF" w:rsidP="006E2664">
            <w:pPr>
              <w:pStyle w:val="Info"/>
            </w:pPr>
          </w:p>
        </w:tc>
        <w:tc>
          <w:tcPr>
            <w:tcW w:w="6750" w:type="dxa"/>
            <w:gridSpan w:val="2"/>
          </w:tcPr>
          <w:sdt>
            <w:sdtPr>
              <w:id w:val="1193345515"/>
              <w:placeholder>
                <w:docPart w:val="7A614CB7376340D9A73A3656BBED0DD6"/>
              </w:placeholder>
              <w:temporary/>
              <w:showingPlcHdr/>
              <w15:appearance w15:val="hidden"/>
            </w:sdtPr>
            <w:sdtEndPr/>
            <w:sdtContent>
              <w:p w14:paraId="0E0DE958" w14:textId="77777777" w:rsidR="00B874AF" w:rsidRPr="002C5117" w:rsidRDefault="00FC317E" w:rsidP="002C5117">
                <w:r w:rsidRPr="002C5117">
                  <w:rPr>
                    <w:rStyle w:val="Heading2Char"/>
                  </w:rPr>
                  <w:t>Comments:</w:t>
                </w:r>
              </w:p>
            </w:sdtContent>
          </w:sdt>
          <w:p w14:paraId="72E5AF87" w14:textId="05B1D701" w:rsidR="00B874AF" w:rsidRPr="002C5117" w:rsidRDefault="00B874AF" w:rsidP="006E2664"/>
        </w:tc>
      </w:tr>
    </w:tbl>
    <w:p w14:paraId="3D2C6761" w14:textId="77777777" w:rsidR="00B874AF" w:rsidRPr="002C5117" w:rsidRDefault="00B874AF" w:rsidP="002C5117"/>
    <w:sectPr w:rsidR="00B874AF" w:rsidRPr="002C5117" w:rsidSect="008B77D6">
      <w:headerReference w:type="default" r:id="rId10"/>
      <w:type w:val="continuous"/>
      <w:pgSz w:w="12240" w:h="15840" w:code="1"/>
      <w:pgMar w:top="3960" w:right="1080" w:bottom="72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3661C" w14:textId="77777777" w:rsidR="00F60DE1" w:rsidRDefault="00F60DE1" w:rsidP="003934E3">
      <w:r>
        <w:separator/>
      </w:r>
    </w:p>
  </w:endnote>
  <w:endnote w:type="continuationSeparator" w:id="0">
    <w:p w14:paraId="5FDE26AB" w14:textId="77777777" w:rsidR="00F60DE1" w:rsidRDefault="00F60DE1" w:rsidP="0039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61AEF" w14:textId="77777777" w:rsidR="00F60DE1" w:rsidRDefault="00F60DE1" w:rsidP="003934E3">
      <w:r>
        <w:separator/>
      </w:r>
    </w:p>
  </w:footnote>
  <w:footnote w:type="continuationSeparator" w:id="0">
    <w:p w14:paraId="5731AC23" w14:textId="77777777" w:rsidR="00F60DE1" w:rsidRDefault="00F60DE1" w:rsidP="00393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BF67" w14:textId="77777777" w:rsidR="003934E3" w:rsidRDefault="00C86484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F65B90" wp14:editId="2223949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809869" cy="10065330"/>
              <wp:effectExtent l="0" t="0" r="6985" b="889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09869" cy="10065330"/>
                        <a:chOff x="0" y="0"/>
                        <a:chExt cx="7809869" cy="10065330"/>
                      </a:xfrm>
                    </wpg:grpSpPr>
                    <wpg:grpSp>
                      <wpg:cNvPr id="34" name="Group 1"/>
                      <wpg:cNvGrpSpPr/>
                      <wpg:grpSpPr>
                        <a:xfrm>
                          <a:off x="0" y="0"/>
                          <a:ext cx="7809869" cy="2298700"/>
                          <a:chOff x="0" y="0"/>
                          <a:chExt cx="7774940" cy="2288542"/>
                        </a:xfrm>
                      </wpg:grpSpPr>
                      <wps:wsp>
                        <wps:cNvPr id="35" name="Rectangle"/>
                        <wps:cNvSpPr/>
                        <wps:spPr>
                          <a:xfrm>
                            <a:off x="0" y="1"/>
                            <a:ext cx="7769862" cy="228600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 w="63500">
                            <a:noFill/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6" name="Shape"/>
                        <wps:cNvSpPr/>
                        <wps:spPr>
                          <a:xfrm>
                            <a:off x="648969" y="749301"/>
                            <a:ext cx="695798" cy="25359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208" h="20637" extrusionOk="0">
                                <a:moveTo>
                                  <a:pt x="19894" y="20637"/>
                                </a:moveTo>
                                <a:cubicBezTo>
                                  <a:pt x="20165" y="20637"/>
                                  <a:pt x="20475" y="20637"/>
                                  <a:pt x="20707" y="20534"/>
                                </a:cubicBezTo>
                                <a:cubicBezTo>
                                  <a:pt x="21249" y="20224"/>
                                  <a:pt x="21249" y="19500"/>
                                  <a:pt x="21172" y="18880"/>
                                </a:cubicBezTo>
                                <a:cubicBezTo>
                                  <a:pt x="20204" y="11439"/>
                                  <a:pt x="15249" y="4618"/>
                                  <a:pt x="8204" y="1104"/>
                                </a:cubicBezTo>
                                <a:cubicBezTo>
                                  <a:pt x="5339" y="-343"/>
                                  <a:pt x="578" y="-963"/>
                                  <a:pt x="36" y="3068"/>
                                </a:cubicBezTo>
                                <a:cubicBezTo>
                                  <a:pt x="-351" y="5961"/>
                                  <a:pt x="2475" y="8442"/>
                                  <a:pt x="5030" y="9579"/>
                                </a:cubicBezTo>
                                <a:cubicBezTo>
                                  <a:pt x="8010" y="10922"/>
                                  <a:pt x="10449" y="11749"/>
                                  <a:pt x="12810" y="14126"/>
                                </a:cubicBezTo>
                                <a:cubicBezTo>
                                  <a:pt x="14862" y="16090"/>
                                  <a:pt x="16643" y="20430"/>
                                  <a:pt x="19894" y="206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7" name="Shape"/>
                        <wps:cNvSpPr/>
                        <wps:spPr>
                          <a:xfrm>
                            <a:off x="1269" y="0"/>
                            <a:ext cx="6807201" cy="22885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3071" y="13317"/>
                                </a:moveTo>
                                <a:cubicBezTo>
                                  <a:pt x="2732" y="13077"/>
                                  <a:pt x="2285" y="12958"/>
                                  <a:pt x="1914" y="13137"/>
                                </a:cubicBezTo>
                                <a:cubicBezTo>
                                  <a:pt x="1576" y="13305"/>
                                  <a:pt x="1382" y="13665"/>
                                  <a:pt x="1124" y="13952"/>
                                </a:cubicBezTo>
                                <a:cubicBezTo>
                                  <a:pt x="826" y="14276"/>
                                  <a:pt x="427" y="14492"/>
                                  <a:pt x="4" y="14564"/>
                                </a:cubicBezTo>
                                <a:lnTo>
                                  <a:pt x="4" y="14792"/>
                                </a:lnTo>
                                <a:cubicBezTo>
                                  <a:pt x="121" y="14780"/>
                                  <a:pt x="234" y="14768"/>
                                  <a:pt x="343" y="14732"/>
                                </a:cubicBezTo>
                                <a:cubicBezTo>
                                  <a:pt x="544" y="14660"/>
                                  <a:pt x="709" y="14516"/>
                                  <a:pt x="891" y="14396"/>
                                </a:cubicBezTo>
                                <a:cubicBezTo>
                                  <a:pt x="1068" y="14276"/>
                                  <a:pt x="1281" y="14180"/>
                                  <a:pt x="1491" y="14216"/>
                                </a:cubicBezTo>
                                <a:cubicBezTo>
                                  <a:pt x="1749" y="14264"/>
                                  <a:pt x="1987" y="14516"/>
                                  <a:pt x="2237" y="14432"/>
                                </a:cubicBezTo>
                                <a:cubicBezTo>
                                  <a:pt x="2366" y="14384"/>
                                  <a:pt x="2458" y="14264"/>
                                  <a:pt x="2587" y="14228"/>
                                </a:cubicBezTo>
                                <a:cubicBezTo>
                                  <a:pt x="2672" y="14204"/>
                                  <a:pt x="2760" y="14228"/>
                                  <a:pt x="2841" y="14252"/>
                                </a:cubicBezTo>
                                <a:cubicBezTo>
                                  <a:pt x="3272" y="14420"/>
                                  <a:pt x="3494" y="14899"/>
                                  <a:pt x="3651" y="15343"/>
                                </a:cubicBezTo>
                                <a:cubicBezTo>
                                  <a:pt x="4256" y="17057"/>
                                  <a:pt x="4481" y="18927"/>
                                  <a:pt x="4288" y="20749"/>
                                </a:cubicBezTo>
                                <a:cubicBezTo>
                                  <a:pt x="4256" y="21037"/>
                                  <a:pt x="4215" y="21324"/>
                                  <a:pt x="4127" y="21588"/>
                                </a:cubicBezTo>
                                <a:lnTo>
                                  <a:pt x="4397" y="21588"/>
                                </a:lnTo>
                                <a:cubicBezTo>
                                  <a:pt x="4509" y="21145"/>
                                  <a:pt x="4562" y="20677"/>
                                  <a:pt x="4594" y="20222"/>
                                </a:cubicBezTo>
                                <a:cubicBezTo>
                                  <a:pt x="4699" y="18711"/>
                                  <a:pt x="4598" y="17177"/>
                                  <a:pt x="4296" y="15703"/>
                                </a:cubicBezTo>
                                <a:cubicBezTo>
                                  <a:pt x="4106" y="14792"/>
                                  <a:pt x="3800" y="13833"/>
                                  <a:pt x="3071" y="13317"/>
                                </a:cubicBezTo>
                                <a:close/>
                                <a:moveTo>
                                  <a:pt x="19069" y="17764"/>
                                </a:moveTo>
                                <a:cubicBezTo>
                                  <a:pt x="18384" y="16266"/>
                                  <a:pt x="17852" y="14696"/>
                                  <a:pt x="17207" y="13173"/>
                                </a:cubicBezTo>
                                <a:cubicBezTo>
                                  <a:pt x="17002" y="12694"/>
                                  <a:pt x="16780" y="12202"/>
                                  <a:pt x="16454" y="11819"/>
                                </a:cubicBezTo>
                                <a:cubicBezTo>
                                  <a:pt x="15962" y="11232"/>
                                  <a:pt x="15277" y="10884"/>
                                  <a:pt x="14697" y="10404"/>
                                </a:cubicBezTo>
                                <a:cubicBezTo>
                                  <a:pt x="13601" y="9481"/>
                                  <a:pt x="12932" y="8079"/>
                                  <a:pt x="12440" y="6665"/>
                                </a:cubicBezTo>
                                <a:cubicBezTo>
                                  <a:pt x="11699" y="4531"/>
                                  <a:pt x="11280" y="2277"/>
                                  <a:pt x="11203" y="0"/>
                                </a:cubicBezTo>
                                <a:lnTo>
                                  <a:pt x="10357" y="0"/>
                                </a:lnTo>
                                <a:cubicBezTo>
                                  <a:pt x="10590" y="1906"/>
                                  <a:pt x="10901" y="3812"/>
                                  <a:pt x="11521" y="5622"/>
                                </a:cubicBezTo>
                                <a:cubicBezTo>
                                  <a:pt x="12170" y="7504"/>
                                  <a:pt x="13186" y="9278"/>
                                  <a:pt x="14636" y="10524"/>
                                </a:cubicBezTo>
                                <a:cubicBezTo>
                                  <a:pt x="15100" y="10920"/>
                                  <a:pt x="15604" y="11255"/>
                                  <a:pt x="16011" y="11723"/>
                                </a:cubicBezTo>
                                <a:cubicBezTo>
                                  <a:pt x="16539" y="12322"/>
                                  <a:pt x="16873" y="13089"/>
                                  <a:pt x="17175" y="13857"/>
                                </a:cubicBezTo>
                                <a:cubicBezTo>
                                  <a:pt x="18263" y="16602"/>
                                  <a:pt x="19154" y="19586"/>
                                  <a:pt x="21181" y="21588"/>
                                </a:cubicBezTo>
                                <a:lnTo>
                                  <a:pt x="21600" y="21588"/>
                                </a:lnTo>
                                <a:cubicBezTo>
                                  <a:pt x="20520" y="20533"/>
                                  <a:pt x="19714" y="19179"/>
                                  <a:pt x="19069" y="17764"/>
                                </a:cubicBezTo>
                                <a:close/>
                                <a:moveTo>
                                  <a:pt x="9087" y="15499"/>
                                </a:moveTo>
                                <a:cubicBezTo>
                                  <a:pt x="8991" y="15211"/>
                                  <a:pt x="8922" y="14875"/>
                                  <a:pt x="9087" y="14624"/>
                                </a:cubicBezTo>
                                <a:cubicBezTo>
                                  <a:pt x="9156" y="14516"/>
                                  <a:pt x="9261" y="14444"/>
                                  <a:pt x="9345" y="14348"/>
                                </a:cubicBezTo>
                                <a:cubicBezTo>
                                  <a:pt x="9579" y="14084"/>
                                  <a:pt x="9603" y="13689"/>
                                  <a:pt x="9591" y="13329"/>
                                </a:cubicBezTo>
                                <a:cubicBezTo>
                                  <a:pt x="9555" y="12250"/>
                                  <a:pt x="9285" y="11196"/>
                                  <a:pt x="8987" y="10165"/>
                                </a:cubicBezTo>
                                <a:cubicBezTo>
                                  <a:pt x="8378" y="8055"/>
                                  <a:pt x="7653" y="5945"/>
                                  <a:pt x="6488" y="4099"/>
                                </a:cubicBezTo>
                                <a:cubicBezTo>
                                  <a:pt x="5344" y="2301"/>
                                  <a:pt x="3740" y="743"/>
                                  <a:pt x="1781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12"/>
                                  <a:pt x="0" y="12"/>
                                  <a:pt x="0" y="24"/>
                                </a:cubicBezTo>
                                <a:lnTo>
                                  <a:pt x="0" y="228"/>
                                </a:lnTo>
                                <a:cubicBezTo>
                                  <a:pt x="4" y="312"/>
                                  <a:pt x="16" y="396"/>
                                  <a:pt x="32" y="479"/>
                                </a:cubicBezTo>
                                <a:cubicBezTo>
                                  <a:pt x="2031" y="479"/>
                                  <a:pt x="3941" y="1546"/>
                                  <a:pt x="5311" y="3057"/>
                                </a:cubicBezTo>
                                <a:cubicBezTo>
                                  <a:pt x="6681" y="4567"/>
                                  <a:pt x="7572" y="6485"/>
                                  <a:pt x="8225" y="8451"/>
                                </a:cubicBezTo>
                                <a:cubicBezTo>
                                  <a:pt x="8616" y="9625"/>
                                  <a:pt x="8930" y="10848"/>
                                  <a:pt x="8882" y="12083"/>
                                </a:cubicBezTo>
                                <a:cubicBezTo>
                                  <a:pt x="8870" y="12370"/>
                                  <a:pt x="8817" y="12694"/>
                                  <a:pt x="8592" y="12862"/>
                                </a:cubicBezTo>
                                <a:cubicBezTo>
                                  <a:pt x="8475" y="12946"/>
                                  <a:pt x="8330" y="12970"/>
                                  <a:pt x="8213" y="13053"/>
                                </a:cubicBezTo>
                                <a:cubicBezTo>
                                  <a:pt x="7886" y="13293"/>
                                  <a:pt x="7939" y="13797"/>
                                  <a:pt x="8056" y="14192"/>
                                </a:cubicBezTo>
                                <a:cubicBezTo>
                                  <a:pt x="8979" y="17357"/>
                                  <a:pt x="11384" y="19838"/>
                                  <a:pt x="14084" y="21600"/>
                                </a:cubicBezTo>
                                <a:lnTo>
                                  <a:pt x="14395" y="21600"/>
                                </a:lnTo>
                                <a:cubicBezTo>
                                  <a:pt x="13166" y="20725"/>
                                  <a:pt x="12029" y="19754"/>
                                  <a:pt x="11022" y="18615"/>
                                </a:cubicBezTo>
                                <a:cubicBezTo>
                                  <a:pt x="10220" y="17680"/>
                                  <a:pt x="9482" y="16661"/>
                                  <a:pt x="9087" y="154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8" name="Shape"/>
                        <wps:cNvSpPr/>
                        <wps:spPr>
                          <a:xfrm>
                            <a:off x="1269" y="0"/>
                            <a:ext cx="7773671" cy="228727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940" y="16611"/>
                                </a:moveTo>
                                <a:cubicBezTo>
                                  <a:pt x="2876" y="16275"/>
                                  <a:pt x="2770" y="15951"/>
                                  <a:pt x="2625" y="15639"/>
                                </a:cubicBezTo>
                                <a:cubicBezTo>
                                  <a:pt x="2530" y="15447"/>
                                  <a:pt x="2417" y="15256"/>
                                  <a:pt x="2251" y="15136"/>
                                </a:cubicBezTo>
                                <a:cubicBezTo>
                                  <a:pt x="1902" y="14884"/>
                                  <a:pt x="1426" y="15052"/>
                                  <a:pt x="1143" y="15399"/>
                                </a:cubicBezTo>
                                <a:cubicBezTo>
                                  <a:pt x="861" y="15747"/>
                                  <a:pt x="730" y="16227"/>
                                  <a:pt x="639" y="16695"/>
                                </a:cubicBezTo>
                                <a:cubicBezTo>
                                  <a:pt x="508" y="17366"/>
                                  <a:pt x="427" y="18050"/>
                                  <a:pt x="229" y="18698"/>
                                </a:cubicBezTo>
                                <a:cubicBezTo>
                                  <a:pt x="194" y="18806"/>
                                  <a:pt x="113" y="18830"/>
                                  <a:pt x="74" y="18901"/>
                                </a:cubicBezTo>
                                <a:cubicBezTo>
                                  <a:pt x="21" y="18997"/>
                                  <a:pt x="21" y="19105"/>
                                  <a:pt x="39" y="19237"/>
                                </a:cubicBezTo>
                                <a:cubicBezTo>
                                  <a:pt x="251" y="19093"/>
                                  <a:pt x="395" y="18842"/>
                                  <a:pt x="480" y="18578"/>
                                </a:cubicBezTo>
                                <a:cubicBezTo>
                                  <a:pt x="565" y="18314"/>
                                  <a:pt x="603" y="18026"/>
                                  <a:pt x="649" y="17738"/>
                                </a:cubicBezTo>
                                <a:cubicBezTo>
                                  <a:pt x="730" y="17234"/>
                                  <a:pt x="847" y="16731"/>
                                  <a:pt x="992" y="16239"/>
                                </a:cubicBezTo>
                                <a:cubicBezTo>
                                  <a:pt x="1108" y="15855"/>
                                  <a:pt x="1299" y="15423"/>
                                  <a:pt x="1641" y="15375"/>
                                </a:cubicBezTo>
                                <a:cubicBezTo>
                                  <a:pt x="1835" y="15339"/>
                                  <a:pt x="2033" y="15459"/>
                                  <a:pt x="2170" y="15627"/>
                                </a:cubicBezTo>
                                <a:cubicBezTo>
                                  <a:pt x="2308" y="15795"/>
                                  <a:pt x="2396" y="16011"/>
                                  <a:pt x="2467" y="16227"/>
                                </a:cubicBezTo>
                                <a:cubicBezTo>
                                  <a:pt x="2604" y="16647"/>
                                  <a:pt x="2693" y="17102"/>
                                  <a:pt x="2763" y="17546"/>
                                </a:cubicBezTo>
                                <a:cubicBezTo>
                                  <a:pt x="2975" y="18890"/>
                                  <a:pt x="3049" y="20317"/>
                                  <a:pt x="2682" y="21600"/>
                                </a:cubicBezTo>
                                <a:lnTo>
                                  <a:pt x="2865" y="21600"/>
                                </a:lnTo>
                                <a:cubicBezTo>
                                  <a:pt x="3208" y="20305"/>
                                  <a:pt x="3141" y="18878"/>
                                  <a:pt x="3042" y="17510"/>
                                </a:cubicBezTo>
                                <a:cubicBezTo>
                                  <a:pt x="3017" y="17198"/>
                                  <a:pt x="2992" y="16899"/>
                                  <a:pt x="2940" y="16611"/>
                                </a:cubicBezTo>
                                <a:close/>
                                <a:moveTo>
                                  <a:pt x="5353" y="15987"/>
                                </a:moveTo>
                                <a:cubicBezTo>
                                  <a:pt x="5149" y="14296"/>
                                  <a:pt x="4644" y="12641"/>
                                  <a:pt x="3737" y="11322"/>
                                </a:cubicBezTo>
                                <a:cubicBezTo>
                                  <a:pt x="2834" y="10002"/>
                                  <a:pt x="1503" y="9043"/>
                                  <a:pt x="71" y="8911"/>
                                </a:cubicBezTo>
                                <a:cubicBezTo>
                                  <a:pt x="21" y="9319"/>
                                  <a:pt x="35" y="9739"/>
                                  <a:pt x="49" y="10158"/>
                                </a:cubicBezTo>
                                <a:cubicBezTo>
                                  <a:pt x="734" y="10062"/>
                                  <a:pt x="1433" y="10158"/>
                                  <a:pt x="2082" y="10434"/>
                                </a:cubicBezTo>
                                <a:cubicBezTo>
                                  <a:pt x="2382" y="10566"/>
                                  <a:pt x="2671" y="10734"/>
                                  <a:pt x="2932" y="10950"/>
                                </a:cubicBezTo>
                                <a:cubicBezTo>
                                  <a:pt x="3843" y="11705"/>
                                  <a:pt x="4326" y="13013"/>
                                  <a:pt x="4559" y="14296"/>
                                </a:cubicBezTo>
                                <a:cubicBezTo>
                                  <a:pt x="4792" y="15591"/>
                                  <a:pt x="4810" y="16923"/>
                                  <a:pt x="5022" y="18218"/>
                                </a:cubicBezTo>
                                <a:cubicBezTo>
                                  <a:pt x="5230" y="19501"/>
                                  <a:pt x="5667" y="20760"/>
                                  <a:pt x="6518" y="21588"/>
                                </a:cubicBezTo>
                                <a:lnTo>
                                  <a:pt x="7058" y="21588"/>
                                </a:lnTo>
                                <a:cubicBezTo>
                                  <a:pt x="6768" y="21252"/>
                                  <a:pt x="6475" y="20904"/>
                                  <a:pt x="6246" y="20497"/>
                                </a:cubicBezTo>
                                <a:cubicBezTo>
                                  <a:pt x="5512" y="19201"/>
                                  <a:pt x="5540" y="17534"/>
                                  <a:pt x="5353" y="15987"/>
                                </a:cubicBezTo>
                                <a:close/>
                                <a:moveTo>
                                  <a:pt x="325" y="13265"/>
                                </a:moveTo>
                                <a:cubicBezTo>
                                  <a:pt x="512" y="13097"/>
                                  <a:pt x="639" y="12857"/>
                                  <a:pt x="798" y="12665"/>
                                </a:cubicBezTo>
                                <a:cubicBezTo>
                                  <a:pt x="953" y="12473"/>
                                  <a:pt x="1140" y="12317"/>
                                  <a:pt x="1344" y="12221"/>
                                </a:cubicBezTo>
                                <a:cubicBezTo>
                                  <a:pt x="1574" y="12113"/>
                                  <a:pt x="1849" y="12029"/>
                                  <a:pt x="1951" y="11753"/>
                                </a:cubicBezTo>
                                <a:cubicBezTo>
                                  <a:pt x="2022" y="11562"/>
                                  <a:pt x="1973" y="11334"/>
                                  <a:pt x="1863" y="11166"/>
                                </a:cubicBezTo>
                                <a:cubicBezTo>
                                  <a:pt x="1754" y="10998"/>
                                  <a:pt x="1595" y="10902"/>
                                  <a:pt x="1433" y="10818"/>
                                </a:cubicBezTo>
                                <a:cubicBezTo>
                                  <a:pt x="995" y="10590"/>
                                  <a:pt x="508" y="10506"/>
                                  <a:pt x="35" y="10566"/>
                                </a:cubicBezTo>
                                <a:cubicBezTo>
                                  <a:pt x="39" y="10602"/>
                                  <a:pt x="46" y="10650"/>
                                  <a:pt x="49" y="10686"/>
                                </a:cubicBezTo>
                                <a:cubicBezTo>
                                  <a:pt x="423" y="10698"/>
                                  <a:pt x="794" y="10818"/>
                                  <a:pt x="1129" y="11010"/>
                                </a:cubicBezTo>
                                <a:cubicBezTo>
                                  <a:pt x="1246" y="11082"/>
                                  <a:pt x="1362" y="11154"/>
                                  <a:pt x="1440" y="11286"/>
                                </a:cubicBezTo>
                                <a:cubicBezTo>
                                  <a:pt x="1517" y="11406"/>
                                  <a:pt x="1549" y="11586"/>
                                  <a:pt x="1489" y="11717"/>
                                </a:cubicBezTo>
                                <a:cubicBezTo>
                                  <a:pt x="1412" y="11885"/>
                                  <a:pt x="1228" y="11933"/>
                                  <a:pt x="1073" y="12005"/>
                                </a:cubicBezTo>
                                <a:cubicBezTo>
                                  <a:pt x="836" y="12113"/>
                                  <a:pt x="628" y="12305"/>
                                  <a:pt x="487" y="12557"/>
                                </a:cubicBezTo>
                                <a:cubicBezTo>
                                  <a:pt x="423" y="12677"/>
                                  <a:pt x="371" y="12797"/>
                                  <a:pt x="300" y="12905"/>
                                </a:cubicBezTo>
                                <a:cubicBezTo>
                                  <a:pt x="226" y="13013"/>
                                  <a:pt x="124" y="13097"/>
                                  <a:pt x="7" y="13109"/>
                                </a:cubicBezTo>
                                <a:cubicBezTo>
                                  <a:pt x="7" y="13109"/>
                                  <a:pt x="7" y="13397"/>
                                  <a:pt x="64" y="13433"/>
                                </a:cubicBezTo>
                                <a:cubicBezTo>
                                  <a:pt x="116" y="13457"/>
                                  <a:pt x="279" y="13313"/>
                                  <a:pt x="325" y="13265"/>
                                </a:cubicBezTo>
                                <a:close/>
                                <a:moveTo>
                                  <a:pt x="18579" y="10134"/>
                                </a:moveTo>
                                <a:cubicBezTo>
                                  <a:pt x="18251" y="8527"/>
                                  <a:pt x="18078" y="6872"/>
                                  <a:pt x="17877" y="5229"/>
                                </a:cubicBezTo>
                                <a:cubicBezTo>
                                  <a:pt x="17683" y="3646"/>
                                  <a:pt x="17454" y="2027"/>
                                  <a:pt x="16762" y="672"/>
                                </a:cubicBezTo>
                                <a:cubicBezTo>
                                  <a:pt x="16674" y="504"/>
                                  <a:pt x="16508" y="204"/>
                                  <a:pt x="16353" y="0"/>
                                </a:cubicBezTo>
                                <a:lnTo>
                                  <a:pt x="15749" y="0"/>
                                </a:lnTo>
                                <a:cubicBezTo>
                                  <a:pt x="16483" y="1055"/>
                                  <a:pt x="16977" y="2207"/>
                                  <a:pt x="17334" y="3802"/>
                                </a:cubicBezTo>
                                <a:cubicBezTo>
                                  <a:pt x="17807" y="5937"/>
                                  <a:pt x="18061" y="9427"/>
                                  <a:pt x="18597" y="11538"/>
                                </a:cubicBezTo>
                                <a:cubicBezTo>
                                  <a:pt x="19126" y="13624"/>
                                  <a:pt x="20065" y="15687"/>
                                  <a:pt x="21600" y="16743"/>
                                </a:cubicBezTo>
                                <a:lnTo>
                                  <a:pt x="21600" y="16239"/>
                                </a:lnTo>
                                <a:cubicBezTo>
                                  <a:pt x="21018" y="15927"/>
                                  <a:pt x="20531" y="15327"/>
                                  <a:pt x="20164" y="14680"/>
                                </a:cubicBezTo>
                                <a:cubicBezTo>
                                  <a:pt x="19391" y="13325"/>
                                  <a:pt x="18904" y="11741"/>
                                  <a:pt x="18579" y="10134"/>
                                </a:cubicBezTo>
                                <a:close/>
                                <a:moveTo>
                                  <a:pt x="20312" y="7004"/>
                                </a:moveTo>
                                <a:cubicBezTo>
                                  <a:pt x="20256" y="6584"/>
                                  <a:pt x="20231" y="6165"/>
                                  <a:pt x="20259" y="5745"/>
                                </a:cubicBezTo>
                                <a:cubicBezTo>
                                  <a:pt x="20301" y="5097"/>
                                  <a:pt x="20471" y="4486"/>
                                  <a:pt x="20605" y="3862"/>
                                </a:cubicBezTo>
                                <a:cubicBezTo>
                                  <a:pt x="20877" y="2603"/>
                                  <a:pt x="21004" y="1295"/>
                                  <a:pt x="20986" y="0"/>
                                </a:cubicBezTo>
                                <a:lnTo>
                                  <a:pt x="20559" y="0"/>
                                </a:lnTo>
                                <a:cubicBezTo>
                                  <a:pt x="20559" y="12"/>
                                  <a:pt x="20559" y="24"/>
                                  <a:pt x="20559" y="24"/>
                                </a:cubicBezTo>
                                <a:cubicBezTo>
                                  <a:pt x="20668" y="1727"/>
                                  <a:pt x="20132" y="3394"/>
                                  <a:pt x="20072" y="5097"/>
                                </a:cubicBezTo>
                                <a:cubicBezTo>
                                  <a:pt x="20001" y="7196"/>
                                  <a:pt x="20665" y="9247"/>
                                  <a:pt x="21596" y="10998"/>
                                </a:cubicBezTo>
                                <a:lnTo>
                                  <a:pt x="21596" y="10194"/>
                                </a:lnTo>
                                <a:cubicBezTo>
                                  <a:pt x="20884" y="9367"/>
                                  <a:pt x="20474" y="8215"/>
                                  <a:pt x="20312" y="7004"/>
                                </a:cubicBezTo>
                                <a:close/>
                                <a:moveTo>
                                  <a:pt x="4993" y="7448"/>
                                </a:moveTo>
                                <a:cubicBezTo>
                                  <a:pt x="4598" y="5937"/>
                                  <a:pt x="3984" y="4258"/>
                                  <a:pt x="3179" y="2998"/>
                                </a:cubicBezTo>
                                <a:cubicBezTo>
                                  <a:pt x="2410" y="1775"/>
                                  <a:pt x="1270" y="816"/>
                                  <a:pt x="0" y="672"/>
                                </a:cubicBezTo>
                                <a:lnTo>
                                  <a:pt x="0" y="1823"/>
                                </a:lnTo>
                                <a:cubicBezTo>
                                  <a:pt x="1528" y="2039"/>
                                  <a:pt x="2862" y="3262"/>
                                  <a:pt x="3726" y="4773"/>
                                </a:cubicBezTo>
                                <a:cubicBezTo>
                                  <a:pt x="4598" y="6297"/>
                                  <a:pt x="5053" y="8096"/>
                                  <a:pt x="5427" y="9883"/>
                                </a:cubicBezTo>
                                <a:cubicBezTo>
                                  <a:pt x="5798" y="11670"/>
                                  <a:pt x="6101" y="13493"/>
                                  <a:pt x="6712" y="15184"/>
                                </a:cubicBezTo>
                                <a:cubicBezTo>
                                  <a:pt x="7689" y="17894"/>
                                  <a:pt x="9457" y="20197"/>
                                  <a:pt x="11645" y="21600"/>
                                </a:cubicBezTo>
                                <a:lnTo>
                                  <a:pt x="11938" y="21600"/>
                                </a:lnTo>
                                <a:cubicBezTo>
                                  <a:pt x="9785" y="20377"/>
                                  <a:pt x="8035" y="17942"/>
                                  <a:pt x="7012" y="15399"/>
                                </a:cubicBezTo>
                                <a:cubicBezTo>
                                  <a:pt x="5957" y="12761"/>
                                  <a:pt x="5717" y="10218"/>
                                  <a:pt x="4993" y="7448"/>
                                </a:cubicBezTo>
                                <a:close/>
                                <a:moveTo>
                                  <a:pt x="16144" y="18973"/>
                                </a:moveTo>
                                <a:cubicBezTo>
                                  <a:pt x="16000" y="18758"/>
                                  <a:pt x="15806" y="18614"/>
                                  <a:pt x="15605" y="18494"/>
                                </a:cubicBezTo>
                                <a:cubicBezTo>
                                  <a:pt x="15227" y="18278"/>
                                  <a:pt x="14811" y="18158"/>
                                  <a:pt x="14398" y="18218"/>
                                </a:cubicBezTo>
                                <a:cubicBezTo>
                                  <a:pt x="14189" y="18254"/>
                                  <a:pt x="13921" y="18362"/>
                                  <a:pt x="13889" y="18662"/>
                                </a:cubicBezTo>
                                <a:cubicBezTo>
                                  <a:pt x="13861" y="18901"/>
                                  <a:pt x="14020" y="19105"/>
                                  <a:pt x="14193" y="19141"/>
                                </a:cubicBezTo>
                                <a:cubicBezTo>
                                  <a:pt x="14362" y="19189"/>
                                  <a:pt x="14507" y="19141"/>
                                  <a:pt x="14669" y="19249"/>
                                </a:cubicBezTo>
                                <a:cubicBezTo>
                                  <a:pt x="14895" y="19405"/>
                                  <a:pt x="15036" y="19705"/>
                                  <a:pt x="15227" y="19909"/>
                                </a:cubicBezTo>
                                <a:cubicBezTo>
                                  <a:pt x="15336" y="20029"/>
                                  <a:pt x="15463" y="20125"/>
                                  <a:pt x="15597" y="20197"/>
                                </a:cubicBezTo>
                                <a:cubicBezTo>
                                  <a:pt x="15693" y="20245"/>
                                  <a:pt x="15795" y="20281"/>
                                  <a:pt x="15894" y="20269"/>
                                </a:cubicBezTo>
                                <a:cubicBezTo>
                                  <a:pt x="16116" y="20245"/>
                                  <a:pt x="16300" y="20005"/>
                                  <a:pt x="16339" y="19729"/>
                                </a:cubicBezTo>
                                <a:cubicBezTo>
                                  <a:pt x="16374" y="19477"/>
                                  <a:pt x="16289" y="19189"/>
                                  <a:pt x="16144" y="189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9" name="Shape"/>
                        <wps:cNvSpPr/>
                        <wps:spPr>
                          <a:xfrm>
                            <a:off x="13969" y="0"/>
                            <a:ext cx="7759701" cy="228727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905" y="16527"/>
                                </a:moveTo>
                                <a:cubicBezTo>
                                  <a:pt x="1845" y="16347"/>
                                  <a:pt x="1725" y="16179"/>
                                  <a:pt x="1566" y="16179"/>
                                </a:cubicBezTo>
                                <a:cubicBezTo>
                                  <a:pt x="1471" y="16179"/>
                                  <a:pt x="1382" y="16239"/>
                                  <a:pt x="1315" y="16323"/>
                                </a:cubicBezTo>
                                <a:cubicBezTo>
                                  <a:pt x="1181" y="16479"/>
                                  <a:pt x="1117" y="16707"/>
                                  <a:pt x="1082" y="16923"/>
                                </a:cubicBezTo>
                                <a:cubicBezTo>
                                  <a:pt x="1036" y="17210"/>
                                  <a:pt x="1025" y="17498"/>
                                  <a:pt x="983" y="17786"/>
                                </a:cubicBezTo>
                                <a:cubicBezTo>
                                  <a:pt x="912" y="18302"/>
                                  <a:pt x="739" y="18806"/>
                                  <a:pt x="431" y="19177"/>
                                </a:cubicBezTo>
                                <a:cubicBezTo>
                                  <a:pt x="311" y="19321"/>
                                  <a:pt x="173" y="19441"/>
                                  <a:pt x="14" y="19525"/>
                                </a:cubicBezTo>
                                <a:cubicBezTo>
                                  <a:pt x="14" y="19693"/>
                                  <a:pt x="0" y="19837"/>
                                  <a:pt x="0" y="20005"/>
                                </a:cubicBezTo>
                                <a:cubicBezTo>
                                  <a:pt x="304" y="19909"/>
                                  <a:pt x="580" y="19693"/>
                                  <a:pt x="764" y="19393"/>
                                </a:cubicBezTo>
                                <a:cubicBezTo>
                                  <a:pt x="1043" y="18937"/>
                                  <a:pt x="1103" y="18362"/>
                                  <a:pt x="1220" y="17822"/>
                                </a:cubicBezTo>
                                <a:cubicBezTo>
                                  <a:pt x="1241" y="17726"/>
                                  <a:pt x="1269" y="17618"/>
                                  <a:pt x="1326" y="17534"/>
                                </a:cubicBezTo>
                                <a:cubicBezTo>
                                  <a:pt x="1382" y="17450"/>
                                  <a:pt x="1478" y="17402"/>
                                  <a:pt x="1563" y="17426"/>
                                </a:cubicBezTo>
                                <a:cubicBezTo>
                                  <a:pt x="1662" y="17462"/>
                                  <a:pt x="1707" y="17594"/>
                                  <a:pt x="1736" y="17702"/>
                                </a:cubicBezTo>
                                <a:cubicBezTo>
                                  <a:pt x="1863" y="18230"/>
                                  <a:pt x="1831" y="18782"/>
                                  <a:pt x="1796" y="19321"/>
                                </a:cubicBezTo>
                                <a:cubicBezTo>
                                  <a:pt x="1753" y="19957"/>
                                  <a:pt x="1704" y="20605"/>
                                  <a:pt x="1464" y="21168"/>
                                </a:cubicBezTo>
                                <a:cubicBezTo>
                                  <a:pt x="1400" y="21324"/>
                                  <a:pt x="1319" y="21468"/>
                                  <a:pt x="1220" y="21588"/>
                                </a:cubicBezTo>
                                <a:lnTo>
                                  <a:pt x="1464" y="21588"/>
                                </a:lnTo>
                                <a:cubicBezTo>
                                  <a:pt x="1722" y="21096"/>
                                  <a:pt x="1867" y="20533"/>
                                  <a:pt x="1955" y="19969"/>
                                </a:cubicBezTo>
                                <a:cubicBezTo>
                                  <a:pt x="2114" y="18985"/>
                                  <a:pt x="2128" y="17978"/>
                                  <a:pt x="2001" y="16995"/>
                                </a:cubicBezTo>
                                <a:cubicBezTo>
                                  <a:pt x="1983" y="16839"/>
                                  <a:pt x="1958" y="16683"/>
                                  <a:pt x="1905" y="16527"/>
                                </a:cubicBezTo>
                                <a:close/>
                                <a:moveTo>
                                  <a:pt x="9368" y="16863"/>
                                </a:moveTo>
                                <a:cubicBezTo>
                                  <a:pt x="9075" y="15987"/>
                                  <a:pt x="9068" y="15016"/>
                                  <a:pt x="9011" y="14068"/>
                                </a:cubicBezTo>
                                <a:cubicBezTo>
                                  <a:pt x="8686" y="8707"/>
                                  <a:pt x="6505" y="3550"/>
                                  <a:pt x="3086" y="12"/>
                                </a:cubicBezTo>
                                <a:lnTo>
                                  <a:pt x="2008" y="12"/>
                                </a:lnTo>
                                <a:cubicBezTo>
                                  <a:pt x="3288" y="564"/>
                                  <a:pt x="4377" y="1619"/>
                                  <a:pt x="5229" y="2878"/>
                                </a:cubicBezTo>
                                <a:cubicBezTo>
                                  <a:pt x="6095" y="4150"/>
                                  <a:pt x="6731" y="5613"/>
                                  <a:pt x="7304" y="7112"/>
                                </a:cubicBezTo>
                                <a:cubicBezTo>
                                  <a:pt x="8166" y="9367"/>
                                  <a:pt x="8902" y="11765"/>
                                  <a:pt x="8813" y="14236"/>
                                </a:cubicBezTo>
                                <a:cubicBezTo>
                                  <a:pt x="8785" y="14992"/>
                                  <a:pt x="8686" y="15759"/>
                                  <a:pt x="8842" y="16491"/>
                                </a:cubicBezTo>
                                <a:cubicBezTo>
                                  <a:pt x="9001" y="17234"/>
                                  <a:pt x="9414" y="17870"/>
                                  <a:pt x="9845" y="18446"/>
                                </a:cubicBezTo>
                                <a:cubicBezTo>
                                  <a:pt x="10743" y="19645"/>
                                  <a:pt x="11769" y="20712"/>
                                  <a:pt x="12893" y="21600"/>
                                </a:cubicBezTo>
                                <a:lnTo>
                                  <a:pt x="13200" y="21600"/>
                                </a:lnTo>
                                <a:cubicBezTo>
                                  <a:pt x="12239" y="20784"/>
                                  <a:pt x="11330" y="19861"/>
                                  <a:pt x="10521" y="18842"/>
                                </a:cubicBezTo>
                                <a:cubicBezTo>
                                  <a:pt x="10058" y="18242"/>
                                  <a:pt x="9616" y="17606"/>
                                  <a:pt x="9368" y="16863"/>
                                </a:cubicBezTo>
                                <a:close/>
                                <a:moveTo>
                                  <a:pt x="20645" y="6668"/>
                                </a:moveTo>
                                <a:cubicBezTo>
                                  <a:pt x="20649" y="6093"/>
                                  <a:pt x="20805" y="5481"/>
                                  <a:pt x="20911" y="4917"/>
                                </a:cubicBezTo>
                                <a:cubicBezTo>
                                  <a:pt x="21232" y="3238"/>
                                  <a:pt x="21278" y="1619"/>
                                  <a:pt x="21190" y="0"/>
                                </a:cubicBezTo>
                                <a:lnTo>
                                  <a:pt x="21091" y="0"/>
                                </a:lnTo>
                                <a:cubicBezTo>
                                  <a:pt x="21169" y="1715"/>
                                  <a:pt x="21045" y="3430"/>
                                  <a:pt x="20723" y="5097"/>
                                </a:cubicBezTo>
                                <a:cubicBezTo>
                                  <a:pt x="20660" y="5421"/>
                                  <a:pt x="20589" y="5757"/>
                                  <a:pt x="20557" y="6081"/>
                                </a:cubicBezTo>
                                <a:cubicBezTo>
                                  <a:pt x="20430" y="7400"/>
                                  <a:pt x="20914" y="8719"/>
                                  <a:pt x="21600" y="9739"/>
                                </a:cubicBezTo>
                                <a:lnTo>
                                  <a:pt x="21600" y="9391"/>
                                </a:lnTo>
                                <a:cubicBezTo>
                                  <a:pt x="21126" y="8599"/>
                                  <a:pt x="20638" y="7664"/>
                                  <a:pt x="20645" y="66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0" name="Shape" descr="decorative element"/>
                        <wps:cNvSpPr/>
                        <wps:spPr>
                          <a:xfrm>
                            <a:off x="1269" y="0"/>
                            <a:ext cx="7773671" cy="228727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7789" y="2255"/>
                                </a:moveTo>
                                <a:cubicBezTo>
                                  <a:pt x="17990" y="3094"/>
                                  <a:pt x="18082" y="3958"/>
                                  <a:pt x="18170" y="4821"/>
                                </a:cubicBezTo>
                                <a:cubicBezTo>
                                  <a:pt x="18276" y="5865"/>
                                  <a:pt x="18385" y="6908"/>
                                  <a:pt x="18491" y="7940"/>
                                </a:cubicBezTo>
                                <a:cubicBezTo>
                                  <a:pt x="18569" y="8695"/>
                                  <a:pt x="18646" y="9451"/>
                                  <a:pt x="18837" y="10182"/>
                                </a:cubicBezTo>
                                <a:cubicBezTo>
                                  <a:pt x="19052" y="11010"/>
                                  <a:pt x="19426" y="11801"/>
                                  <a:pt x="20019" y="12281"/>
                                </a:cubicBezTo>
                                <a:cubicBezTo>
                                  <a:pt x="20178" y="12413"/>
                                  <a:pt x="20361" y="12485"/>
                                  <a:pt x="20548" y="12473"/>
                                </a:cubicBezTo>
                                <a:cubicBezTo>
                                  <a:pt x="20623" y="12473"/>
                                  <a:pt x="20704" y="12461"/>
                                  <a:pt x="20767" y="12401"/>
                                </a:cubicBezTo>
                                <a:cubicBezTo>
                                  <a:pt x="20862" y="12317"/>
                                  <a:pt x="20891" y="12149"/>
                                  <a:pt x="20894" y="12005"/>
                                </a:cubicBezTo>
                                <a:cubicBezTo>
                                  <a:pt x="20915" y="11382"/>
                                  <a:pt x="20704" y="10794"/>
                                  <a:pt x="20524" y="10206"/>
                                </a:cubicBezTo>
                                <a:cubicBezTo>
                                  <a:pt x="19917" y="8263"/>
                                  <a:pt x="19603" y="6177"/>
                                  <a:pt x="19603" y="4090"/>
                                </a:cubicBezTo>
                                <a:cubicBezTo>
                                  <a:pt x="19603" y="2722"/>
                                  <a:pt x="19733" y="1343"/>
                                  <a:pt x="19522" y="0"/>
                                </a:cubicBezTo>
                                <a:lnTo>
                                  <a:pt x="19313" y="0"/>
                                </a:lnTo>
                                <a:cubicBezTo>
                                  <a:pt x="19550" y="1439"/>
                                  <a:pt x="19387" y="2938"/>
                                  <a:pt x="19394" y="4414"/>
                                </a:cubicBezTo>
                                <a:cubicBezTo>
                                  <a:pt x="19402" y="6201"/>
                                  <a:pt x="19656" y="7988"/>
                                  <a:pt x="20146" y="9667"/>
                                </a:cubicBezTo>
                                <a:cubicBezTo>
                                  <a:pt x="20291" y="10206"/>
                                  <a:pt x="20467" y="10722"/>
                                  <a:pt x="20503" y="11262"/>
                                </a:cubicBezTo>
                                <a:cubicBezTo>
                                  <a:pt x="20513" y="11406"/>
                                  <a:pt x="20390" y="11502"/>
                                  <a:pt x="20291" y="11442"/>
                                </a:cubicBezTo>
                                <a:cubicBezTo>
                                  <a:pt x="20072" y="11298"/>
                                  <a:pt x="19885" y="11070"/>
                                  <a:pt x="19733" y="10830"/>
                                </a:cubicBezTo>
                                <a:cubicBezTo>
                                  <a:pt x="19169" y="9918"/>
                                  <a:pt x="18992" y="8719"/>
                                  <a:pt x="18837" y="7580"/>
                                </a:cubicBezTo>
                                <a:lnTo>
                                  <a:pt x="18251" y="3346"/>
                                </a:lnTo>
                                <a:cubicBezTo>
                                  <a:pt x="18181" y="2842"/>
                                  <a:pt x="18085" y="2351"/>
                                  <a:pt x="17955" y="1871"/>
                                </a:cubicBezTo>
                                <a:cubicBezTo>
                                  <a:pt x="17789" y="1271"/>
                                  <a:pt x="17499" y="372"/>
                                  <a:pt x="17051" y="12"/>
                                </a:cubicBezTo>
                                <a:lnTo>
                                  <a:pt x="16776" y="12"/>
                                </a:lnTo>
                                <a:cubicBezTo>
                                  <a:pt x="17267" y="624"/>
                                  <a:pt x="17588" y="1427"/>
                                  <a:pt x="17789" y="2255"/>
                                </a:cubicBezTo>
                                <a:close/>
                                <a:moveTo>
                                  <a:pt x="5060" y="11070"/>
                                </a:moveTo>
                                <a:cubicBezTo>
                                  <a:pt x="4722" y="9271"/>
                                  <a:pt x="4358" y="7436"/>
                                  <a:pt x="3568" y="5853"/>
                                </a:cubicBezTo>
                                <a:cubicBezTo>
                                  <a:pt x="2791" y="4282"/>
                                  <a:pt x="1517" y="2950"/>
                                  <a:pt x="0" y="2687"/>
                                </a:cubicBezTo>
                                <a:lnTo>
                                  <a:pt x="0" y="3994"/>
                                </a:lnTo>
                                <a:cubicBezTo>
                                  <a:pt x="593" y="4030"/>
                                  <a:pt x="1133" y="4390"/>
                                  <a:pt x="1613" y="4809"/>
                                </a:cubicBezTo>
                                <a:cubicBezTo>
                                  <a:pt x="2689" y="5745"/>
                                  <a:pt x="3564" y="7004"/>
                                  <a:pt x="4132" y="8443"/>
                                </a:cubicBezTo>
                                <a:cubicBezTo>
                                  <a:pt x="4820" y="10182"/>
                                  <a:pt x="5046" y="12113"/>
                                  <a:pt x="5523" y="13948"/>
                                </a:cubicBezTo>
                                <a:cubicBezTo>
                                  <a:pt x="6331" y="17055"/>
                                  <a:pt x="7954" y="19957"/>
                                  <a:pt x="10311" y="21600"/>
                                </a:cubicBezTo>
                                <a:lnTo>
                                  <a:pt x="11052" y="21600"/>
                                </a:lnTo>
                                <a:cubicBezTo>
                                  <a:pt x="9288" y="20149"/>
                                  <a:pt x="7531" y="18542"/>
                                  <a:pt x="6493" y="16323"/>
                                </a:cubicBezTo>
                                <a:cubicBezTo>
                                  <a:pt x="5741" y="14704"/>
                                  <a:pt x="5403" y="12869"/>
                                  <a:pt x="5060" y="11070"/>
                                </a:cubicBezTo>
                                <a:close/>
                                <a:moveTo>
                                  <a:pt x="18272" y="12257"/>
                                </a:moveTo>
                                <a:cubicBezTo>
                                  <a:pt x="17623" y="10086"/>
                                  <a:pt x="17337" y="7772"/>
                                  <a:pt x="16797" y="5553"/>
                                </a:cubicBezTo>
                                <a:cubicBezTo>
                                  <a:pt x="16518" y="4414"/>
                                  <a:pt x="16155" y="3262"/>
                                  <a:pt x="15474" y="2435"/>
                                </a:cubicBezTo>
                                <a:cubicBezTo>
                                  <a:pt x="14916" y="1751"/>
                                  <a:pt x="14186" y="1343"/>
                                  <a:pt x="13438" y="1067"/>
                                </a:cubicBezTo>
                                <a:cubicBezTo>
                                  <a:pt x="13103" y="947"/>
                                  <a:pt x="12753" y="852"/>
                                  <a:pt x="12474" y="588"/>
                                </a:cubicBezTo>
                                <a:cubicBezTo>
                                  <a:pt x="12284" y="408"/>
                                  <a:pt x="12136" y="168"/>
                                  <a:pt x="11945" y="0"/>
                                </a:cubicBezTo>
                                <a:lnTo>
                                  <a:pt x="11123" y="0"/>
                                </a:lnTo>
                                <a:cubicBezTo>
                                  <a:pt x="11264" y="492"/>
                                  <a:pt x="11515" y="971"/>
                                  <a:pt x="11853" y="1271"/>
                                </a:cubicBezTo>
                                <a:cubicBezTo>
                                  <a:pt x="12213" y="1595"/>
                                  <a:pt x="12619" y="1811"/>
                                  <a:pt x="13018" y="2051"/>
                                </a:cubicBezTo>
                                <a:cubicBezTo>
                                  <a:pt x="13957" y="2603"/>
                                  <a:pt x="14885" y="3262"/>
                                  <a:pt x="15580" y="4234"/>
                                </a:cubicBezTo>
                                <a:cubicBezTo>
                                  <a:pt x="15954" y="4749"/>
                                  <a:pt x="16250" y="5349"/>
                                  <a:pt x="16480" y="5997"/>
                                </a:cubicBezTo>
                                <a:cubicBezTo>
                                  <a:pt x="16723" y="6668"/>
                                  <a:pt x="16896" y="7388"/>
                                  <a:pt x="17062" y="8096"/>
                                </a:cubicBezTo>
                                <a:cubicBezTo>
                                  <a:pt x="17475" y="9835"/>
                                  <a:pt x="17856" y="11634"/>
                                  <a:pt x="18332" y="13349"/>
                                </a:cubicBezTo>
                                <a:cubicBezTo>
                                  <a:pt x="18953" y="15591"/>
                                  <a:pt x="19927" y="17870"/>
                                  <a:pt x="21600" y="18973"/>
                                </a:cubicBezTo>
                                <a:lnTo>
                                  <a:pt x="21600" y="17498"/>
                                </a:lnTo>
                                <a:cubicBezTo>
                                  <a:pt x="19977" y="16467"/>
                                  <a:pt x="18911" y="14404"/>
                                  <a:pt x="18272" y="12257"/>
                                </a:cubicBezTo>
                                <a:close/>
                                <a:moveTo>
                                  <a:pt x="17185" y="15963"/>
                                </a:moveTo>
                                <a:cubicBezTo>
                                  <a:pt x="16727" y="13720"/>
                                  <a:pt x="16536" y="11370"/>
                                  <a:pt x="15784" y="9247"/>
                                </a:cubicBezTo>
                                <a:cubicBezTo>
                                  <a:pt x="15520" y="8503"/>
                                  <a:pt x="15100" y="7724"/>
                                  <a:pt x="14454" y="7628"/>
                                </a:cubicBezTo>
                                <a:cubicBezTo>
                                  <a:pt x="14207" y="7592"/>
                                  <a:pt x="13932" y="7748"/>
                                  <a:pt x="13685" y="7748"/>
                                </a:cubicBezTo>
                                <a:cubicBezTo>
                                  <a:pt x="12563" y="7724"/>
                                  <a:pt x="12100" y="6668"/>
                                  <a:pt x="11638" y="5697"/>
                                </a:cubicBezTo>
                                <a:cubicBezTo>
                                  <a:pt x="10826" y="3970"/>
                                  <a:pt x="10347" y="2003"/>
                                  <a:pt x="10255" y="12"/>
                                </a:cubicBezTo>
                                <a:lnTo>
                                  <a:pt x="10156" y="12"/>
                                </a:lnTo>
                                <a:cubicBezTo>
                                  <a:pt x="10230" y="2111"/>
                                  <a:pt x="10661" y="4186"/>
                                  <a:pt x="11409" y="6069"/>
                                </a:cubicBezTo>
                                <a:cubicBezTo>
                                  <a:pt x="11416" y="6093"/>
                                  <a:pt x="11423" y="6105"/>
                                  <a:pt x="11430" y="6117"/>
                                </a:cubicBezTo>
                                <a:cubicBezTo>
                                  <a:pt x="11472" y="6201"/>
                                  <a:pt x="11504" y="6285"/>
                                  <a:pt x="11529" y="6368"/>
                                </a:cubicBezTo>
                                <a:cubicBezTo>
                                  <a:pt x="11663" y="6812"/>
                                  <a:pt x="11691" y="7304"/>
                                  <a:pt x="11790" y="7772"/>
                                </a:cubicBezTo>
                                <a:cubicBezTo>
                                  <a:pt x="11910" y="8347"/>
                                  <a:pt x="12143" y="8899"/>
                                  <a:pt x="12460" y="9355"/>
                                </a:cubicBezTo>
                                <a:cubicBezTo>
                                  <a:pt x="12781" y="9811"/>
                                  <a:pt x="13335" y="10182"/>
                                  <a:pt x="13727" y="9823"/>
                                </a:cubicBezTo>
                                <a:cubicBezTo>
                                  <a:pt x="14098" y="9487"/>
                                  <a:pt x="14147" y="8635"/>
                                  <a:pt x="14652" y="8647"/>
                                </a:cubicBezTo>
                                <a:cubicBezTo>
                                  <a:pt x="14842" y="8647"/>
                                  <a:pt x="15015" y="8791"/>
                                  <a:pt x="15121" y="8995"/>
                                </a:cubicBezTo>
                                <a:cubicBezTo>
                                  <a:pt x="15555" y="9835"/>
                                  <a:pt x="15784" y="10794"/>
                                  <a:pt x="15989" y="11741"/>
                                </a:cubicBezTo>
                                <a:cubicBezTo>
                                  <a:pt x="16370" y="13540"/>
                                  <a:pt x="16674" y="15363"/>
                                  <a:pt x="17185" y="17102"/>
                                </a:cubicBezTo>
                                <a:cubicBezTo>
                                  <a:pt x="17679" y="18782"/>
                                  <a:pt x="18399" y="20401"/>
                                  <a:pt x="19447" y="21600"/>
                                </a:cubicBezTo>
                                <a:lnTo>
                                  <a:pt x="19927" y="21600"/>
                                </a:lnTo>
                                <a:cubicBezTo>
                                  <a:pt x="18428" y="20377"/>
                                  <a:pt x="17634" y="18146"/>
                                  <a:pt x="17185" y="159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63500">
                            <a:noFill/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1" name="Shape"/>
                        <wps:cNvSpPr/>
                        <wps:spPr>
                          <a:xfrm>
                            <a:off x="1283970" y="2108200"/>
                            <a:ext cx="264289" cy="18001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07" h="21410" extrusionOk="0">
                                <a:moveTo>
                                  <a:pt x="15342" y="2982"/>
                                </a:moveTo>
                                <a:cubicBezTo>
                                  <a:pt x="14438" y="2076"/>
                                  <a:pt x="13333" y="1169"/>
                                  <a:pt x="11826" y="565"/>
                                </a:cubicBezTo>
                                <a:cubicBezTo>
                                  <a:pt x="10319" y="-39"/>
                                  <a:pt x="8410" y="-190"/>
                                  <a:pt x="6802" y="263"/>
                                </a:cubicBezTo>
                                <a:cubicBezTo>
                                  <a:pt x="4090" y="1018"/>
                                  <a:pt x="3387" y="3133"/>
                                  <a:pt x="3085" y="5097"/>
                                </a:cubicBezTo>
                                <a:cubicBezTo>
                                  <a:pt x="2683" y="8118"/>
                                  <a:pt x="2583" y="11139"/>
                                  <a:pt x="2181" y="14160"/>
                                </a:cubicBezTo>
                                <a:cubicBezTo>
                                  <a:pt x="1880" y="16123"/>
                                  <a:pt x="-431" y="19446"/>
                                  <a:pt x="71" y="21410"/>
                                </a:cubicBezTo>
                                <a:lnTo>
                                  <a:pt x="20566" y="21410"/>
                                </a:lnTo>
                                <a:cubicBezTo>
                                  <a:pt x="21169" y="19144"/>
                                  <a:pt x="20868" y="16727"/>
                                  <a:pt x="20466" y="14462"/>
                                </a:cubicBezTo>
                                <a:cubicBezTo>
                                  <a:pt x="19662" y="10534"/>
                                  <a:pt x="18657" y="6456"/>
                                  <a:pt x="15342" y="29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2" name="Shape"/>
                        <wps:cNvSpPr/>
                        <wps:spPr>
                          <a:xfrm>
                            <a:off x="3747770" y="1"/>
                            <a:ext cx="4024630" cy="21145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4927" y="1531"/>
                                </a:moveTo>
                                <a:cubicBezTo>
                                  <a:pt x="15213" y="1972"/>
                                  <a:pt x="15541" y="2322"/>
                                  <a:pt x="15636" y="2815"/>
                                </a:cubicBezTo>
                                <a:cubicBezTo>
                                  <a:pt x="15656" y="2919"/>
                                  <a:pt x="15670" y="3010"/>
                                  <a:pt x="15718" y="3114"/>
                                </a:cubicBezTo>
                                <a:cubicBezTo>
                                  <a:pt x="15772" y="3204"/>
                                  <a:pt x="15868" y="3295"/>
                                  <a:pt x="16011" y="3321"/>
                                </a:cubicBezTo>
                                <a:cubicBezTo>
                                  <a:pt x="16161" y="3347"/>
                                  <a:pt x="16324" y="3308"/>
                                  <a:pt x="16433" y="3230"/>
                                </a:cubicBezTo>
                                <a:cubicBezTo>
                                  <a:pt x="16543" y="3152"/>
                                  <a:pt x="16604" y="3049"/>
                                  <a:pt x="16645" y="2945"/>
                                </a:cubicBezTo>
                                <a:cubicBezTo>
                                  <a:pt x="16692" y="2828"/>
                                  <a:pt x="16720" y="2698"/>
                                  <a:pt x="16733" y="2569"/>
                                </a:cubicBezTo>
                                <a:cubicBezTo>
                                  <a:pt x="16774" y="2257"/>
                                  <a:pt x="16767" y="1946"/>
                                  <a:pt x="16617" y="1648"/>
                                </a:cubicBezTo>
                                <a:cubicBezTo>
                                  <a:pt x="16468" y="1349"/>
                                  <a:pt x="16168" y="1090"/>
                                  <a:pt x="15752" y="973"/>
                                </a:cubicBezTo>
                                <a:cubicBezTo>
                                  <a:pt x="15179" y="830"/>
                                  <a:pt x="14668" y="1129"/>
                                  <a:pt x="14927" y="1531"/>
                                </a:cubicBezTo>
                                <a:close/>
                                <a:moveTo>
                                  <a:pt x="15745" y="16774"/>
                                </a:moveTo>
                                <a:cubicBezTo>
                                  <a:pt x="14532" y="14880"/>
                                  <a:pt x="13932" y="12830"/>
                                  <a:pt x="13032" y="10845"/>
                                </a:cubicBezTo>
                                <a:cubicBezTo>
                                  <a:pt x="12133" y="8861"/>
                                  <a:pt x="10865" y="6889"/>
                                  <a:pt x="8656" y="5514"/>
                                </a:cubicBezTo>
                                <a:cubicBezTo>
                                  <a:pt x="7157" y="4579"/>
                                  <a:pt x="5303" y="3970"/>
                                  <a:pt x="3667" y="3165"/>
                                </a:cubicBezTo>
                                <a:cubicBezTo>
                                  <a:pt x="2093" y="2387"/>
                                  <a:pt x="641" y="1323"/>
                                  <a:pt x="3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327" y="921"/>
                                  <a:pt x="995" y="1790"/>
                                  <a:pt x="1936" y="2478"/>
                                </a:cubicBezTo>
                                <a:cubicBezTo>
                                  <a:pt x="3551" y="3658"/>
                                  <a:pt x="5835" y="4281"/>
                                  <a:pt x="7627" y="5319"/>
                                </a:cubicBezTo>
                                <a:cubicBezTo>
                                  <a:pt x="10013" y="6720"/>
                                  <a:pt x="11383" y="8783"/>
                                  <a:pt x="12344" y="10858"/>
                                </a:cubicBezTo>
                                <a:cubicBezTo>
                                  <a:pt x="13305" y="12934"/>
                                  <a:pt x="13946" y="15088"/>
                                  <a:pt x="15234" y="17072"/>
                                </a:cubicBezTo>
                                <a:cubicBezTo>
                                  <a:pt x="16522" y="19044"/>
                                  <a:pt x="18703" y="20835"/>
                                  <a:pt x="21600" y="21600"/>
                                </a:cubicBezTo>
                                <a:lnTo>
                                  <a:pt x="21600" y="21250"/>
                                </a:lnTo>
                                <a:cubicBezTo>
                                  <a:pt x="18880" y="20432"/>
                                  <a:pt x="16951" y="18655"/>
                                  <a:pt x="15745" y="167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43" name="Group 1"/>
                      <wpg:cNvGrpSpPr/>
                      <wpg:grpSpPr>
                        <a:xfrm>
                          <a:off x="2784764" y="8693727"/>
                          <a:ext cx="4576746" cy="1371603"/>
                          <a:chOff x="0" y="0"/>
                          <a:chExt cx="4576746" cy="1371603"/>
                        </a:xfrm>
                      </wpg:grpSpPr>
                      <wps:wsp>
                        <wps:cNvPr id="44" name="Rectangle"/>
                        <wps:cNvSpPr/>
                        <wps:spPr>
                          <a:xfrm>
                            <a:off x="0" y="1"/>
                            <a:ext cx="4572000" cy="13716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0">
                            <a:noFill/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5" name="Shape"/>
                        <wps:cNvSpPr/>
                        <wps:spPr>
                          <a:xfrm>
                            <a:off x="2476500" y="1"/>
                            <a:ext cx="2092961" cy="126110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9070" y="4742"/>
                                </a:moveTo>
                                <a:cubicBezTo>
                                  <a:pt x="19922" y="4503"/>
                                  <a:pt x="20800" y="4677"/>
                                  <a:pt x="21600" y="5199"/>
                                </a:cubicBezTo>
                                <a:lnTo>
                                  <a:pt x="21600" y="4938"/>
                                </a:lnTo>
                                <a:cubicBezTo>
                                  <a:pt x="21010" y="4481"/>
                                  <a:pt x="20342" y="4307"/>
                                  <a:pt x="19686" y="4307"/>
                                </a:cubicBezTo>
                                <a:cubicBezTo>
                                  <a:pt x="18690" y="4285"/>
                                  <a:pt x="17602" y="4720"/>
                                  <a:pt x="16973" y="6004"/>
                                </a:cubicBezTo>
                                <a:cubicBezTo>
                                  <a:pt x="16488" y="7004"/>
                                  <a:pt x="16344" y="8375"/>
                                  <a:pt x="16423" y="9636"/>
                                </a:cubicBezTo>
                                <a:cubicBezTo>
                                  <a:pt x="16462" y="10245"/>
                                  <a:pt x="16554" y="10854"/>
                                  <a:pt x="16698" y="11420"/>
                                </a:cubicBezTo>
                                <a:cubicBezTo>
                                  <a:pt x="17288" y="13704"/>
                                  <a:pt x="18730" y="15074"/>
                                  <a:pt x="19542" y="17184"/>
                                </a:cubicBezTo>
                                <a:cubicBezTo>
                                  <a:pt x="19870" y="18033"/>
                                  <a:pt x="20093" y="18990"/>
                                  <a:pt x="20407" y="19838"/>
                                </a:cubicBezTo>
                                <a:cubicBezTo>
                                  <a:pt x="20696" y="20599"/>
                                  <a:pt x="21089" y="21295"/>
                                  <a:pt x="21587" y="21600"/>
                                </a:cubicBezTo>
                                <a:lnTo>
                                  <a:pt x="21587" y="21143"/>
                                </a:lnTo>
                                <a:cubicBezTo>
                                  <a:pt x="21285" y="20839"/>
                                  <a:pt x="21023" y="20425"/>
                                  <a:pt x="20853" y="19903"/>
                                </a:cubicBezTo>
                                <a:cubicBezTo>
                                  <a:pt x="20565" y="19033"/>
                                  <a:pt x="20512" y="17989"/>
                                  <a:pt x="20184" y="17163"/>
                                </a:cubicBezTo>
                                <a:cubicBezTo>
                                  <a:pt x="19988" y="16662"/>
                                  <a:pt x="19686" y="16271"/>
                                  <a:pt x="19464" y="15770"/>
                                </a:cubicBezTo>
                                <a:cubicBezTo>
                                  <a:pt x="18939" y="14639"/>
                                  <a:pt x="18861" y="13095"/>
                                  <a:pt x="18350" y="11942"/>
                                </a:cubicBezTo>
                                <a:cubicBezTo>
                                  <a:pt x="18100" y="11376"/>
                                  <a:pt x="17760" y="10920"/>
                                  <a:pt x="17498" y="10376"/>
                                </a:cubicBezTo>
                                <a:cubicBezTo>
                                  <a:pt x="17183" y="9702"/>
                                  <a:pt x="17013" y="8853"/>
                                  <a:pt x="17039" y="8005"/>
                                </a:cubicBezTo>
                                <a:cubicBezTo>
                                  <a:pt x="17065" y="7156"/>
                                  <a:pt x="17288" y="6330"/>
                                  <a:pt x="17655" y="5743"/>
                                </a:cubicBezTo>
                                <a:cubicBezTo>
                                  <a:pt x="18061" y="5177"/>
                                  <a:pt x="18559" y="4894"/>
                                  <a:pt x="19070" y="4742"/>
                                </a:cubicBezTo>
                                <a:close/>
                                <a:moveTo>
                                  <a:pt x="10354" y="0"/>
                                </a:moveTo>
                                <a:cubicBezTo>
                                  <a:pt x="10433" y="1001"/>
                                  <a:pt x="10459" y="2023"/>
                                  <a:pt x="10420" y="3067"/>
                                </a:cubicBezTo>
                                <a:cubicBezTo>
                                  <a:pt x="10381" y="4176"/>
                                  <a:pt x="10263" y="5351"/>
                                  <a:pt x="9830" y="6199"/>
                                </a:cubicBezTo>
                                <a:cubicBezTo>
                                  <a:pt x="9489" y="6895"/>
                                  <a:pt x="8978" y="7331"/>
                                  <a:pt x="8637" y="8027"/>
                                </a:cubicBezTo>
                                <a:cubicBezTo>
                                  <a:pt x="8192" y="8940"/>
                                  <a:pt x="8061" y="10158"/>
                                  <a:pt x="7890" y="11311"/>
                                </a:cubicBezTo>
                                <a:cubicBezTo>
                                  <a:pt x="7720" y="12464"/>
                                  <a:pt x="7432" y="13682"/>
                                  <a:pt x="6802" y="14226"/>
                                </a:cubicBezTo>
                                <a:cubicBezTo>
                                  <a:pt x="6317" y="14661"/>
                                  <a:pt x="5728" y="14596"/>
                                  <a:pt x="5230" y="14226"/>
                                </a:cubicBezTo>
                                <a:cubicBezTo>
                                  <a:pt x="4732" y="13856"/>
                                  <a:pt x="4325" y="13225"/>
                                  <a:pt x="3971" y="12551"/>
                                </a:cubicBezTo>
                                <a:cubicBezTo>
                                  <a:pt x="2831" y="10332"/>
                                  <a:pt x="2215" y="7526"/>
                                  <a:pt x="1756" y="4720"/>
                                </a:cubicBezTo>
                                <a:cubicBezTo>
                                  <a:pt x="1547" y="3393"/>
                                  <a:pt x="1363" y="2045"/>
                                  <a:pt x="1035" y="783"/>
                                </a:cubicBezTo>
                                <a:cubicBezTo>
                                  <a:pt x="970" y="522"/>
                                  <a:pt x="891" y="261"/>
                                  <a:pt x="813" y="22"/>
                                </a:cubicBezTo>
                                <a:lnTo>
                                  <a:pt x="0" y="22"/>
                                </a:lnTo>
                                <a:cubicBezTo>
                                  <a:pt x="210" y="740"/>
                                  <a:pt x="393" y="1457"/>
                                  <a:pt x="550" y="2197"/>
                                </a:cubicBezTo>
                                <a:cubicBezTo>
                                  <a:pt x="878" y="3785"/>
                                  <a:pt x="1088" y="5438"/>
                                  <a:pt x="1402" y="7026"/>
                                </a:cubicBezTo>
                                <a:cubicBezTo>
                                  <a:pt x="1704" y="8549"/>
                                  <a:pt x="2110" y="10006"/>
                                  <a:pt x="2621" y="11376"/>
                                </a:cubicBezTo>
                                <a:cubicBezTo>
                                  <a:pt x="3001" y="12421"/>
                                  <a:pt x="3447" y="13421"/>
                                  <a:pt x="4037" y="14161"/>
                                </a:cubicBezTo>
                                <a:cubicBezTo>
                                  <a:pt x="4758" y="15053"/>
                                  <a:pt x="5662" y="15509"/>
                                  <a:pt x="6567" y="15422"/>
                                </a:cubicBezTo>
                                <a:cubicBezTo>
                                  <a:pt x="7183" y="15357"/>
                                  <a:pt x="7838" y="14987"/>
                                  <a:pt x="8205" y="14161"/>
                                </a:cubicBezTo>
                                <a:cubicBezTo>
                                  <a:pt x="8585" y="13291"/>
                                  <a:pt x="8598" y="12138"/>
                                  <a:pt x="8795" y="11115"/>
                                </a:cubicBezTo>
                                <a:cubicBezTo>
                                  <a:pt x="9070" y="9723"/>
                                  <a:pt x="9699" y="8636"/>
                                  <a:pt x="10118" y="7352"/>
                                </a:cubicBezTo>
                                <a:cubicBezTo>
                                  <a:pt x="10852" y="5155"/>
                                  <a:pt x="10931" y="2567"/>
                                  <a:pt x="10708" y="44"/>
                                </a:cubicBezTo>
                                <a:lnTo>
                                  <a:pt x="10354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6" name="Shape"/>
                        <wps:cNvSpPr/>
                        <wps:spPr>
                          <a:xfrm>
                            <a:off x="2349500" y="838200"/>
                            <a:ext cx="1899921" cy="53239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306" extrusionOk="0">
                                <a:moveTo>
                                  <a:pt x="18337" y="5957"/>
                                </a:moveTo>
                                <a:cubicBezTo>
                                  <a:pt x="17499" y="3467"/>
                                  <a:pt x="16532" y="1536"/>
                                  <a:pt x="15464" y="519"/>
                                </a:cubicBezTo>
                                <a:cubicBezTo>
                                  <a:pt x="14857" y="-40"/>
                                  <a:pt x="14193" y="-294"/>
                                  <a:pt x="13601" y="519"/>
                                </a:cubicBezTo>
                                <a:cubicBezTo>
                                  <a:pt x="12417" y="2095"/>
                                  <a:pt x="11926" y="7177"/>
                                  <a:pt x="10872" y="9667"/>
                                </a:cubicBezTo>
                                <a:cubicBezTo>
                                  <a:pt x="9630" y="12666"/>
                                  <a:pt x="7970" y="11446"/>
                                  <a:pt x="6541" y="9871"/>
                                </a:cubicBezTo>
                                <a:cubicBezTo>
                                  <a:pt x="5111" y="8295"/>
                                  <a:pt x="3537" y="6516"/>
                                  <a:pt x="2166" y="8549"/>
                                </a:cubicBezTo>
                                <a:cubicBezTo>
                                  <a:pt x="967" y="10328"/>
                                  <a:pt x="217" y="14750"/>
                                  <a:pt x="43" y="19273"/>
                                </a:cubicBezTo>
                                <a:cubicBezTo>
                                  <a:pt x="14" y="19934"/>
                                  <a:pt x="0" y="20594"/>
                                  <a:pt x="0" y="21255"/>
                                </a:cubicBezTo>
                                <a:lnTo>
                                  <a:pt x="347" y="21255"/>
                                </a:lnTo>
                                <a:cubicBezTo>
                                  <a:pt x="347" y="20849"/>
                                  <a:pt x="361" y="20493"/>
                                  <a:pt x="375" y="20086"/>
                                </a:cubicBezTo>
                                <a:cubicBezTo>
                                  <a:pt x="491" y="17342"/>
                                  <a:pt x="837" y="14699"/>
                                  <a:pt x="1444" y="12971"/>
                                </a:cubicBezTo>
                                <a:cubicBezTo>
                                  <a:pt x="2483" y="9972"/>
                                  <a:pt x="4028" y="10277"/>
                                  <a:pt x="5313" y="11751"/>
                                </a:cubicBezTo>
                                <a:cubicBezTo>
                                  <a:pt x="6598" y="13225"/>
                                  <a:pt x="7811" y="15614"/>
                                  <a:pt x="9140" y="16376"/>
                                </a:cubicBezTo>
                                <a:cubicBezTo>
                                  <a:pt x="10482" y="17138"/>
                                  <a:pt x="12071" y="15665"/>
                                  <a:pt x="12634" y="11345"/>
                                </a:cubicBezTo>
                                <a:cubicBezTo>
                                  <a:pt x="12821" y="9871"/>
                                  <a:pt x="12879" y="8194"/>
                                  <a:pt x="13125" y="6821"/>
                                </a:cubicBezTo>
                                <a:cubicBezTo>
                                  <a:pt x="13486" y="4687"/>
                                  <a:pt x="14236" y="3670"/>
                                  <a:pt x="14944" y="3721"/>
                                </a:cubicBezTo>
                                <a:cubicBezTo>
                                  <a:pt x="15651" y="3772"/>
                                  <a:pt x="16330" y="4738"/>
                                  <a:pt x="16936" y="5957"/>
                                </a:cubicBezTo>
                                <a:cubicBezTo>
                                  <a:pt x="17730" y="7482"/>
                                  <a:pt x="18467" y="9413"/>
                                  <a:pt x="19117" y="11599"/>
                                </a:cubicBezTo>
                                <a:cubicBezTo>
                                  <a:pt x="19694" y="13530"/>
                                  <a:pt x="20214" y="15715"/>
                                  <a:pt x="20661" y="18104"/>
                                </a:cubicBezTo>
                                <a:cubicBezTo>
                                  <a:pt x="20849" y="19121"/>
                                  <a:pt x="21022" y="20239"/>
                                  <a:pt x="21196" y="21306"/>
                                </a:cubicBezTo>
                                <a:lnTo>
                                  <a:pt x="21600" y="21306"/>
                                </a:lnTo>
                                <a:cubicBezTo>
                                  <a:pt x="20864" y="15461"/>
                                  <a:pt x="19795" y="10226"/>
                                  <a:pt x="18337" y="59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7" name="Shape"/>
                        <wps:cNvSpPr/>
                        <wps:spPr>
                          <a:xfrm>
                            <a:off x="393699" y="0"/>
                            <a:ext cx="4183047" cy="137160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68" h="21600" extrusionOk="0">
                                <a:moveTo>
                                  <a:pt x="8882" y="4400"/>
                                </a:moveTo>
                                <a:cubicBezTo>
                                  <a:pt x="7846" y="1660"/>
                                  <a:pt x="6425" y="720"/>
                                  <a:pt x="5056" y="580"/>
                                </a:cubicBezTo>
                                <a:cubicBezTo>
                                  <a:pt x="4398" y="520"/>
                                  <a:pt x="3727" y="600"/>
                                  <a:pt x="3088" y="1160"/>
                                </a:cubicBezTo>
                                <a:cubicBezTo>
                                  <a:pt x="2058" y="2060"/>
                                  <a:pt x="1152" y="4200"/>
                                  <a:pt x="598" y="7020"/>
                                </a:cubicBezTo>
                                <a:cubicBezTo>
                                  <a:pt x="50" y="9840"/>
                                  <a:pt x="-132" y="13300"/>
                                  <a:pt x="96" y="16520"/>
                                </a:cubicBezTo>
                                <a:cubicBezTo>
                                  <a:pt x="181" y="17720"/>
                                  <a:pt x="331" y="18920"/>
                                  <a:pt x="605" y="19800"/>
                                </a:cubicBezTo>
                                <a:cubicBezTo>
                                  <a:pt x="943" y="20900"/>
                                  <a:pt x="1432" y="21420"/>
                                  <a:pt x="1921" y="21600"/>
                                </a:cubicBezTo>
                                <a:lnTo>
                                  <a:pt x="2775" y="21600"/>
                                </a:lnTo>
                                <a:cubicBezTo>
                                  <a:pt x="3544" y="21340"/>
                                  <a:pt x="4300" y="20460"/>
                                  <a:pt x="4998" y="19380"/>
                                </a:cubicBezTo>
                                <a:cubicBezTo>
                                  <a:pt x="5284" y="18940"/>
                                  <a:pt x="5571" y="18440"/>
                                  <a:pt x="5884" y="18200"/>
                                </a:cubicBezTo>
                                <a:cubicBezTo>
                                  <a:pt x="6288" y="17900"/>
                                  <a:pt x="6705" y="18040"/>
                                  <a:pt x="7116" y="17980"/>
                                </a:cubicBezTo>
                                <a:cubicBezTo>
                                  <a:pt x="7950" y="17860"/>
                                  <a:pt x="8797" y="16880"/>
                                  <a:pt x="9325" y="14900"/>
                                </a:cubicBezTo>
                                <a:cubicBezTo>
                                  <a:pt x="9723" y="13440"/>
                                  <a:pt x="9905" y="11140"/>
                                  <a:pt x="9782" y="9260"/>
                                </a:cubicBezTo>
                                <a:cubicBezTo>
                                  <a:pt x="9658" y="7340"/>
                                  <a:pt x="9371" y="5700"/>
                                  <a:pt x="8882" y="4400"/>
                                </a:cubicBezTo>
                                <a:close/>
                                <a:moveTo>
                                  <a:pt x="9703" y="10720"/>
                                </a:moveTo>
                                <a:cubicBezTo>
                                  <a:pt x="9690" y="11600"/>
                                  <a:pt x="9658" y="12260"/>
                                  <a:pt x="9527" y="13040"/>
                                </a:cubicBezTo>
                                <a:cubicBezTo>
                                  <a:pt x="9338" y="14180"/>
                                  <a:pt x="9117" y="15020"/>
                                  <a:pt x="8797" y="15820"/>
                                </a:cubicBezTo>
                                <a:cubicBezTo>
                                  <a:pt x="8478" y="16620"/>
                                  <a:pt x="8074" y="17160"/>
                                  <a:pt x="7663" y="17140"/>
                                </a:cubicBezTo>
                                <a:cubicBezTo>
                                  <a:pt x="7214" y="17140"/>
                                  <a:pt x="6783" y="16520"/>
                                  <a:pt x="6334" y="16480"/>
                                </a:cubicBezTo>
                                <a:cubicBezTo>
                                  <a:pt x="5701" y="16440"/>
                                  <a:pt x="5082" y="17400"/>
                                  <a:pt x="4567" y="18520"/>
                                </a:cubicBezTo>
                                <a:cubicBezTo>
                                  <a:pt x="4046" y="19640"/>
                                  <a:pt x="3498" y="20840"/>
                                  <a:pt x="2873" y="20960"/>
                                </a:cubicBezTo>
                                <a:cubicBezTo>
                                  <a:pt x="2384" y="21060"/>
                                  <a:pt x="1732" y="20640"/>
                                  <a:pt x="1387" y="19560"/>
                                </a:cubicBezTo>
                                <a:cubicBezTo>
                                  <a:pt x="1263" y="19160"/>
                                  <a:pt x="1159" y="18700"/>
                                  <a:pt x="1119" y="18160"/>
                                </a:cubicBezTo>
                                <a:cubicBezTo>
                                  <a:pt x="1067" y="17480"/>
                                  <a:pt x="1132" y="16760"/>
                                  <a:pt x="1139" y="16040"/>
                                </a:cubicBezTo>
                                <a:cubicBezTo>
                                  <a:pt x="1159" y="14540"/>
                                  <a:pt x="748" y="12780"/>
                                  <a:pt x="696" y="11280"/>
                                </a:cubicBezTo>
                                <a:cubicBezTo>
                                  <a:pt x="624" y="9180"/>
                                  <a:pt x="1048" y="6900"/>
                                  <a:pt x="1478" y="5280"/>
                                </a:cubicBezTo>
                                <a:cubicBezTo>
                                  <a:pt x="1908" y="3660"/>
                                  <a:pt x="2397" y="2720"/>
                                  <a:pt x="3023" y="1880"/>
                                </a:cubicBezTo>
                                <a:cubicBezTo>
                                  <a:pt x="3277" y="1540"/>
                                  <a:pt x="3720" y="1160"/>
                                  <a:pt x="4052" y="1040"/>
                                </a:cubicBezTo>
                                <a:cubicBezTo>
                                  <a:pt x="4352" y="940"/>
                                  <a:pt x="4704" y="940"/>
                                  <a:pt x="5004" y="980"/>
                                </a:cubicBezTo>
                                <a:cubicBezTo>
                                  <a:pt x="5884" y="1100"/>
                                  <a:pt x="6764" y="1680"/>
                                  <a:pt x="7579" y="2720"/>
                                </a:cubicBezTo>
                                <a:cubicBezTo>
                                  <a:pt x="8120" y="3400"/>
                                  <a:pt x="8647" y="4340"/>
                                  <a:pt x="9052" y="5660"/>
                                </a:cubicBezTo>
                                <a:cubicBezTo>
                                  <a:pt x="9241" y="6300"/>
                                  <a:pt x="9384" y="6860"/>
                                  <a:pt x="9495" y="7640"/>
                                </a:cubicBezTo>
                                <a:cubicBezTo>
                                  <a:pt x="9619" y="8620"/>
                                  <a:pt x="9716" y="9740"/>
                                  <a:pt x="9703" y="10720"/>
                                </a:cubicBezTo>
                                <a:close/>
                                <a:moveTo>
                                  <a:pt x="6588" y="2640"/>
                                </a:moveTo>
                                <a:cubicBezTo>
                                  <a:pt x="6223" y="2360"/>
                                  <a:pt x="5845" y="2200"/>
                                  <a:pt x="5473" y="2160"/>
                                </a:cubicBezTo>
                                <a:cubicBezTo>
                                  <a:pt x="5024" y="2120"/>
                                  <a:pt x="4561" y="2240"/>
                                  <a:pt x="4150" y="2800"/>
                                </a:cubicBezTo>
                                <a:cubicBezTo>
                                  <a:pt x="3740" y="3340"/>
                                  <a:pt x="3375" y="4360"/>
                                  <a:pt x="3231" y="5660"/>
                                </a:cubicBezTo>
                                <a:cubicBezTo>
                                  <a:pt x="3173" y="6200"/>
                                  <a:pt x="3146" y="6760"/>
                                  <a:pt x="3140" y="7320"/>
                                </a:cubicBezTo>
                                <a:cubicBezTo>
                                  <a:pt x="3127" y="8500"/>
                                  <a:pt x="3218" y="9800"/>
                                  <a:pt x="3538" y="10480"/>
                                </a:cubicBezTo>
                                <a:cubicBezTo>
                                  <a:pt x="3844" y="11140"/>
                                  <a:pt x="4254" y="11000"/>
                                  <a:pt x="4626" y="11040"/>
                                </a:cubicBezTo>
                                <a:cubicBezTo>
                                  <a:pt x="5486" y="11140"/>
                                  <a:pt x="6295" y="12380"/>
                                  <a:pt x="7142" y="12780"/>
                                </a:cubicBezTo>
                                <a:cubicBezTo>
                                  <a:pt x="7390" y="12900"/>
                                  <a:pt x="7644" y="12940"/>
                                  <a:pt x="7891" y="12780"/>
                                </a:cubicBezTo>
                                <a:cubicBezTo>
                                  <a:pt x="8393" y="12440"/>
                                  <a:pt x="8810" y="11180"/>
                                  <a:pt x="8934" y="9660"/>
                                </a:cubicBezTo>
                                <a:cubicBezTo>
                                  <a:pt x="9267" y="5540"/>
                                  <a:pt x="7618" y="3440"/>
                                  <a:pt x="6588" y="2640"/>
                                </a:cubicBezTo>
                                <a:close/>
                                <a:moveTo>
                                  <a:pt x="8276" y="9400"/>
                                </a:moveTo>
                                <a:cubicBezTo>
                                  <a:pt x="8133" y="10000"/>
                                  <a:pt x="8120" y="10840"/>
                                  <a:pt x="7963" y="11420"/>
                                </a:cubicBezTo>
                                <a:cubicBezTo>
                                  <a:pt x="7872" y="11760"/>
                                  <a:pt x="7715" y="12100"/>
                                  <a:pt x="7579" y="12220"/>
                                </a:cubicBezTo>
                                <a:cubicBezTo>
                                  <a:pt x="7233" y="12520"/>
                                  <a:pt x="6868" y="12360"/>
                                  <a:pt x="6523" y="12020"/>
                                </a:cubicBezTo>
                                <a:cubicBezTo>
                                  <a:pt x="6184" y="11700"/>
                                  <a:pt x="5877" y="11080"/>
                                  <a:pt x="5532" y="10800"/>
                                </a:cubicBezTo>
                                <a:cubicBezTo>
                                  <a:pt x="5206" y="10520"/>
                                  <a:pt x="4880" y="10500"/>
                                  <a:pt x="4541" y="10460"/>
                                </a:cubicBezTo>
                                <a:cubicBezTo>
                                  <a:pt x="4320" y="10440"/>
                                  <a:pt x="4072" y="10320"/>
                                  <a:pt x="3883" y="9960"/>
                                </a:cubicBezTo>
                                <a:cubicBezTo>
                                  <a:pt x="3629" y="9480"/>
                                  <a:pt x="3479" y="8520"/>
                                  <a:pt x="3466" y="7600"/>
                                </a:cubicBezTo>
                                <a:cubicBezTo>
                                  <a:pt x="3453" y="6600"/>
                                  <a:pt x="3531" y="5200"/>
                                  <a:pt x="3733" y="4420"/>
                                </a:cubicBezTo>
                                <a:cubicBezTo>
                                  <a:pt x="3876" y="3860"/>
                                  <a:pt x="4079" y="3460"/>
                                  <a:pt x="4294" y="3180"/>
                                </a:cubicBezTo>
                                <a:cubicBezTo>
                                  <a:pt x="4874" y="2400"/>
                                  <a:pt x="5532" y="2500"/>
                                  <a:pt x="6158" y="2760"/>
                                </a:cubicBezTo>
                                <a:cubicBezTo>
                                  <a:pt x="6620" y="2960"/>
                                  <a:pt x="7155" y="3540"/>
                                  <a:pt x="7585" y="4060"/>
                                </a:cubicBezTo>
                                <a:cubicBezTo>
                                  <a:pt x="7787" y="4320"/>
                                  <a:pt x="7957" y="4680"/>
                                  <a:pt x="8139" y="5060"/>
                                </a:cubicBezTo>
                                <a:cubicBezTo>
                                  <a:pt x="8361" y="5520"/>
                                  <a:pt x="8634" y="6100"/>
                                  <a:pt x="8693" y="6940"/>
                                </a:cubicBezTo>
                                <a:cubicBezTo>
                                  <a:pt x="8771" y="8240"/>
                                  <a:pt x="8491" y="8500"/>
                                  <a:pt x="8276" y="9400"/>
                                </a:cubicBezTo>
                                <a:close/>
                                <a:moveTo>
                                  <a:pt x="19812" y="2680"/>
                                </a:moveTo>
                                <a:cubicBezTo>
                                  <a:pt x="20386" y="2720"/>
                                  <a:pt x="20927" y="3280"/>
                                  <a:pt x="21468" y="3880"/>
                                </a:cubicBezTo>
                                <a:lnTo>
                                  <a:pt x="21468" y="3460"/>
                                </a:lnTo>
                                <a:cubicBezTo>
                                  <a:pt x="20425" y="2160"/>
                                  <a:pt x="19167" y="2000"/>
                                  <a:pt x="18222" y="3580"/>
                                </a:cubicBezTo>
                                <a:cubicBezTo>
                                  <a:pt x="18027" y="3920"/>
                                  <a:pt x="17798" y="4540"/>
                                  <a:pt x="17675" y="5120"/>
                                </a:cubicBezTo>
                                <a:cubicBezTo>
                                  <a:pt x="17544" y="5720"/>
                                  <a:pt x="17401" y="6620"/>
                                  <a:pt x="17362" y="7320"/>
                                </a:cubicBezTo>
                                <a:cubicBezTo>
                                  <a:pt x="17303" y="8420"/>
                                  <a:pt x="17349" y="9420"/>
                                  <a:pt x="17479" y="10480"/>
                                </a:cubicBezTo>
                                <a:cubicBezTo>
                                  <a:pt x="17649" y="11860"/>
                                  <a:pt x="18098" y="12680"/>
                                  <a:pt x="18483" y="13600"/>
                                </a:cubicBezTo>
                                <a:cubicBezTo>
                                  <a:pt x="19337" y="15640"/>
                                  <a:pt x="19923" y="18480"/>
                                  <a:pt x="20301" y="21600"/>
                                </a:cubicBezTo>
                                <a:lnTo>
                                  <a:pt x="20679" y="21600"/>
                                </a:lnTo>
                                <a:cubicBezTo>
                                  <a:pt x="20686" y="21260"/>
                                  <a:pt x="20679" y="20940"/>
                                  <a:pt x="20666" y="20600"/>
                                </a:cubicBezTo>
                                <a:cubicBezTo>
                                  <a:pt x="20608" y="19520"/>
                                  <a:pt x="20393" y="18600"/>
                                  <a:pt x="20151" y="17780"/>
                                </a:cubicBezTo>
                                <a:cubicBezTo>
                                  <a:pt x="19773" y="16480"/>
                                  <a:pt x="19337" y="15360"/>
                                  <a:pt x="18939" y="14100"/>
                                </a:cubicBezTo>
                                <a:cubicBezTo>
                                  <a:pt x="18542" y="12840"/>
                                  <a:pt x="18183" y="11420"/>
                                  <a:pt x="18014" y="9780"/>
                                </a:cubicBezTo>
                                <a:cubicBezTo>
                                  <a:pt x="17838" y="8120"/>
                                  <a:pt x="17870" y="6180"/>
                                  <a:pt x="18209" y="4780"/>
                                </a:cubicBezTo>
                                <a:cubicBezTo>
                                  <a:pt x="18561" y="3300"/>
                                  <a:pt x="19206" y="2640"/>
                                  <a:pt x="19812" y="2680"/>
                                </a:cubicBezTo>
                                <a:close/>
                                <a:moveTo>
                                  <a:pt x="18828" y="19420"/>
                                </a:moveTo>
                                <a:cubicBezTo>
                                  <a:pt x="18522" y="18600"/>
                                  <a:pt x="18163" y="17980"/>
                                  <a:pt x="17772" y="17600"/>
                                </a:cubicBezTo>
                                <a:cubicBezTo>
                                  <a:pt x="17466" y="17300"/>
                                  <a:pt x="17082" y="17220"/>
                                  <a:pt x="16860" y="17940"/>
                                </a:cubicBezTo>
                                <a:cubicBezTo>
                                  <a:pt x="16743" y="18320"/>
                                  <a:pt x="16697" y="18840"/>
                                  <a:pt x="16651" y="19340"/>
                                </a:cubicBezTo>
                                <a:cubicBezTo>
                                  <a:pt x="16586" y="20100"/>
                                  <a:pt x="16514" y="20860"/>
                                  <a:pt x="16417" y="21580"/>
                                </a:cubicBezTo>
                                <a:lnTo>
                                  <a:pt x="16573" y="21580"/>
                                </a:lnTo>
                                <a:cubicBezTo>
                                  <a:pt x="16651" y="20880"/>
                                  <a:pt x="16710" y="20120"/>
                                  <a:pt x="16769" y="19400"/>
                                </a:cubicBezTo>
                                <a:cubicBezTo>
                                  <a:pt x="16801" y="19000"/>
                                  <a:pt x="16834" y="18580"/>
                                  <a:pt x="16925" y="18300"/>
                                </a:cubicBezTo>
                                <a:cubicBezTo>
                                  <a:pt x="17042" y="17940"/>
                                  <a:pt x="17225" y="17880"/>
                                  <a:pt x="17388" y="17880"/>
                                </a:cubicBezTo>
                                <a:cubicBezTo>
                                  <a:pt x="18033" y="17920"/>
                                  <a:pt x="18698" y="19000"/>
                                  <a:pt x="19082" y="20580"/>
                                </a:cubicBezTo>
                                <a:cubicBezTo>
                                  <a:pt x="19161" y="20900"/>
                                  <a:pt x="19232" y="21220"/>
                                  <a:pt x="19298" y="21560"/>
                                </a:cubicBezTo>
                                <a:lnTo>
                                  <a:pt x="19402" y="21560"/>
                                </a:lnTo>
                                <a:cubicBezTo>
                                  <a:pt x="19252" y="20800"/>
                                  <a:pt x="19063" y="20060"/>
                                  <a:pt x="18828" y="19420"/>
                                </a:cubicBezTo>
                                <a:close/>
                                <a:moveTo>
                                  <a:pt x="14103" y="0"/>
                                </a:moveTo>
                                <a:cubicBezTo>
                                  <a:pt x="14096" y="60"/>
                                  <a:pt x="14090" y="140"/>
                                  <a:pt x="14090" y="200"/>
                                </a:cubicBezTo>
                                <a:cubicBezTo>
                                  <a:pt x="14064" y="720"/>
                                  <a:pt x="14155" y="1220"/>
                                  <a:pt x="14201" y="1720"/>
                                </a:cubicBezTo>
                                <a:cubicBezTo>
                                  <a:pt x="14246" y="2220"/>
                                  <a:pt x="14233" y="2880"/>
                                  <a:pt x="14077" y="3120"/>
                                </a:cubicBezTo>
                                <a:cubicBezTo>
                                  <a:pt x="13933" y="3340"/>
                                  <a:pt x="13770" y="3060"/>
                                  <a:pt x="13647" y="2760"/>
                                </a:cubicBezTo>
                                <a:cubicBezTo>
                                  <a:pt x="13301" y="1960"/>
                                  <a:pt x="12988" y="1020"/>
                                  <a:pt x="12715" y="0"/>
                                </a:cubicBezTo>
                                <a:lnTo>
                                  <a:pt x="12454" y="0"/>
                                </a:lnTo>
                                <a:cubicBezTo>
                                  <a:pt x="12656" y="680"/>
                                  <a:pt x="12851" y="1340"/>
                                  <a:pt x="13060" y="2000"/>
                                </a:cubicBezTo>
                                <a:cubicBezTo>
                                  <a:pt x="13308" y="2780"/>
                                  <a:pt x="13575" y="3540"/>
                                  <a:pt x="13901" y="3980"/>
                                </a:cubicBezTo>
                                <a:cubicBezTo>
                                  <a:pt x="14259" y="4460"/>
                                  <a:pt x="14742" y="4400"/>
                                  <a:pt x="14957" y="3400"/>
                                </a:cubicBezTo>
                                <a:cubicBezTo>
                                  <a:pt x="15074" y="2860"/>
                                  <a:pt x="15087" y="2180"/>
                                  <a:pt x="15087" y="1540"/>
                                </a:cubicBezTo>
                                <a:cubicBezTo>
                                  <a:pt x="15087" y="1020"/>
                                  <a:pt x="15081" y="520"/>
                                  <a:pt x="15068" y="0"/>
                                </a:cubicBezTo>
                                <a:lnTo>
                                  <a:pt x="14103" y="0"/>
                                </a:lnTo>
                                <a:close/>
                                <a:moveTo>
                                  <a:pt x="10987" y="21480"/>
                                </a:moveTo>
                                <a:cubicBezTo>
                                  <a:pt x="10974" y="21520"/>
                                  <a:pt x="10961" y="21560"/>
                                  <a:pt x="10948" y="21600"/>
                                </a:cubicBezTo>
                                <a:lnTo>
                                  <a:pt x="12343" y="21600"/>
                                </a:lnTo>
                                <a:cubicBezTo>
                                  <a:pt x="12232" y="21420"/>
                                  <a:pt x="12121" y="21240"/>
                                  <a:pt x="12004" y="21120"/>
                                </a:cubicBezTo>
                                <a:cubicBezTo>
                                  <a:pt x="11665" y="20780"/>
                                  <a:pt x="11261" y="20800"/>
                                  <a:pt x="10987" y="214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</wpg:wgp>
                </a:graphicData>
              </a:graphic>
              <wp14:sizeRelH relativeFrom="page">
                <wp14:pctWidth>100400</wp14:pctWidth>
              </wp14:sizeRelH>
              <wp14:sizeRelV relativeFrom="page">
                <wp14:pctHeight>100100</wp14:pctHeight>
              </wp14:sizeRelV>
            </wp:anchor>
          </w:drawing>
        </mc:Choice>
        <mc:Fallback>
          <w:pict>
            <v:group w14:anchorId="46728EF8" id="Group 1" o:spid="_x0000_s1026" style="position:absolute;margin-left:0;margin-top:0;width:614.95pt;height:792.55pt;z-index:251659264;mso-width-percent:1004;mso-height-percent:1001;mso-position-horizontal:center;mso-position-horizontal-relative:page;mso-position-vertical:center;mso-position-vertical-relative:page;mso-width-percent:1004;mso-height-percent:1001" coordsize="78098,100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">
              <v:group id="_x0000_s1027" style="position:absolute;width:78098;height:22987" coordsize="77749,2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<v:rect id="Rectangle" o:spid="_x0000_s1028" style="position:absolute;width:77698;height:22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" fillcolor="#f9d423 [3205]" stroked="f" strokeweight="5pt">
                  <v:stroke miterlimit="4"/>
                  <v:textbox inset="3pt,3pt,3pt,3pt"/>
                </v:rect>
                <v:shape id="Shape" o:spid="_x0000_s1029" style="position:absolute;left:6489;top:7493;width:6958;height:2535;visibility:visible;mso-wrap-style:square;v-text-anchor:middle" coordsize="21208,20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" path="m19894,20637v271,,581,,813,-103c21249,20224,21249,19500,21172,18880,20204,11439,15249,4618,8204,1104,5339,-343,578,-963,36,3068,-351,5961,2475,8442,5030,9579v2980,1343,5419,2170,7780,4547c14862,16090,16643,20430,19894,20637xe" fillcolor="#9b4ba6 [3208]" stroked="f" strokeweight="1pt">
                  <v:stroke miterlimit="4" joinstyle="miter"/>
                  <v:path arrowok="t" o:extrusionok="f" o:connecttype="custom" o:connectlocs="347899,126799;347899,126799;347899,126799;347899,126799" o:connectangles="0,90,180,270"/>
                </v:shape>
                <v:shape id="Shape" o:spid="_x0000_s1030" style="position:absolute;left:12;width:68072;height:2288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" path="m3071,13317v-339,-240,-786,-359,-1157,-180c1576,13305,1382,13665,1124,13952,826,14276,427,14492,4,14564r,228c121,14780,234,14768,343,14732v201,-72,366,-216,548,-336c1068,14276,1281,14180,1491,14216v258,48,496,300,746,216c2366,14384,2458,14264,2587,14228v85,-24,173,,254,24c3272,14420,3494,14899,3651,15343v605,1714,830,3584,637,5406c4256,21037,4215,21324,4127,21588r270,c4509,21145,4562,20677,4594,20222v105,-1511,4,-3045,-298,-4519c4106,14792,3800,13833,3071,13317xm19069,17764v-685,-1498,-1217,-3068,-1862,-4591c17002,12694,16780,12202,16454,11819v-492,-587,-1177,-935,-1757,-1415c13601,9481,12932,8079,12440,6665,11699,4531,11280,2277,11203,r-846,c10590,1906,10901,3812,11521,5622v649,1882,1665,3656,3115,4902c15100,10920,15604,11255,16011,11723v528,599,862,1366,1164,2134c18263,16602,19154,19586,21181,21588r419,c20520,20533,19714,19179,19069,17764xm9087,15499v-96,-288,-165,-624,,-875c9156,14516,9261,14444,9345,14348v234,-264,258,-659,246,-1019c9555,12250,9285,11196,8987,10165,8378,8055,7653,5945,6488,4099,5344,2301,3740,743,1781,l,c,12,,12,,24l,228v4,84,16,168,32,251c2031,479,3941,1546,5311,3057,6681,4567,7572,6485,8225,8451v391,1174,705,2397,657,3632c8870,12370,8817,12694,8592,12862v-117,84,-262,108,-379,191c7886,13293,7939,13797,8056,14192v923,3165,3328,5646,6028,7408l14395,21600v-1229,-875,-2366,-1846,-3373,-2985c10220,17680,9482,16661,9087,15499xe" fillcolor="#45b9ec [3207]" stroked="f" strokeweight="1pt">
                  <v:stroke miterlimit="4" joinstyle="miter"/>
                  <v:path arrowok="t" o:extrusionok="f" o:connecttype="custom" o:connectlocs="3403601,1144271;3403601,1144271;3403601,1144271;3403601,1144271" o:connectangles="0,90,180,270"/>
                </v:shape>
                <v:shape id="Shape" o:spid="_x0000_s1031" style="position:absolute;left:12;width:77737;height:228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" path="m2940,16611v-64,-336,-170,-660,-315,-972c2530,15447,2417,15256,2251,15136v-349,-252,-825,-84,-1108,263c861,15747,730,16227,639,16695v-131,671,-212,1355,-410,2003c194,18806,113,18830,74,18901v-53,96,-53,204,-35,336c251,19093,395,18842,480,18578v85,-264,123,-552,169,-840c730,17234,847,16731,992,16239v116,-384,307,-816,649,-864c1835,15339,2033,15459,2170,15627v138,168,226,384,297,600c2604,16647,2693,17102,2763,17546v212,1344,286,2771,-81,4054l2865,21600v343,-1295,276,-2722,177,-4090c3017,17198,2992,16899,2940,16611xm5353,15987c5149,14296,4644,12641,3737,11322,2834,10002,1503,9043,71,8911,21,9319,35,9739,49,10158v685,-96,1384,,2033,276c2382,10566,2671,10734,2932,10950v911,755,1394,2063,1627,3346c4792,15591,4810,16923,5022,18218v208,1283,645,2542,1496,3370l7058,21588v-290,-336,-583,-684,-812,-1091c5512,19201,5540,17534,5353,15987xm325,13265v187,-168,314,-408,473,-600c953,12473,1140,12317,1344,12221v230,-108,505,-192,607,-468c2022,11562,1973,11334,1863,11166v-109,-168,-268,-264,-430,-348c995,10590,508,10506,35,10566v4,36,11,84,14,120c423,10698,794,10818,1129,11010v117,72,233,144,311,276c1517,11406,1549,11586,1489,11717v-77,168,-261,216,-416,288c836,12113,628,12305,487,12557v-64,120,-116,240,-187,348c226,13013,124,13097,7,13109v,,,288,57,324c116,13457,279,13313,325,13265xm18579,10134c18251,8527,18078,6872,17877,5229,17683,3646,17454,2027,16762,672,16674,504,16508,204,16353,r-604,c16483,1055,16977,2207,17334,3802v473,2135,727,5625,1263,7736c19126,13624,20065,15687,21600,16743r,-504c21018,15927,20531,15327,20164,14680v-773,-1355,-1260,-2939,-1585,-4546xm20312,7004v-56,-420,-81,-839,-53,-1259c20301,5097,20471,4486,20605,3862,20877,2603,21004,1295,20986,r-427,c20559,12,20559,24,20559,24v109,1703,-427,3370,-487,5073c20001,7196,20665,9247,21596,10998r,-804c20884,9367,20474,8215,20312,7004xm4993,7448c4598,5937,3984,4258,3179,2998,2410,1775,1270,816,,672l,1823v1528,216,2862,1439,3726,2950c4598,6297,5053,8096,5427,9883v371,1787,674,3610,1285,5301c7689,17894,9457,20197,11645,21600r293,c9785,20377,8035,17942,7012,15399,5957,12761,5717,10218,4993,7448xm16144,18973v-144,-215,-338,-359,-539,-479c15227,18278,14811,18158,14398,18218v-209,36,-477,144,-509,444c13861,18901,14020,19105,14193,19141v169,48,314,,476,108c14895,19405,15036,19705,15227,19909v109,120,236,216,370,288c15693,20245,15795,20281,15894,20269v222,-24,406,-264,445,-540c16374,19477,16289,19189,16144,18973xe" fillcolor="white [3212]" stroked="f" strokeweight="1pt">
                  <v:stroke miterlimit="4" joinstyle="miter"/>
                  <v:path arrowok="t" o:extrusionok="f" o:connecttype="custom" o:connectlocs="3886836,1143636;3886836,1143636;3886836,1143636;3886836,1143636" o:connectangles="0,90,180,270"/>
                </v:shape>
                <v:shape id="Shape" o:spid="_x0000_s1032" style="position:absolute;left:139;width:77597;height:228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" path="m1905,16527v-60,-180,-180,-348,-339,-348c1471,16179,1382,16239,1315,16323v-134,156,-198,384,-233,600c1036,17210,1025,17498,983,17786v-71,516,-244,1020,-552,1391c311,19321,173,19441,14,19525v,168,-14,312,-14,480c304,19909,580,19693,764,19393v279,-456,339,-1031,456,-1571c1241,17726,1269,17618,1326,17534v56,-84,152,-132,237,-108c1662,17462,1707,17594,1736,17702v127,528,95,1080,60,1619c1753,19957,1704,20605,1464,21168v-64,156,-145,300,-244,420l1464,21588v258,-492,403,-1055,491,-1619c2114,18985,2128,17978,2001,16995v-18,-156,-43,-312,-96,-468xm9368,16863v-293,-876,-300,-1847,-357,-2795c8686,8707,6505,3550,3086,12r-1078,c3288,564,4377,1619,5229,2878v866,1272,1502,2735,2075,4234c8166,9367,8902,11765,8813,14236v-28,756,-127,1523,29,2255c9001,17234,9414,17870,9845,18446v898,1199,1924,2266,3048,3154l13200,21600v-961,-816,-1870,-1739,-2679,-2758c10058,18242,9616,17606,9368,16863xm20645,6668v4,-575,160,-1187,266,-1751c21232,3238,21278,1619,21190,r-99,c21169,1715,21045,3430,20723,5097v-63,324,-134,660,-166,984c20430,7400,20914,8719,21600,9739r,-348c21126,8599,20638,7664,20645,6668xe" fillcolor="black [3213]" stroked="f" strokeweight="1pt">
                  <v:stroke miterlimit="4" joinstyle="miter"/>
                  <v:path arrowok="t" o:extrusionok="f" o:connecttype="custom" o:connectlocs="3879851,1143636;3879851,1143636;3879851,1143636;3879851,1143636" o:connectangles="0,90,180,270"/>
                </v:shape>
                <v:shape id="Shape" o:spid="_x0000_s1033" alt="decorative element" style="position:absolute;left:12;width:77737;height:2287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" path="m17789,2255v201,839,293,1703,381,2566c18276,5865,18385,6908,18491,7940v78,755,155,1511,346,2242c19052,11010,19426,11801,20019,12281v159,132,342,204,529,192c20623,12473,20704,12461,20767,12401v95,-84,124,-252,127,-396c20915,11382,20704,10794,20524,10206,19917,8263,19603,6177,19603,4090v,-1368,130,-2747,-81,-4090l19313,v237,1439,74,2938,81,4414c19402,6201,19656,7988,20146,9667v145,539,321,1055,357,1595c20513,11406,20390,11502,20291,11442v-219,-144,-406,-372,-558,-612c19169,9918,18992,8719,18837,7580l18251,3346v-70,-504,-166,-995,-296,-1475c17789,1271,17499,372,17051,12r-275,c17267,624,17588,1427,17789,2255xm5060,11070c4722,9271,4358,7436,3568,5853,2791,4282,1517,2950,,2687l,3994v593,36,1133,396,1613,815c2689,5745,3564,7004,4132,8443v688,1739,914,3670,1391,5505c6331,17055,7954,19957,10311,21600r741,c9288,20149,7531,18542,6493,16323,5741,14704,5403,12869,5060,11070xm18272,12257c17623,10086,17337,7772,16797,5553,16518,4414,16155,3262,15474,2435,14916,1751,14186,1343,13438,1067,13103,947,12753,852,12474,588,12284,408,12136,168,11945,r-822,c11264,492,11515,971,11853,1271v360,324,766,540,1165,780c13957,2603,14885,3262,15580,4234v374,515,670,1115,900,1763c16723,6668,16896,7388,17062,8096v413,1739,794,3538,1270,5253c18953,15591,19927,17870,21600,18973r,-1475c19977,16467,18911,14404,18272,12257xm17185,15963v-458,-2243,-649,-4593,-1401,-6716c15520,8503,15100,7724,14454,7628v-247,-36,-522,120,-769,120c12563,7724,12100,6668,11638,5697,10826,3970,10347,2003,10255,12r-99,c10230,2111,10661,4186,11409,6069v7,24,14,36,21,48c11472,6201,11504,6285,11529,6368v134,444,162,936,261,1404c11910,8347,12143,8899,12460,9355v321,456,875,827,1267,468c14098,9487,14147,8635,14652,8647v190,,363,144,469,348c15555,9835,15784,10794,15989,11741v381,1799,685,3622,1196,5361c17679,18782,18399,20401,19447,21600r480,c18428,20377,17634,18146,17185,15963xe" fillcolor="#62c99e [3206]" stroked="f" strokeweight="5pt">
                  <v:stroke miterlimit="4" joinstyle="miter"/>
                  <v:path arrowok="t" o:extrusionok="f" o:connecttype="custom" o:connectlocs="3886836,1143636;3886836,1143636;3886836,1143636;3886836,1143636" o:connectangles="0,90,180,270"/>
                </v:shape>
                <v:shape id="Shape" o:spid="_x0000_s1034" style="position:absolute;left:12839;top:21082;width:2643;height:1800;visibility:visible;mso-wrap-style:square;v-text-anchor:middle" coordsize="20907,21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" path="m15342,2982c14438,2076,13333,1169,11826,565,10319,-39,8410,-190,6802,263,4090,1018,3387,3133,3085,5097v-402,3021,-502,6042,-904,9063c1880,16123,-431,19446,71,21410r20495,c21169,19144,20868,16727,20466,14462,19662,10534,18657,6456,15342,2982xe" fillcolor="#df2d25 [3204]" stroked="f" strokeweight="1pt">
                  <v:stroke miterlimit="4" joinstyle="miter"/>
                  <v:path arrowok="t" o:extrusionok="f" o:connecttype="custom" o:connectlocs="132145,90009;132145,90009;132145,90009;132145,90009" o:connectangles="0,90,180,270"/>
                </v:shape>
                <v:shape id="Shape" o:spid="_x0000_s1035" style="position:absolute;left:37477;width:40247;height:2114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" path="m14927,1531v286,441,614,791,709,1284c15656,2919,15670,3010,15718,3114v54,90,150,181,293,207c16161,3347,16324,3308,16433,3230v110,-78,171,-181,212,-285c16692,2828,16720,2698,16733,2569v41,-312,34,-623,-116,-921c16468,1349,16168,1090,15752,973v-573,-143,-1084,156,-825,558xm15745,16774c14532,14880,13932,12830,13032,10845,12133,8861,10865,6889,8656,5514,7157,4579,5303,3970,3667,3165,2093,2387,641,1323,300,l,c327,921,995,1790,1936,2478,3551,3658,5835,4281,7627,5319v2386,1401,3756,3464,4717,5539c13305,12934,13946,15088,15234,17072v1288,1972,3469,3763,6366,4528l21600,21250v-2720,-818,-4649,-2595,-5855,-4476xe" fillcolor="#9b4ba6 [3208]" stroked="f" strokeweight="1pt">
                  <v:stroke miterlimit="4" joinstyle="miter"/>
                  <v:path arrowok="t" o:extrusionok="f" o:connecttype="custom" o:connectlocs="2012315,1057275;2012315,1057275;2012315,1057275;2012315,1057275" o:connectangles="0,90,180,270"/>
                </v:shape>
              </v:group>
              <v:group id="_x0000_s1036" style="position:absolute;left:27847;top:86937;width:45768;height:13716" coordsize="45767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<v:rect id="Rectangle" o:spid="_x0000_s1037" style="position:absolute;width:4572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" fillcolor="#bfbfbf [2412]" stroked="f" strokeweight="5pt">
                  <v:stroke miterlimit="4"/>
                  <v:textbox inset="3pt,3pt,3pt,3pt"/>
                </v:rect>
                <v:shape id="Shape" o:spid="_x0000_s1038" style="position:absolute;left:24765;width:20929;height:1261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" path="m19070,4742v852,-239,1730,-65,2530,457l21600,4938v-590,-457,-1258,-631,-1914,-631c18690,4285,17602,4720,16973,6004v-485,1000,-629,2371,-550,3632c16462,10245,16554,10854,16698,11420v590,2284,2032,3654,2844,5764c19870,18033,20093,18990,20407,19838v289,761,682,1457,1180,1762l21587,21143v-302,-304,-564,-718,-734,-1240c20565,19033,20512,17989,20184,17163v-196,-501,-498,-892,-720,-1393c18939,14639,18861,13095,18350,11942v-250,-566,-590,-1022,-852,-1566c17183,9702,17013,8853,17039,8005v26,-849,249,-1675,616,-2262c18061,5177,18559,4894,19070,4742xm10354,v79,1001,105,2023,66,3067c10381,4176,10263,5351,9830,6199,9489,6895,8978,7331,8637,8027v-445,913,-576,2131,-747,3284c7720,12464,7432,13682,6802,14226v-485,435,-1074,370,-1572,c4732,13856,4325,13225,3971,12551,2831,10332,2215,7526,1756,4720,1547,3393,1363,2045,1035,783,970,522,891,261,813,22l,22c210,740,393,1457,550,2197v328,1588,538,3241,852,4829c1704,8549,2110,10006,2621,11376v380,1045,826,2045,1416,2785c4758,15053,5662,15509,6567,15422v616,-65,1271,-435,1638,-1261c8585,13291,8598,12138,8795,11115,9070,9723,9699,8636,10118,7352v734,-2197,813,-4785,590,-7308l10354,44r,-44xe" fillcolor="#9b4ba6 [3208]" stroked="f" strokeweight="1pt">
                  <v:stroke miterlimit="4" joinstyle="miter"/>
                  <v:path arrowok="t" o:extrusionok="f" o:connecttype="custom" o:connectlocs="1046481,630555;1046481,630555;1046481,630555;1046481,630555" o:connectangles="0,90,180,270"/>
                </v:shape>
                <v:shape id="Shape" o:spid="_x0000_s1039" style="position:absolute;left:23495;top:8382;width:18999;height:5323;visibility:visible;mso-wrap-style:square;v-text-anchor:middle" coordsize="21600,21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" path="m18337,5957c17499,3467,16532,1536,15464,519v-607,-559,-1271,-813,-1863,c12417,2095,11926,7177,10872,9667,9630,12666,7970,11446,6541,9871,5111,8295,3537,6516,2166,8549,967,10328,217,14750,43,19273,14,19934,,20594,,21255r347,c347,20849,361,20493,375,20086,491,17342,837,14699,1444,12971,2483,9972,4028,10277,5313,11751v1285,1474,2498,3863,3827,4625c10482,17138,12071,15665,12634,11345v187,-1474,245,-3151,491,-4524c13486,4687,14236,3670,14944,3721v707,51,1386,1017,1992,2236c17730,7482,18467,9413,19117,11599v577,1931,1097,4116,1544,6505c20849,19121,21022,20239,21196,21306r404,c20864,15461,19795,10226,18337,5957xe" fillcolor="#f9d423 [3205]" stroked="f" strokeweight="1pt">
                  <v:stroke miterlimit="4" joinstyle="miter"/>
                  <v:path arrowok="t" o:extrusionok="f" o:connecttype="custom" o:connectlocs="949961,266199;949961,266199;949961,266199;949961,266199" o:connectangles="0,90,180,270"/>
                </v:shape>
                <v:shape id="Shape" o:spid="_x0000_s1040" style="position:absolute;left:3936;width:41831;height:13716;visibility:visible;mso-wrap-style:square;v-text-anchor:middle" coordsize="2146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" path="m8882,4400c7846,1660,6425,720,5056,580,4398,520,3727,600,3088,1160,2058,2060,1152,4200,598,7020,50,9840,-132,13300,96,16520v85,1200,235,2400,509,3280c943,20900,1432,21420,1921,21600r854,c3544,21340,4300,20460,4998,19380v286,-440,573,-940,886,-1180c6288,17900,6705,18040,7116,17980v834,-120,1681,-1100,2209,-3080c9723,13440,9905,11140,9782,9260,9658,7340,9371,5700,8882,4400xm9703,10720v-13,880,-45,1540,-176,2320c9338,14180,9117,15020,8797,15820v-319,800,-723,1340,-1134,1320c7214,17140,6783,16520,6334,16480v-633,-40,-1252,920,-1767,2040c4046,19640,3498,20840,2873,20960v-489,100,-1141,-320,-1486,-1400c1263,19160,1159,18700,1119,18160v-52,-680,13,-1400,20,-2120c1159,14540,748,12780,696,11280,624,9180,1048,6900,1478,5280,1908,3660,2397,2720,3023,1880v254,-340,697,-720,1029,-840c4352,940,4704,940,5004,980v880,120,1760,700,2575,1740c8120,3400,8647,4340,9052,5660v189,640,332,1200,443,1980c9619,8620,9716,9740,9703,10720xm6588,2640c6223,2360,5845,2200,5473,2160v-449,-40,-912,80,-1323,640c3740,3340,3375,4360,3231,5660v-58,540,-85,1100,-91,1660c3127,8500,3218,9800,3538,10480v306,660,716,520,1088,560c5486,11140,6295,12380,7142,12780v248,120,502,160,749,c8393,12440,8810,11180,8934,9660,9267,5540,7618,3440,6588,2640xm8276,9400v-143,600,-156,1440,-313,2020c7872,11760,7715,12100,7579,12220v-346,300,-711,140,-1056,-200c6184,11700,5877,11080,5532,10800v-326,-280,-652,-300,-991,-340c4320,10440,4072,10320,3883,9960,3629,9480,3479,8520,3466,7600v-13,-1000,65,-2400,267,-3180c3876,3860,4079,3460,4294,3180v580,-780,1238,-680,1864,-420c6620,2960,7155,3540,7585,4060v202,260,372,620,554,1000c8361,5520,8634,6100,8693,6940v78,1300,-202,1560,-417,2460xm19812,2680v574,40,1115,600,1656,1200l21468,3460c20425,2160,19167,2000,18222,3580v-195,340,-424,960,-547,1540c17544,5720,17401,6620,17362,7320v-59,1100,-13,2100,117,3160c17649,11860,18098,12680,18483,13600v854,2040,1440,4880,1818,8000l20679,21600v7,-340,,-660,-13,-1000c20608,19520,20393,18600,20151,17780v-378,-1300,-814,-2420,-1212,-3680c18542,12840,18183,11420,18014,9780v-176,-1660,-144,-3600,195,-5000c18561,3300,19206,2640,19812,2680xm18828,19420v-306,-820,-665,-1440,-1056,-1820c17466,17300,17082,17220,16860,17940v-117,380,-163,900,-209,1400c16586,20100,16514,20860,16417,21580r156,c16651,20880,16710,20120,16769,19400v32,-400,65,-820,156,-1100c17042,17940,17225,17880,17388,17880v645,40,1310,1120,1694,2700c19161,20900,19232,21220,19298,21560r104,c19252,20800,19063,20060,18828,19420xm14103,v-7,60,-13,140,-13,200c14064,720,14155,1220,14201,1720v45,500,32,1160,-124,1400c13933,3340,13770,3060,13647,2760,13301,1960,12988,1020,12715,r-261,c12656,680,12851,1340,13060,2000v248,780,515,1540,841,1980c14259,4460,14742,4400,14957,3400v117,-540,130,-1220,130,-1860c15087,1020,15081,520,15068,r-965,xm10987,21480v-13,40,-26,80,-39,120l12343,21600v-111,-180,-222,-360,-339,-480c11665,20780,11261,20800,10987,21480xe" fillcolor="white [3212]" stroked="f" strokeweight="1pt">
                  <v:stroke miterlimit="4" joinstyle="miter"/>
                  <v:path arrowok="t" o:extrusionok="f" o:connecttype="custom" o:connectlocs="2091524,685802;2091524,685802;2091524,685802;2091524,685802" o:connectangles="0,90,180,270"/>
                </v:shape>
              </v:group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removePersonalInformation/>
  <w:removeDateAndTime/>
  <w:embedSystemFonts/>
  <w:bordersDoNotSurroundHeader/>
  <w:bordersDoNotSurroundFooter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10"/>
  <w:drawingGridVerticalSpacing w:val="299"/>
  <w:displayHorizontalDrawingGridEvery w:val="0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664"/>
    <w:rsid w:val="001055F2"/>
    <w:rsid w:val="00142761"/>
    <w:rsid w:val="00152199"/>
    <w:rsid w:val="00175C5F"/>
    <w:rsid w:val="00176E91"/>
    <w:rsid w:val="001C1D02"/>
    <w:rsid w:val="00244C7E"/>
    <w:rsid w:val="002478A4"/>
    <w:rsid w:val="002C5117"/>
    <w:rsid w:val="00367557"/>
    <w:rsid w:val="003934E3"/>
    <w:rsid w:val="003B6745"/>
    <w:rsid w:val="003E229A"/>
    <w:rsid w:val="00412A07"/>
    <w:rsid w:val="004C2E8E"/>
    <w:rsid w:val="004D4B2F"/>
    <w:rsid w:val="00525B91"/>
    <w:rsid w:val="005A2247"/>
    <w:rsid w:val="005F2329"/>
    <w:rsid w:val="00684425"/>
    <w:rsid w:val="00690BEC"/>
    <w:rsid w:val="006E2664"/>
    <w:rsid w:val="00706C3B"/>
    <w:rsid w:val="007345D6"/>
    <w:rsid w:val="0080039D"/>
    <w:rsid w:val="00826353"/>
    <w:rsid w:val="00895AEE"/>
    <w:rsid w:val="008B77D6"/>
    <w:rsid w:val="008C7D7C"/>
    <w:rsid w:val="008C7EB6"/>
    <w:rsid w:val="008D107A"/>
    <w:rsid w:val="008E10AF"/>
    <w:rsid w:val="00906CDF"/>
    <w:rsid w:val="009076DE"/>
    <w:rsid w:val="0094533F"/>
    <w:rsid w:val="0098052D"/>
    <w:rsid w:val="00A10DE7"/>
    <w:rsid w:val="00A77133"/>
    <w:rsid w:val="00B01768"/>
    <w:rsid w:val="00B10910"/>
    <w:rsid w:val="00B30769"/>
    <w:rsid w:val="00B67247"/>
    <w:rsid w:val="00B84C51"/>
    <w:rsid w:val="00B874AF"/>
    <w:rsid w:val="00C86484"/>
    <w:rsid w:val="00CF7576"/>
    <w:rsid w:val="00D708AF"/>
    <w:rsid w:val="00D97D15"/>
    <w:rsid w:val="00E0532E"/>
    <w:rsid w:val="00E54DCE"/>
    <w:rsid w:val="00ED051D"/>
    <w:rsid w:val="00F60DE1"/>
    <w:rsid w:val="00F97060"/>
    <w:rsid w:val="00FC317E"/>
    <w:rsid w:val="00FE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48134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uiPriority w:val="1"/>
    <w:qFormat/>
    <w:rsid w:val="00A10DE7"/>
  </w:style>
  <w:style w:type="paragraph" w:styleId="Heading1">
    <w:name w:val="heading 1"/>
    <w:basedOn w:val="Name"/>
    <w:next w:val="Normal"/>
    <w:link w:val="Heading1Char"/>
    <w:uiPriority w:val="9"/>
    <w:qFormat/>
    <w:rsid w:val="00C86484"/>
    <w:pPr>
      <w:outlineLvl w:val="0"/>
    </w:pPr>
    <w:rPr>
      <w:color w:val="auto"/>
    </w:rPr>
  </w:style>
  <w:style w:type="paragraph" w:styleId="Heading2">
    <w:name w:val="heading 2"/>
    <w:basedOn w:val="BodyText"/>
    <w:next w:val="Normal"/>
    <w:link w:val="Heading2Char"/>
    <w:uiPriority w:val="9"/>
    <w:qFormat/>
    <w:rsid w:val="00C86484"/>
    <w:pPr>
      <w:outlineLvl w:val="1"/>
    </w:pPr>
    <w:rPr>
      <w:rFonts w:asciiTheme="majorHAnsi" w:hAnsiTheme="majorHAnsi"/>
      <w:b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sid w:val="002478A4"/>
    <w:rPr>
      <w:color w:val="000000" w:themeColor="text1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8D107A"/>
    <w:rPr>
      <w:rFonts w:asciiTheme="minorHAnsi" w:hAnsiTheme="minorHAnsi" w:cs="Arial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1"/>
    <w:semiHidden/>
    <w:rPr>
      <w:rFonts w:ascii="Times New Roman" w:hAnsi="Times New Roman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semiHidden/>
    <w:rsid w:val="003934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107A"/>
    <w:rPr>
      <w:rFonts w:asciiTheme="minorHAnsi" w:hAnsiTheme="minorHAnsi" w:cs="Arial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3934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107A"/>
    <w:rPr>
      <w:rFonts w:asciiTheme="minorHAnsi" w:hAnsiTheme="minorHAnsi" w:cs="Arial"/>
      <w:sz w:val="22"/>
      <w:szCs w:val="22"/>
    </w:rPr>
  </w:style>
  <w:style w:type="table" w:styleId="TableGrid">
    <w:name w:val="Table Grid"/>
    <w:basedOn w:val="TableNormal"/>
    <w:uiPriority w:val="39"/>
    <w:rsid w:val="00393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">
    <w:name w:val="Name"/>
    <w:basedOn w:val="BodyText"/>
    <w:uiPriority w:val="1"/>
    <w:semiHidden/>
    <w:qFormat/>
    <w:rsid w:val="002478A4"/>
    <w:pPr>
      <w:kinsoku w:val="0"/>
      <w:overflowPunct w:val="0"/>
      <w:jc w:val="center"/>
    </w:pPr>
    <w:rPr>
      <w:rFonts w:asciiTheme="majorHAnsi" w:hAnsiTheme="majorHAnsi" w:cs="Arial Black"/>
      <w:b/>
      <w:bCs/>
      <w:color w:val="45B9EC" w:themeColor="accent4"/>
      <w:sz w:val="36"/>
      <w:szCs w:val="36"/>
    </w:rPr>
  </w:style>
  <w:style w:type="paragraph" w:customStyle="1" w:styleId="Info">
    <w:name w:val="Info"/>
    <w:basedOn w:val="Normal"/>
    <w:uiPriority w:val="10"/>
    <w:qFormat/>
    <w:rsid w:val="004C2E8E"/>
    <w:pPr>
      <w:spacing w:before="60" w:after="60"/>
    </w:pPr>
    <w:rPr>
      <w:color w:val="404040" w:themeColor="text1" w:themeTint="BF"/>
      <w:sz w:val="22"/>
    </w:rPr>
  </w:style>
  <w:style w:type="character" w:styleId="Strong">
    <w:name w:val="Strong"/>
    <w:basedOn w:val="DefaultParagraphFont"/>
    <w:uiPriority w:val="22"/>
    <w:semiHidden/>
    <w:qFormat/>
    <w:rsid w:val="002478A4"/>
    <w:rPr>
      <w:b/>
      <w:bCs/>
      <w:color w:val="9B4BA6" w:themeColor="accent5"/>
      <w:sz w:val="28"/>
    </w:rPr>
  </w:style>
  <w:style w:type="paragraph" w:styleId="Date">
    <w:name w:val="Date"/>
    <w:basedOn w:val="Normal"/>
    <w:next w:val="Normal"/>
    <w:link w:val="DateChar"/>
    <w:uiPriority w:val="99"/>
    <w:semiHidden/>
    <w:rsid w:val="00D708AF"/>
    <w:pPr>
      <w:spacing w:line="480" w:lineRule="auto"/>
    </w:pPr>
    <w:rPr>
      <w:rFonts w:cs="Georgia"/>
    </w:rPr>
  </w:style>
  <w:style w:type="character" w:customStyle="1" w:styleId="DateChar">
    <w:name w:val="Date Char"/>
    <w:basedOn w:val="DefaultParagraphFont"/>
    <w:link w:val="Date"/>
    <w:uiPriority w:val="99"/>
    <w:semiHidden/>
    <w:rsid w:val="00A10DE7"/>
    <w:rPr>
      <w:rFonts w:cs="Georgia"/>
    </w:rPr>
  </w:style>
  <w:style w:type="character" w:styleId="PlaceholderText">
    <w:name w:val="Placeholder Text"/>
    <w:basedOn w:val="DefaultParagraphFont"/>
    <w:uiPriority w:val="99"/>
    <w:semiHidden/>
    <w:rsid w:val="00142761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C86484"/>
    <w:rPr>
      <w:rFonts w:asciiTheme="majorHAnsi" w:hAnsiTheme="majorHAnsi"/>
      <w:b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86484"/>
    <w:rPr>
      <w:rFonts w:asciiTheme="majorHAnsi" w:hAnsiTheme="majorHAnsi" w:cs="Arial Black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\Downloads\tf00941787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1D362C61234768ACFED730702CC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52D83-FA09-40CF-A59A-7E0AD71EE1E5}"/>
      </w:docPartPr>
      <w:docPartBody>
        <w:p w:rsidR="00000000" w:rsidRDefault="007D50C5">
          <w:pPr>
            <w:pStyle w:val="B71D362C61234768ACFED730702CCD45"/>
          </w:pPr>
          <w:r w:rsidRPr="00412A07">
            <w:t>Date</w:t>
          </w:r>
          <w:r>
            <w:t>:</w:t>
          </w:r>
        </w:p>
      </w:docPartBody>
    </w:docPart>
    <w:docPart>
      <w:docPartPr>
        <w:name w:val="0E21275A9BE44C2E9152C8EC2DB5D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C04E7-4A35-407B-A417-6B0AC76DEE78}"/>
      </w:docPartPr>
      <w:docPartBody>
        <w:p w:rsidR="00000000" w:rsidRDefault="007D50C5">
          <w:pPr>
            <w:pStyle w:val="0E21275A9BE44C2E9152C8EC2DB5D775"/>
          </w:pPr>
          <w:r w:rsidRPr="004C2E8E">
            <w:t>From:</w:t>
          </w:r>
        </w:p>
      </w:docPartBody>
    </w:docPart>
    <w:docPart>
      <w:docPartPr>
        <w:name w:val="0228E387358A42C381CE9ACA25884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75962-17A0-4BE3-AFBE-CAB9D824E7C5}"/>
      </w:docPartPr>
      <w:docPartBody>
        <w:p w:rsidR="00000000" w:rsidRDefault="007D50C5">
          <w:pPr>
            <w:pStyle w:val="0228E387358A42C381CE9ACA2588494F"/>
          </w:pPr>
          <w:r w:rsidRPr="008D107A">
            <w:rPr>
              <w:rStyle w:val="PlaceholderText"/>
              <w:color w:val="404040" w:themeColor="text1" w:themeTint="BF"/>
            </w:rPr>
            <w:t>Phone:</w:t>
          </w:r>
        </w:p>
      </w:docPartBody>
    </w:docPart>
    <w:docPart>
      <w:docPartPr>
        <w:name w:val="4EF71629F2D9432BB0FEA6EBDA730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132AC-6AD8-469F-A828-A760DA8283D5}"/>
      </w:docPartPr>
      <w:docPartBody>
        <w:p w:rsidR="00000000" w:rsidRDefault="007D50C5">
          <w:pPr>
            <w:pStyle w:val="4EF71629F2D9432BB0FEA6EBDA73070C"/>
          </w:pPr>
          <w:r w:rsidRPr="008D107A">
            <w:rPr>
              <w:rStyle w:val="PlaceholderText"/>
              <w:color w:val="404040" w:themeColor="text1" w:themeTint="BF"/>
            </w:rPr>
            <w:t>Fax:</w:t>
          </w:r>
        </w:p>
      </w:docPartBody>
    </w:docPart>
    <w:docPart>
      <w:docPartPr>
        <w:name w:val="3F1F9F45834946E6B323423D00AA5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67EDE-BF6B-4042-B6F6-8BB79F4A30D1}"/>
      </w:docPartPr>
      <w:docPartBody>
        <w:p w:rsidR="00000000" w:rsidRDefault="007D50C5">
          <w:pPr>
            <w:pStyle w:val="3F1F9F45834946E6B323423D00AA5C3E"/>
          </w:pPr>
          <w:r w:rsidRPr="008D107A">
            <w:rPr>
              <w:rStyle w:val="PlaceholderText"/>
              <w:color w:val="404040" w:themeColor="text1" w:themeTint="BF"/>
            </w:rPr>
            <w:t>Company Name:</w:t>
          </w:r>
        </w:p>
      </w:docPartBody>
    </w:docPart>
    <w:docPart>
      <w:docPartPr>
        <w:name w:val="3D6382C2D5BF4FCDB666D43F8C667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78D80-545A-4530-95B7-BD0252B3E692}"/>
      </w:docPartPr>
      <w:docPartBody>
        <w:p w:rsidR="00000000" w:rsidRDefault="007D50C5">
          <w:pPr>
            <w:pStyle w:val="3D6382C2D5BF4FCDB666D43F8C667326"/>
          </w:pPr>
          <w:r w:rsidRPr="008D107A">
            <w:rPr>
              <w:rStyle w:val="PlaceholderText"/>
              <w:color w:val="404040" w:themeColor="text1" w:themeTint="BF"/>
            </w:rPr>
            <w:t>To:</w:t>
          </w:r>
        </w:p>
      </w:docPartBody>
    </w:docPart>
    <w:docPart>
      <w:docPartPr>
        <w:name w:val="EE24CCF0DE2D4329B0F968E44BD8A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301ED-E146-4B70-A84D-AD1C65CCA82A}"/>
      </w:docPartPr>
      <w:docPartBody>
        <w:p w:rsidR="00000000" w:rsidRDefault="007D50C5">
          <w:pPr>
            <w:pStyle w:val="EE24CCF0DE2D4329B0F968E44BD8A5B5"/>
          </w:pPr>
          <w:r w:rsidRPr="008D107A">
            <w:rPr>
              <w:rStyle w:val="PlaceholderText"/>
              <w:color w:val="404040" w:themeColor="text1" w:themeTint="BF"/>
            </w:rPr>
            <w:t>Phone:</w:t>
          </w:r>
        </w:p>
      </w:docPartBody>
    </w:docPart>
    <w:docPart>
      <w:docPartPr>
        <w:name w:val="07B361A18AD243E5B2B83C18231D8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2E01A-5FAA-4578-8384-866F38C6CC37}"/>
      </w:docPartPr>
      <w:docPartBody>
        <w:p w:rsidR="00000000" w:rsidRDefault="007D50C5">
          <w:pPr>
            <w:pStyle w:val="07B361A18AD243E5B2B83C18231D899F"/>
          </w:pPr>
          <w:r w:rsidRPr="008D107A">
            <w:rPr>
              <w:rStyle w:val="PlaceholderText"/>
              <w:color w:val="404040" w:themeColor="text1" w:themeTint="BF"/>
            </w:rPr>
            <w:t>Fax:</w:t>
          </w:r>
        </w:p>
      </w:docPartBody>
    </w:docPart>
    <w:docPart>
      <w:docPartPr>
        <w:name w:val="B0F37C5347C042108F8428EF6A8FE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8E968-B2F3-4C71-931F-2DF6A0757883}"/>
      </w:docPartPr>
      <w:docPartBody>
        <w:p w:rsidR="00000000" w:rsidRDefault="007D50C5">
          <w:pPr>
            <w:pStyle w:val="B0F37C5347C042108F8428EF6A8FEB59"/>
          </w:pPr>
          <w:r w:rsidRPr="008D107A">
            <w:rPr>
              <w:rStyle w:val="PlaceholderText"/>
              <w:color w:val="404040" w:themeColor="text1" w:themeTint="BF"/>
            </w:rPr>
            <w:t>Company Name:</w:t>
          </w:r>
        </w:p>
      </w:docPartBody>
    </w:docPart>
    <w:docPart>
      <w:docPartPr>
        <w:name w:val="58AD232D62FF439A84DC64D088EC8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29D2B-C795-49F0-922B-C78F63337F7E}"/>
      </w:docPartPr>
      <w:docPartBody>
        <w:p w:rsidR="00000000" w:rsidRDefault="007D50C5">
          <w:pPr>
            <w:pStyle w:val="58AD232D62FF439A84DC64D088EC8C32"/>
          </w:pPr>
          <w:r w:rsidRPr="002C5117">
            <w:rPr>
              <w:rStyle w:val="Heading2Char"/>
              <w:rFonts w:eastAsiaTheme="minorEastAsia"/>
            </w:rPr>
            <w:t>Contact</w:t>
          </w:r>
        </w:p>
      </w:docPartBody>
    </w:docPart>
    <w:docPart>
      <w:docPartPr>
        <w:name w:val="7A614CB7376340D9A73A3656BBED0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691F9-3F08-45F7-8A26-76B9EAAA736B}"/>
      </w:docPartPr>
      <w:docPartBody>
        <w:p w:rsidR="00000000" w:rsidRDefault="007D50C5">
          <w:pPr>
            <w:pStyle w:val="7A614CB7376340D9A73A3656BBED0DD6"/>
          </w:pPr>
          <w:r w:rsidRPr="002C5117">
            <w:rPr>
              <w:rStyle w:val="Heading2Char"/>
              <w:rFonts w:eastAsiaTheme="minorEastAsia"/>
            </w:rPr>
            <w:t>Comments: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C5"/>
    <w:rsid w:val="007D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BodyText"/>
    <w:next w:val="Normal"/>
    <w:link w:val="Heading2Char"/>
    <w:uiPriority w:val="9"/>
    <w:qFormat/>
    <w:pPr>
      <w:spacing w:after="240" w:line="240" w:lineRule="auto"/>
      <w:outlineLvl w:val="1"/>
    </w:pPr>
    <w:rPr>
      <w:rFonts w:asciiTheme="majorHAnsi" w:eastAsia="Times New Roman" w:hAnsiTheme="majorHAnsi" w:cs="Times New Roman"/>
      <w:b/>
      <w:sz w:val="28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1D362C61234768ACFED730702CCD45">
    <w:name w:val="B71D362C61234768ACFED730702CCD45"/>
  </w:style>
  <w:style w:type="paragraph" w:customStyle="1" w:styleId="7D98BAB2668E4A37875756FFF58D3E16">
    <w:name w:val="7D98BAB2668E4A37875756FFF58D3E16"/>
  </w:style>
  <w:style w:type="paragraph" w:customStyle="1" w:styleId="0E21275A9BE44C2E9152C8EC2DB5D775">
    <w:name w:val="0E21275A9BE44C2E9152C8EC2DB5D77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A0C9F753636477C8E9BF2CB9AD1C3C7">
    <w:name w:val="CA0C9F753636477C8E9BF2CB9AD1C3C7"/>
  </w:style>
  <w:style w:type="paragraph" w:customStyle="1" w:styleId="0228E387358A42C381CE9ACA2588494F">
    <w:name w:val="0228E387358A42C381CE9ACA2588494F"/>
  </w:style>
  <w:style w:type="paragraph" w:customStyle="1" w:styleId="FCED2A9490714DE9B82D85340D36C0CE">
    <w:name w:val="FCED2A9490714DE9B82D85340D36C0CE"/>
  </w:style>
  <w:style w:type="paragraph" w:customStyle="1" w:styleId="4EF71629F2D9432BB0FEA6EBDA73070C">
    <w:name w:val="4EF71629F2D9432BB0FEA6EBDA73070C"/>
  </w:style>
  <w:style w:type="paragraph" w:customStyle="1" w:styleId="947C14C1C6F04869AC87F60EA15133B7">
    <w:name w:val="947C14C1C6F04869AC87F60EA15133B7"/>
  </w:style>
  <w:style w:type="paragraph" w:customStyle="1" w:styleId="3F1F9F45834946E6B323423D00AA5C3E">
    <w:name w:val="3F1F9F45834946E6B323423D00AA5C3E"/>
  </w:style>
  <w:style w:type="paragraph" w:customStyle="1" w:styleId="ED8D09BFF4A84036905B165134097DD1">
    <w:name w:val="ED8D09BFF4A84036905B165134097DD1"/>
  </w:style>
  <w:style w:type="paragraph" w:customStyle="1" w:styleId="3D6382C2D5BF4FCDB666D43F8C667326">
    <w:name w:val="3D6382C2D5BF4FCDB666D43F8C667326"/>
  </w:style>
  <w:style w:type="paragraph" w:customStyle="1" w:styleId="D9D7CDFA55174A52BB5ADE47E0BC926E">
    <w:name w:val="D9D7CDFA55174A52BB5ADE47E0BC926E"/>
  </w:style>
  <w:style w:type="paragraph" w:customStyle="1" w:styleId="EE24CCF0DE2D4329B0F968E44BD8A5B5">
    <w:name w:val="EE24CCF0DE2D4329B0F968E44BD8A5B5"/>
  </w:style>
  <w:style w:type="paragraph" w:customStyle="1" w:styleId="18849CAF9D574DFB9116A4C5A8DFEC5D">
    <w:name w:val="18849CAF9D574DFB9116A4C5A8DFEC5D"/>
  </w:style>
  <w:style w:type="paragraph" w:customStyle="1" w:styleId="07B361A18AD243E5B2B83C18231D899F">
    <w:name w:val="07B361A18AD243E5B2B83C18231D899F"/>
  </w:style>
  <w:style w:type="paragraph" w:customStyle="1" w:styleId="49F7E2C076EE47B3ACA76CC72400E8A9">
    <w:name w:val="49F7E2C076EE47B3ACA76CC72400E8A9"/>
  </w:style>
  <w:style w:type="paragraph" w:customStyle="1" w:styleId="B0F37C5347C042108F8428EF6A8FEB59">
    <w:name w:val="B0F37C5347C042108F8428EF6A8FEB59"/>
  </w:style>
  <w:style w:type="paragraph" w:customStyle="1" w:styleId="177BA7E1CFD84D93812B016F3DF3D969">
    <w:name w:val="177BA7E1CFD84D93812B016F3DF3D969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="Times New Roman" w:hAnsiTheme="majorHAnsi" w:cs="Times New Roman"/>
      <w:b/>
      <w:sz w:val="28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customStyle="1" w:styleId="58AD232D62FF439A84DC64D088EC8C32">
    <w:name w:val="58AD232D62FF439A84DC64D088EC8C32"/>
  </w:style>
  <w:style w:type="paragraph" w:customStyle="1" w:styleId="3272D98B612F42F29475344132C71A1E">
    <w:name w:val="3272D98B612F42F29475344132C71A1E"/>
  </w:style>
  <w:style w:type="paragraph" w:customStyle="1" w:styleId="4DA874B96CB34A41BE3DD9291267B21C">
    <w:name w:val="4DA874B96CB34A41BE3DD9291267B21C"/>
  </w:style>
  <w:style w:type="paragraph" w:customStyle="1" w:styleId="CA3034A89E7B4C59A5348F15A81E215B">
    <w:name w:val="CA3034A89E7B4C59A5348F15A81E215B"/>
  </w:style>
  <w:style w:type="paragraph" w:customStyle="1" w:styleId="531212EE3AD64B2B9E9F852219A883E9">
    <w:name w:val="531212EE3AD64B2B9E9F852219A883E9"/>
  </w:style>
  <w:style w:type="paragraph" w:customStyle="1" w:styleId="7A614CB7376340D9A73A3656BBED0DD6">
    <w:name w:val="7A614CB7376340D9A73A3656BBED0DD6"/>
  </w:style>
  <w:style w:type="paragraph" w:customStyle="1" w:styleId="7FCE88A8DE404C9F90081310ABAD2ABF">
    <w:name w:val="7FCE88A8DE404C9F90081310ABAD2A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etterhead-2">
  <a:themeElements>
    <a:clrScheme name="Custom 3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DF2D25"/>
      </a:accent1>
      <a:accent2>
        <a:srgbClr val="F9D423"/>
      </a:accent2>
      <a:accent3>
        <a:srgbClr val="62C99E"/>
      </a:accent3>
      <a:accent4>
        <a:srgbClr val="45B9EC"/>
      </a:accent4>
      <a:accent5>
        <a:srgbClr val="9B4BA6"/>
      </a:accent5>
      <a:accent6>
        <a:srgbClr val="EF2F94"/>
      </a:accent6>
      <a:hlink>
        <a:srgbClr val="0000FF"/>
      </a:hlink>
      <a:folHlink>
        <a:srgbClr val="FF00FF"/>
      </a:folHlink>
    </a:clrScheme>
    <a:fontScheme name="Custom 16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Letterhead-2" id="{B36E660C-FC20-2644-B78F-F8F1A0F0C9CF}" vid="{54529A63-31AD-374D-AA83-1D0C9751D8F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F4BFEB-7B33-4BA8-B090-8550A22380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CBF7A1-53BD-404F-BD97-808AD77B1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02715-013B-4F74-BBA5-5A1EF5DB7CB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F33FCB24-B937-4171-8B3E-237A2FAA57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tf00941787_win32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2021-05-27T09:20:00Z</dcterms:created>
  <dcterms:modified xsi:type="dcterms:W3CDTF">2021-05-27T09:22:00Z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