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EC" w:rsidRPr="00945A49" w:rsidRDefault="005B3BEC" w:rsidP="00E661A9">
      <w:pPr>
        <w:autoSpaceDE w:val="0"/>
        <w:autoSpaceDN w:val="0"/>
        <w:adjustRightInd w:val="0"/>
        <w:jc w:val="both"/>
        <w:rPr>
          <w:rFonts w:ascii="Arial" w:hAnsi="Arial" w:cs="Arial"/>
          <w:b/>
          <w:bCs/>
          <w:color w:val="000000"/>
          <w:sz w:val="22"/>
          <w:szCs w:val="22"/>
        </w:rPr>
      </w:pPr>
    </w:p>
    <w:p w:rsidR="005B3BEC" w:rsidRDefault="005B3BEC" w:rsidP="00933251">
      <w:pPr>
        <w:autoSpaceDE w:val="0"/>
        <w:autoSpaceDN w:val="0"/>
        <w:adjustRightInd w:val="0"/>
        <w:jc w:val="center"/>
        <w:rPr>
          <w:rFonts w:ascii="Arial" w:hAnsi="Arial" w:cs="Arial"/>
          <w:b/>
          <w:bCs/>
          <w:color w:val="000000"/>
          <w:sz w:val="22"/>
          <w:szCs w:val="22"/>
          <w:u w:val="single"/>
        </w:rPr>
      </w:pPr>
    </w:p>
    <w:p w:rsidR="005B3BEC" w:rsidRDefault="005B3BEC" w:rsidP="00933251">
      <w:pPr>
        <w:autoSpaceDE w:val="0"/>
        <w:autoSpaceDN w:val="0"/>
        <w:adjustRightInd w:val="0"/>
        <w:jc w:val="center"/>
        <w:rPr>
          <w:rFonts w:ascii="Arial" w:hAnsi="Arial" w:cs="Arial"/>
          <w:b/>
          <w:bCs/>
          <w:color w:val="000000"/>
          <w:sz w:val="22"/>
          <w:szCs w:val="22"/>
          <w:u w:val="single"/>
        </w:rPr>
      </w:pPr>
    </w:p>
    <w:p w:rsidR="005B3BEC" w:rsidRDefault="005B3BEC" w:rsidP="00933251">
      <w:pPr>
        <w:autoSpaceDE w:val="0"/>
        <w:autoSpaceDN w:val="0"/>
        <w:adjustRightInd w:val="0"/>
        <w:jc w:val="center"/>
        <w:rPr>
          <w:rFonts w:ascii="Arial" w:hAnsi="Arial" w:cs="Arial"/>
          <w:b/>
          <w:bCs/>
          <w:color w:val="000000"/>
          <w:sz w:val="22"/>
          <w:szCs w:val="22"/>
          <w:u w:val="single"/>
        </w:rPr>
      </w:pPr>
    </w:p>
    <w:p w:rsidR="005B3BEC" w:rsidRPr="00945A49" w:rsidRDefault="005B3BEC" w:rsidP="00933251">
      <w:pPr>
        <w:autoSpaceDE w:val="0"/>
        <w:autoSpaceDN w:val="0"/>
        <w:adjustRightInd w:val="0"/>
        <w:jc w:val="center"/>
        <w:rPr>
          <w:rFonts w:ascii="Arial" w:hAnsi="Arial" w:cs="Arial"/>
          <w:b/>
          <w:bCs/>
          <w:color w:val="000000"/>
          <w:sz w:val="22"/>
          <w:szCs w:val="22"/>
          <w:u w:val="single"/>
        </w:rPr>
      </w:pPr>
      <w:r w:rsidRPr="00945A49">
        <w:rPr>
          <w:rFonts w:ascii="Arial" w:hAnsi="Arial" w:cs="Arial"/>
          <w:b/>
          <w:bCs/>
          <w:color w:val="000000"/>
          <w:sz w:val="22"/>
          <w:szCs w:val="22"/>
          <w:u w:val="single"/>
        </w:rPr>
        <w:t>Quality Policy Statement</w:t>
      </w:r>
    </w:p>
    <w:p w:rsidR="005B3BEC" w:rsidRPr="00945A49" w:rsidRDefault="005B3BEC" w:rsidP="00E661A9">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b/>
          <w:color w:val="000000"/>
          <w:sz w:val="22"/>
          <w:szCs w:val="22"/>
        </w:rPr>
      </w:pPr>
      <w:r w:rsidRPr="00945A49">
        <w:rPr>
          <w:rFonts w:ascii="Arial" w:hAnsi="Arial" w:cs="Arial"/>
          <w:b/>
          <w:color w:val="000000"/>
          <w:sz w:val="22"/>
          <w:szCs w:val="22"/>
        </w:rPr>
        <w:t>Commitment to Quality</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Prospectus is wholly committed to our quality policy which is in place to ensure our services fully meet the requirements of our customers at all times. Prospectus’ goal is to be the best recruitment solutions provider to the not for profit sector. To achieve this goal we are committed to implementing, maintaining and continually assessing operational systems and processes. </w:t>
      </w:r>
    </w:p>
    <w:p w:rsidR="005B3BEC"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b/>
          <w:color w:val="000000"/>
          <w:sz w:val="22"/>
          <w:szCs w:val="22"/>
        </w:rPr>
      </w:pPr>
      <w:r w:rsidRPr="00945A49">
        <w:rPr>
          <w:rFonts w:ascii="Arial" w:hAnsi="Arial" w:cs="Arial"/>
          <w:b/>
          <w:color w:val="000000"/>
          <w:sz w:val="22"/>
          <w:szCs w:val="22"/>
        </w:rPr>
        <w:t>Approach to Quality</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Prospectus firmly believes in the concept of customer and supplier working together in pursuing this policy and in continually striving for improvements in service quality. </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The Quality Policy is based on 3 fundamental principles: </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6A68E7">
      <w:pPr>
        <w:numPr>
          <w:ilvl w:val="0"/>
          <w:numId w:val="6"/>
        </w:numPr>
        <w:autoSpaceDE w:val="0"/>
        <w:autoSpaceDN w:val="0"/>
        <w:adjustRightInd w:val="0"/>
        <w:spacing w:after="120"/>
        <w:jc w:val="both"/>
        <w:rPr>
          <w:rFonts w:ascii="Arial" w:hAnsi="Arial" w:cs="Arial"/>
          <w:color w:val="000000"/>
          <w:sz w:val="22"/>
          <w:szCs w:val="22"/>
        </w:rPr>
      </w:pPr>
      <w:r w:rsidRPr="00945A49">
        <w:rPr>
          <w:rFonts w:ascii="Arial" w:hAnsi="Arial" w:cs="Arial"/>
          <w:color w:val="000000"/>
          <w:sz w:val="22"/>
          <w:szCs w:val="22"/>
        </w:rPr>
        <w:t xml:space="preserve">Ensuring that we fully identify and conform to the needs of our customers. </w:t>
      </w:r>
    </w:p>
    <w:p w:rsidR="005B3BEC" w:rsidRPr="00945A49" w:rsidRDefault="005B3BEC" w:rsidP="006A68E7">
      <w:pPr>
        <w:numPr>
          <w:ilvl w:val="0"/>
          <w:numId w:val="6"/>
        </w:numPr>
        <w:autoSpaceDE w:val="0"/>
        <w:autoSpaceDN w:val="0"/>
        <w:adjustRightInd w:val="0"/>
        <w:spacing w:after="120"/>
        <w:jc w:val="both"/>
        <w:rPr>
          <w:rFonts w:ascii="Arial" w:hAnsi="Arial" w:cs="Arial"/>
          <w:color w:val="000000"/>
          <w:sz w:val="22"/>
          <w:szCs w:val="22"/>
        </w:rPr>
      </w:pPr>
      <w:r w:rsidRPr="00945A49">
        <w:rPr>
          <w:rFonts w:ascii="Arial" w:hAnsi="Arial" w:cs="Arial"/>
          <w:color w:val="000000"/>
          <w:sz w:val="22"/>
          <w:szCs w:val="22"/>
        </w:rPr>
        <w:t xml:space="preserve">Looking at our service provision processes, identifying the potential for errors and taking the necessary actions to eliminate them. </w:t>
      </w:r>
    </w:p>
    <w:p w:rsidR="005B3BEC" w:rsidRPr="00945A49" w:rsidRDefault="005B3BEC" w:rsidP="006A68E7">
      <w:pPr>
        <w:numPr>
          <w:ilvl w:val="0"/>
          <w:numId w:val="6"/>
        </w:numPr>
        <w:autoSpaceDE w:val="0"/>
        <w:autoSpaceDN w:val="0"/>
        <w:adjustRightInd w:val="0"/>
        <w:spacing w:after="120"/>
        <w:jc w:val="both"/>
        <w:rPr>
          <w:rFonts w:ascii="Arial" w:hAnsi="Arial" w:cs="Arial"/>
          <w:color w:val="000000"/>
          <w:sz w:val="22"/>
          <w:szCs w:val="22"/>
        </w:rPr>
      </w:pPr>
      <w:r w:rsidRPr="00945A49">
        <w:rPr>
          <w:rFonts w:ascii="Arial" w:hAnsi="Arial" w:cs="Arial"/>
          <w:color w:val="000000"/>
          <w:sz w:val="22"/>
          <w:szCs w:val="22"/>
        </w:rPr>
        <w:t xml:space="preserve">Everyone at Prospectus understanding how to do their job and doing it right first time. </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2876D7">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Within this policy we are committed to operating our Company under the disciplines and control of a Quality Management System conforming to the International Standard 1S0 9001:2008, planned and developed jointly with our other management functions. </w:t>
      </w:r>
    </w:p>
    <w:p w:rsidR="005B3BEC" w:rsidRPr="00945A49" w:rsidRDefault="005B3BEC" w:rsidP="002876D7">
      <w:pPr>
        <w:autoSpaceDE w:val="0"/>
        <w:autoSpaceDN w:val="0"/>
        <w:adjustRightInd w:val="0"/>
        <w:jc w:val="both"/>
        <w:rPr>
          <w:rFonts w:ascii="Arial" w:hAnsi="Arial" w:cs="Arial"/>
          <w:color w:val="000000"/>
          <w:sz w:val="22"/>
          <w:szCs w:val="22"/>
        </w:rPr>
      </w:pPr>
    </w:p>
    <w:p w:rsidR="005B3BEC" w:rsidRPr="00945A49" w:rsidRDefault="005B3BEC" w:rsidP="002876D7">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To ensure that the policy is successfully implemented, staff are responsible for identifying customer requirements, and ensuring that the correct procedures are followed to meet those requirements. </w:t>
      </w:r>
    </w:p>
    <w:p w:rsidR="005B3BEC" w:rsidRPr="00945A49" w:rsidRDefault="005B3BEC" w:rsidP="002876D7">
      <w:pPr>
        <w:autoSpaceDE w:val="0"/>
        <w:autoSpaceDN w:val="0"/>
        <w:adjustRightInd w:val="0"/>
        <w:jc w:val="both"/>
        <w:rPr>
          <w:rFonts w:ascii="Arial" w:hAnsi="Arial" w:cs="Arial"/>
          <w:color w:val="000000"/>
          <w:sz w:val="22"/>
          <w:szCs w:val="22"/>
        </w:rPr>
      </w:pPr>
    </w:p>
    <w:p w:rsidR="005B3BEC" w:rsidRDefault="005B3BEC" w:rsidP="002876D7">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Objectives needed to ensure that the requirements of this policy are met and that continual improvement is maintained in line with the spirit of the policy, will be set, determined and monitored at Management Review. </w:t>
      </w:r>
    </w:p>
    <w:p w:rsidR="005B3BEC" w:rsidRPr="00945A49" w:rsidRDefault="005B3BEC" w:rsidP="002876D7">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b/>
          <w:color w:val="000000"/>
          <w:sz w:val="22"/>
          <w:szCs w:val="22"/>
        </w:rPr>
      </w:pPr>
      <w:r w:rsidRPr="00945A49">
        <w:rPr>
          <w:rFonts w:ascii="Arial" w:hAnsi="Arial" w:cs="Arial"/>
          <w:b/>
          <w:color w:val="000000"/>
          <w:sz w:val="22"/>
          <w:szCs w:val="22"/>
        </w:rPr>
        <w:t>Communication</w:t>
      </w:r>
    </w:p>
    <w:p w:rsidR="005B3BEC" w:rsidRPr="00945A49" w:rsidRDefault="005B3BEC" w:rsidP="007D7B1C">
      <w:pPr>
        <w:autoSpaceDE w:val="0"/>
        <w:autoSpaceDN w:val="0"/>
        <w:adjustRightInd w:val="0"/>
        <w:jc w:val="both"/>
        <w:rPr>
          <w:rFonts w:ascii="Arial" w:hAnsi="Arial" w:cs="Arial"/>
          <w:b/>
          <w:color w:val="000000"/>
          <w:sz w:val="22"/>
          <w:szCs w:val="22"/>
        </w:rPr>
      </w:pPr>
    </w:p>
    <w:p w:rsidR="005B3BEC" w:rsidRPr="00945A49" w:rsidRDefault="005B3BEC" w:rsidP="002876D7">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The Quality Policy principles and objectives will be communicated and available to staff at all times. Training will be an integral part of the strategy to achieve the objectives. The Policy will also be available to clients and candidates upon request. </w:t>
      </w:r>
    </w:p>
    <w:p w:rsidR="005B3BEC"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b/>
          <w:color w:val="000000"/>
          <w:sz w:val="22"/>
          <w:szCs w:val="22"/>
        </w:rPr>
      </w:pPr>
      <w:r w:rsidRPr="00945A49">
        <w:rPr>
          <w:rFonts w:ascii="Arial" w:hAnsi="Arial" w:cs="Arial"/>
          <w:b/>
          <w:color w:val="000000"/>
          <w:sz w:val="22"/>
          <w:szCs w:val="22"/>
        </w:rPr>
        <w:t>Responsibilities</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These are outlined as follows: </w:t>
      </w:r>
    </w:p>
    <w:p w:rsidR="005B3BEC" w:rsidRPr="00945A49" w:rsidRDefault="005B3BEC" w:rsidP="007D7B1C">
      <w:pPr>
        <w:autoSpaceDE w:val="0"/>
        <w:autoSpaceDN w:val="0"/>
        <w:adjustRightInd w:val="0"/>
        <w:jc w:val="both"/>
        <w:rPr>
          <w:rFonts w:ascii="Arial" w:hAnsi="Arial" w:cs="Arial"/>
          <w:color w:val="000000"/>
          <w:sz w:val="22"/>
          <w:szCs w:val="22"/>
        </w:rPr>
      </w:pPr>
    </w:p>
    <w:p w:rsidR="005B3BEC" w:rsidRDefault="005B3BEC" w:rsidP="002876D7">
      <w:pPr>
        <w:numPr>
          <w:ilvl w:val="0"/>
          <w:numId w:val="1"/>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Responsibility for delivering quality services rests with everyone at Prospectus. </w:t>
      </w:r>
    </w:p>
    <w:p w:rsidR="005B3BEC" w:rsidRDefault="005B3BEC" w:rsidP="00945A49">
      <w:pPr>
        <w:autoSpaceDE w:val="0"/>
        <w:autoSpaceDN w:val="0"/>
        <w:adjustRightInd w:val="0"/>
        <w:jc w:val="both"/>
        <w:rPr>
          <w:rFonts w:ascii="Arial" w:hAnsi="Arial" w:cs="Arial"/>
          <w:color w:val="000000"/>
          <w:sz w:val="22"/>
          <w:szCs w:val="22"/>
        </w:rPr>
      </w:pPr>
    </w:p>
    <w:p w:rsidR="005B3BEC" w:rsidRDefault="005B3BEC" w:rsidP="00945A49">
      <w:pPr>
        <w:autoSpaceDE w:val="0"/>
        <w:autoSpaceDN w:val="0"/>
        <w:adjustRightInd w:val="0"/>
        <w:jc w:val="both"/>
        <w:rPr>
          <w:rFonts w:ascii="Arial" w:hAnsi="Arial" w:cs="Arial"/>
          <w:color w:val="000000"/>
          <w:sz w:val="22"/>
          <w:szCs w:val="22"/>
        </w:rPr>
      </w:pPr>
    </w:p>
    <w:p w:rsidR="005B3BEC" w:rsidRDefault="005B3BEC" w:rsidP="00945A49">
      <w:pPr>
        <w:autoSpaceDE w:val="0"/>
        <w:autoSpaceDN w:val="0"/>
        <w:adjustRightInd w:val="0"/>
        <w:jc w:val="both"/>
        <w:rPr>
          <w:rFonts w:ascii="Arial" w:hAnsi="Arial" w:cs="Arial"/>
          <w:color w:val="000000"/>
          <w:sz w:val="22"/>
          <w:szCs w:val="22"/>
        </w:rPr>
      </w:pPr>
    </w:p>
    <w:p w:rsidR="005B3BEC" w:rsidRDefault="005B3BEC" w:rsidP="00945A49">
      <w:pPr>
        <w:autoSpaceDE w:val="0"/>
        <w:autoSpaceDN w:val="0"/>
        <w:adjustRightInd w:val="0"/>
        <w:jc w:val="both"/>
        <w:rPr>
          <w:rFonts w:ascii="Arial" w:hAnsi="Arial" w:cs="Arial"/>
          <w:color w:val="000000"/>
          <w:sz w:val="22"/>
          <w:szCs w:val="22"/>
        </w:rPr>
      </w:pPr>
    </w:p>
    <w:p w:rsidR="005B3BEC" w:rsidRDefault="005B3BEC" w:rsidP="00945A49">
      <w:pPr>
        <w:autoSpaceDE w:val="0"/>
        <w:autoSpaceDN w:val="0"/>
        <w:adjustRightInd w:val="0"/>
        <w:jc w:val="both"/>
        <w:rPr>
          <w:rFonts w:ascii="Arial" w:hAnsi="Arial" w:cs="Arial"/>
          <w:color w:val="000000"/>
          <w:sz w:val="22"/>
          <w:szCs w:val="22"/>
        </w:rPr>
      </w:pPr>
    </w:p>
    <w:p w:rsidR="005B3BEC" w:rsidRPr="00945A49" w:rsidRDefault="005B3BEC" w:rsidP="00945A49">
      <w:pPr>
        <w:autoSpaceDE w:val="0"/>
        <w:autoSpaceDN w:val="0"/>
        <w:adjustRightInd w:val="0"/>
        <w:jc w:val="both"/>
        <w:rPr>
          <w:rFonts w:ascii="Arial" w:hAnsi="Arial" w:cs="Arial"/>
          <w:color w:val="000000"/>
          <w:sz w:val="22"/>
          <w:szCs w:val="22"/>
        </w:rPr>
      </w:pPr>
    </w:p>
    <w:p w:rsidR="005B3BEC" w:rsidRPr="00945A49" w:rsidRDefault="005B3BEC" w:rsidP="002876D7">
      <w:pPr>
        <w:numPr>
          <w:ilvl w:val="0"/>
          <w:numId w:val="1"/>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Each Team Leader has responsibility for monitoring the quality of services for their area of the business.</w:t>
      </w:r>
    </w:p>
    <w:p w:rsidR="005B3BEC" w:rsidRPr="00945A49" w:rsidRDefault="005B3BEC" w:rsidP="002876D7">
      <w:pPr>
        <w:numPr>
          <w:ilvl w:val="0"/>
          <w:numId w:val="1"/>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Overall responsibility for maintaining and evaluating our Quality Management System rests with Prospectus Quality Manager with the support of the Senior Management Team.</w:t>
      </w:r>
    </w:p>
    <w:p w:rsidR="005B3BEC" w:rsidRPr="00945A49" w:rsidRDefault="005B3BEC" w:rsidP="002876D7">
      <w:pPr>
        <w:numPr>
          <w:ilvl w:val="0"/>
          <w:numId w:val="1"/>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QMS International Plc are responsible for carrying out an independent audit of Prospectus’ Quality Management System on an annual basis. </w:t>
      </w:r>
    </w:p>
    <w:p w:rsidR="005B3BEC" w:rsidRPr="00945A49" w:rsidRDefault="005B3BEC" w:rsidP="00DD6278">
      <w:pPr>
        <w:autoSpaceDE w:val="0"/>
        <w:autoSpaceDN w:val="0"/>
        <w:adjustRightInd w:val="0"/>
        <w:jc w:val="both"/>
        <w:rPr>
          <w:rFonts w:ascii="Arial" w:hAnsi="Arial" w:cs="Arial"/>
          <w:color w:val="000000"/>
          <w:sz w:val="22"/>
          <w:szCs w:val="22"/>
        </w:rPr>
      </w:pPr>
    </w:p>
    <w:p w:rsidR="005B3BEC" w:rsidRPr="00945A49" w:rsidRDefault="005B3BEC" w:rsidP="00DD6278">
      <w:pPr>
        <w:autoSpaceDE w:val="0"/>
        <w:autoSpaceDN w:val="0"/>
        <w:adjustRightInd w:val="0"/>
        <w:jc w:val="both"/>
        <w:rPr>
          <w:rFonts w:ascii="Arial" w:hAnsi="Arial" w:cs="Arial"/>
          <w:b/>
          <w:color w:val="000000"/>
          <w:sz w:val="22"/>
          <w:szCs w:val="22"/>
        </w:rPr>
      </w:pPr>
      <w:r w:rsidRPr="00945A49">
        <w:rPr>
          <w:rFonts w:ascii="Arial" w:hAnsi="Arial" w:cs="Arial"/>
          <w:b/>
          <w:color w:val="000000"/>
          <w:sz w:val="22"/>
          <w:szCs w:val="22"/>
        </w:rPr>
        <w:t>Training &amp; Support</w:t>
      </w:r>
    </w:p>
    <w:p w:rsidR="005B3BEC" w:rsidRPr="00945A49" w:rsidRDefault="005B3BEC" w:rsidP="00DD6278">
      <w:pPr>
        <w:autoSpaceDE w:val="0"/>
        <w:autoSpaceDN w:val="0"/>
        <w:adjustRightInd w:val="0"/>
        <w:jc w:val="both"/>
        <w:rPr>
          <w:rFonts w:ascii="Arial" w:hAnsi="Arial" w:cs="Arial"/>
          <w:color w:val="000000"/>
          <w:sz w:val="22"/>
          <w:szCs w:val="22"/>
        </w:rPr>
      </w:pPr>
    </w:p>
    <w:p w:rsidR="005B3BEC" w:rsidRPr="00945A49" w:rsidRDefault="005B3BEC" w:rsidP="00DD6278">
      <w:pPr>
        <w:jc w:val="both"/>
        <w:rPr>
          <w:rFonts w:ascii="Arial" w:hAnsi="Arial" w:cs="Arial"/>
          <w:color w:val="000000"/>
          <w:sz w:val="22"/>
          <w:szCs w:val="22"/>
        </w:rPr>
      </w:pPr>
      <w:r w:rsidRPr="00945A49">
        <w:rPr>
          <w:rFonts w:ascii="Arial" w:hAnsi="Arial" w:cs="Arial"/>
          <w:color w:val="000000"/>
          <w:sz w:val="22"/>
          <w:szCs w:val="22"/>
        </w:rPr>
        <w:t>We shall ensure that all Prospectus personnel understand and fully implement our Company's policies and objectives and are able to perform their duties effectively through an ongoing training and development programme.</w:t>
      </w:r>
    </w:p>
    <w:p w:rsidR="005B3BEC" w:rsidRPr="00945A49" w:rsidRDefault="005B3BEC" w:rsidP="00DD6278">
      <w:pPr>
        <w:jc w:val="both"/>
        <w:rPr>
          <w:rFonts w:ascii="Arial" w:hAnsi="Arial" w:cs="Arial"/>
          <w:color w:val="000000"/>
          <w:sz w:val="22"/>
          <w:szCs w:val="22"/>
        </w:rPr>
      </w:pPr>
    </w:p>
    <w:p w:rsidR="005B3BEC" w:rsidRPr="00945A49" w:rsidRDefault="005B3BEC" w:rsidP="00DD6278">
      <w:pPr>
        <w:numPr>
          <w:ilvl w:val="0"/>
          <w:numId w:val="2"/>
        </w:numPr>
        <w:jc w:val="both"/>
        <w:rPr>
          <w:rFonts w:ascii="Arial" w:hAnsi="Arial" w:cs="Arial"/>
          <w:sz w:val="22"/>
          <w:szCs w:val="22"/>
        </w:rPr>
      </w:pPr>
      <w:r w:rsidRPr="00945A49">
        <w:rPr>
          <w:rFonts w:ascii="Arial" w:hAnsi="Arial" w:cs="Arial"/>
          <w:color w:val="000000"/>
          <w:sz w:val="22"/>
          <w:szCs w:val="22"/>
        </w:rPr>
        <w:t>As part of their induction to Prospectus, all staff are fully briefed on the Quality Policy, its aims and objectives.</w:t>
      </w:r>
    </w:p>
    <w:p w:rsidR="005B3BEC" w:rsidRPr="00945A49" w:rsidRDefault="005B3BEC" w:rsidP="00DD6278">
      <w:pPr>
        <w:numPr>
          <w:ilvl w:val="0"/>
          <w:numId w:val="2"/>
        </w:numPr>
        <w:jc w:val="both"/>
        <w:rPr>
          <w:rFonts w:ascii="Arial" w:hAnsi="Arial" w:cs="Arial"/>
          <w:sz w:val="22"/>
          <w:szCs w:val="22"/>
        </w:rPr>
      </w:pPr>
      <w:r w:rsidRPr="00945A49">
        <w:rPr>
          <w:rFonts w:ascii="Arial" w:hAnsi="Arial" w:cs="Arial"/>
          <w:color w:val="000000"/>
          <w:sz w:val="22"/>
          <w:szCs w:val="22"/>
        </w:rPr>
        <w:t xml:space="preserve">Prospectus staff are given full training to ensure they can carry out all functions of their role, as per guidelines set out in our quality manuals. </w:t>
      </w:r>
    </w:p>
    <w:p w:rsidR="005B3BEC" w:rsidRPr="00945A49" w:rsidRDefault="005B3BEC" w:rsidP="00DD6278">
      <w:pPr>
        <w:numPr>
          <w:ilvl w:val="0"/>
          <w:numId w:val="2"/>
        </w:numPr>
        <w:jc w:val="both"/>
        <w:rPr>
          <w:rFonts w:ascii="Arial" w:hAnsi="Arial" w:cs="Arial"/>
          <w:sz w:val="22"/>
          <w:szCs w:val="22"/>
        </w:rPr>
      </w:pPr>
      <w:r w:rsidRPr="00945A49">
        <w:rPr>
          <w:rFonts w:ascii="Arial" w:hAnsi="Arial" w:cs="Arial"/>
          <w:color w:val="000000"/>
          <w:sz w:val="22"/>
          <w:szCs w:val="22"/>
        </w:rPr>
        <w:t xml:space="preserve">Annual appraisals are held for all staff to assess performance and identify training needs. </w:t>
      </w:r>
    </w:p>
    <w:p w:rsidR="005B3BEC" w:rsidRPr="00945A49" w:rsidRDefault="005B3BEC" w:rsidP="00DD6278">
      <w:pPr>
        <w:numPr>
          <w:ilvl w:val="0"/>
          <w:numId w:val="2"/>
        </w:numPr>
        <w:jc w:val="both"/>
        <w:rPr>
          <w:rFonts w:ascii="Arial" w:hAnsi="Arial" w:cs="Arial"/>
          <w:sz w:val="22"/>
          <w:szCs w:val="22"/>
        </w:rPr>
      </w:pPr>
      <w:r w:rsidRPr="00945A49">
        <w:rPr>
          <w:rFonts w:ascii="Arial" w:hAnsi="Arial" w:cs="Arial"/>
          <w:color w:val="000000"/>
          <w:sz w:val="22"/>
          <w:szCs w:val="22"/>
        </w:rPr>
        <w:t xml:space="preserve">All training needs identified, to ensure quality is maintained, are fed into an overall training plan and assessed and implemented, whilst considering any budgetary constraints. </w:t>
      </w:r>
    </w:p>
    <w:p w:rsidR="005B3BEC" w:rsidRPr="00945A49" w:rsidRDefault="005B3BEC" w:rsidP="00DD6278">
      <w:pPr>
        <w:numPr>
          <w:ilvl w:val="0"/>
          <w:numId w:val="2"/>
        </w:numPr>
        <w:jc w:val="both"/>
        <w:rPr>
          <w:rFonts w:ascii="Arial" w:hAnsi="Arial" w:cs="Arial"/>
          <w:sz w:val="22"/>
          <w:szCs w:val="22"/>
        </w:rPr>
      </w:pPr>
      <w:r w:rsidRPr="00945A49">
        <w:rPr>
          <w:rFonts w:ascii="Arial" w:hAnsi="Arial" w:cs="Arial"/>
          <w:color w:val="000000"/>
          <w:sz w:val="22"/>
          <w:szCs w:val="22"/>
        </w:rPr>
        <w:t xml:space="preserve">Objectives and action points are reviewed monthly in 1:2:1 Clarity meetings with line managers. </w:t>
      </w:r>
    </w:p>
    <w:p w:rsidR="005B3BEC" w:rsidRPr="00945A49" w:rsidRDefault="005B3BEC" w:rsidP="009E582E">
      <w:pPr>
        <w:jc w:val="both"/>
        <w:rPr>
          <w:rFonts w:ascii="Arial" w:hAnsi="Arial" w:cs="Arial"/>
          <w:color w:val="000000"/>
          <w:sz w:val="22"/>
          <w:szCs w:val="22"/>
        </w:rPr>
      </w:pPr>
    </w:p>
    <w:p w:rsidR="005B3BEC" w:rsidRPr="00945A49" w:rsidRDefault="005B3BEC" w:rsidP="009E582E">
      <w:pPr>
        <w:jc w:val="both"/>
        <w:rPr>
          <w:rFonts w:ascii="Arial" w:hAnsi="Arial" w:cs="Arial"/>
          <w:b/>
          <w:color w:val="000000"/>
          <w:sz w:val="22"/>
          <w:szCs w:val="22"/>
        </w:rPr>
      </w:pPr>
      <w:r w:rsidRPr="00945A49">
        <w:rPr>
          <w:rFonts w:ascii="Arial" w:hAnsi="Arial" w:cs="Arial"/>
          <w:b/>
          <w:color w:val="000000"/>
          <w:sz w:val="22"/>
          <w:szCs w:val="22"/>
        </w:rPr>
        <w:t>Monitoring &amp; Evaluation</w:t>
      </w:r>
    </w:p>
    <w:p w:rsidR="005B3BEC" w:rsidRPr="00945A49" w:rsidRDefault="005B3BEC" w:rsidP="009E582E">
      <w:pPr>
        <w:jc w:val="both"/>
        <w:rPr>
          <w:rFonts w:ascii="Arial" w:hAnsi="Arial" w:cs="Arial"/>
          <w:sz w:val="22"/>
          <w:szCs w:val="22"/>
        </w:rPr>
      </w:pPr>
    </w:p>
    <w:p w:rsidR="005B3BEC" w:rsidRPr="00945A49" w:rsidRDefault="005B3BEC" w:rsidP="009E582E">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 xml:space="preserve">Prospectus will constantly review and improve upon our services to ensure tasks are completed in the most cost effective and timely manner for the benefit of all our customers. </w:t>
      </w:r>
    </w:p>
    <w:p w:rsidR="005B3BEC" w:rsidRPr="00945A49" w:rsidRDefault="005B3BEC" w:rsidP="009E582E">
      <w:pPr>
        <w:autoSpaceDE w:val="0"/>
        <w:autoSpaceDN w:val="0"/>
        <w:adjustRightInd w:val="0"/>
        <w:jc w:val="both"/>
        <w:rPr>
          <w:rFonts w:ascii="Arial" w:hAnsi="Arial" w:cs="Arial"/>
          <w:color w:val="000000"/>
          <w:sz w:val="22"/>
          <w:szCs w:val="22"/>
        </w:rPr>
      </w:pPr>
    </w:p>
    <w:p w:rsidR="005B3BEC" w:rsidRPr="00945A49" w:rsidRDefault="005B3BEC" w:rsidP="009E582E">
      <w:p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Prospectus achieves this by:</w:t>
      </w:r>
    </w:p>
    <w:p w:rsidR="005B3BEC" w:rsidRPr="00945A49" w:rsidRDefault="005B3BEC" w:rsidP="009E582E">
      <w:pPr>
        <w:autoSpaceDE w:val="0"/>
        <w:autoSpaceDN w:val="0"/>
        <w:adjustRightInd w:val="0"/>
        <w:jc w:val="both"/>
        <w:rPr>
          <w:rFonts w:ascii="Arial" w:hAnsi="Arial" w:cs="Arial"/>
          <w:color w:val="000000"/>
          <w:sz w:val="22"/>
          <w:szCs w:val="22"/>
        </w:rPr>
      </w:pPr>
    </w:p>
    <w:p w:rsidR="005B3BEC" w:rsidRPr="00945A49" w:rsidRDefault="005B3BEC" w:rsidP="009E582E">
      <w:pPr>
        <w:numPr>
          <w:ilvl w:val="0"/>
          <w:numId w:val="3"/>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Obtaining client feedback following the completion of each assignment</w:t>
      </w:r>
    </w:p>
    <w:p w:rsidR="005B3BEC" w:rsidRPr="00945A49" w:rsidRDefault="005B3BEC" w:rsidP="009E582E">
      <w:pPr>
        <w:numPr>
          <w:ilvl w:val="0"/>
          <w:numId w:val="3"/>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Conducting an annual client survey relating to Quality</w:t>
      </w:r>
    </w:p>
    <w:p w:rsidR="005B3BEC" w:rsidRPr="00945A49" w:rsidRDefault="005B3BEC" w:rsidP="009E582E">
      <w:pPr>
        <w:numPr>
          <w:ilvl w:val="0"/>
          <w:numId w:val="3"/>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Carrying out an annual candidate survey, measuring all aspects of candidate care</w:t>
      </w:r>
    </w:p>
    <w:p w:rsidR="005B3BEC" w:rsidRPr="00945A49" w:rsidRDefault="005B3BEC" w:rsidP="009E582E">
      <w:pPr>
        <w:numPr>
          <w:ilvl w:val="0"/>
          <w:numId w:val="3"/>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Closely monitoring our ad hoc compliments and complaints procedure</w:t>
      </w:r>
    </w:p>
    <w:p w:rsidR="005B3BEC" w:rsidRPr="00945A49" w:rsidRDefault="005B3BEC" w:rsidP="009E582E">
      <w:pPr>
        <w:numPr>
          <w:ilvl w:val="0"/>
          <w:numId w:val="3"/>
        </w:numPr>
        <w:autoSpaceDE w:val="0"/>
        <w:autoSpaceDN w:val="0"/>
        <w:adjustRightInd w:val="0"/>
        <w:jc w:val="both"/>
        <w:rPr>
          <w:rFonts w:ascii="Arial" w:hAnsi="Arial" w:cs="Arial"/>
          <w:color w:val="000000"/>
          <w:sz w:val="22"/>
          <w:szCs w:val="22"/>
        </w:rPr>
      </w:pPr>
      <w:r w:rsidRPr="00945A49">
        <w:rPr>
          <w:rFonts w:ascii="Arial" w:hAnsi="Arial" w:cs="Arial"/>
          <w:color w:val="000000"/>
          <w:sz w:val="22"/>
          <w:szCs w:val="22"/>
        </w:rPr>
        <w:t>Quarterly management review meetings to assess and agree actions to amend and improve quality management system</w:t>
      </w:r>
    </w:p>
    <w:p w:rsidR="005B3BEC" w:rsidRPr="00945A49" w:rsidRDefault="005B3BEC" w:rsidP="009E582E">
      <w:pPr>
        <w:numPr>
          <w:ilvl w:val="0"/>
          <w:numId w:val="3"/>
        </w:numPr>
        <w:rPr>
          <w:rFonts w:ascii="Arial" w:hAnsi="Arial" w:cs="Arial"/>
          <w:sz w:val="22"/>
          <w:szCs w:val="22"/>
        </w:rPr>
      </w:pPr>
      <w:r w:rsidRPr="00945A49">
        <w:rPr>
          <w:rFonts w:ascii="Arial" w:hAnsi="Arial" w:cs="Arial"/>
          <w:sz w:val="22"/>
          <w:szCs w:val="22"/>
        </w:rPr>
        <w:t>Internal Auditing of departments twice a year on a three month rotation</w:t>
      </w:r>
    </w:p>
    <w:p w:rsidR="005B3BEC" w:rsidRPr="00945A49" w:rsidRDefault="005B3BEC" w:rsidP="009E582E">
      <w:pPr>
        <w:numPr>
          <w:ilvl w:val="0"/>
          <w:numId w:val="3"/>
        </w:numPr>
        <w:rPr>
          <w:rFonts w:ascii="Arial" w:hAnsi="Arial" w:cs="Arial"/>
          <w:sz w:val="22"/>
          <w:szCs w:val="22"/>
        </w:rPr>
      </w:pPr>
      <w:r w:rsidRPr="00945A49">
        <w:rPr>
          <w:rFonts w:ascii="Arial" w:hAnsi="Arial" w:cs="Arial"/>
          <w:sz w:val="22"/>
          <w:szCs w:val="22"/>
        </w:rPr>
        <w:t>Yearly Audit by external provider – QMS International Plc</w:t>
      </w:r>
    </w:p>
    <w:p w:rsidR="005B3BEC" w:rsidRPr="00945A49" w:rsidRDefault="005B3BEC" w:rsidP="004E017F">
      <w:pPr>
        <w:autoSpaceDE w:val="0"/>
        <w:autoSpaceDN w:val="0"/>
        <w:adjustRightInd w:val="0"/>
        <w:jc w:val="both"/>
        <w:rPr>
          <w:rFonts w:ascii="Arial" w:hAnsi="Arial" w:cs="Arial"/>
          <w:color w:val="000000"/>
          <w:sz w:val="22"/>
          <w:szCs w:val="22"/>
        </w:rPr>
      </w:pPr>
    </w:p>
    <w:p w:rsidR="005B3BEC" w:rsidRPr="00945A49" w:rsidRDefault="005B3BEC" w:rsidP="007D7B1C">
      <w:pPr>
        <w:autoSpaceDE w:val="0"/>
        <w:autoSpaceDN w:val="0"/>
        <w:adjustRightInd w:val="0"/>
        <w:jc w:val="both"/>
        <w:rPr>
          <w:rFonts w:ascii="Arial" w:hAnsi="Arial" w:cs="Arial"/>
          <w:b/>
          <w:i/>
          <w:color w:val="000000"/>
          <w:sz w:val="20"/>
          <w:szCs w:val="20"/>
        </w:rPr>
      </w:pPr>
      <w:r w:rsidRPr="00945A49">
        <w:rPr>
          <w:rFonts w:ascii="Arial" w:hAnsi="Arial" w:cs="Arial"/>
          <w:b/>
          <w:i/>
          <w:color w:val="000000"/>
          <w:sz w:val="20"/>
          <w:szCs w:val="20"/>
        </w:rPr>
        <w:t xml:space="preserve">Prospectus is committed to operating continuously to the highest possible quality standards and will maintain the necessary Quality Approvals consistent with our customer requirements. </w:t>
      </w:r>
    </w:p>
    <w:p w:rsidR="005B3BEC" w:rsidRPr="009E582E" w:rsidRDefault="005B3BEC" w:rsidP="007D7B1C">
      <w:pPr>
        <w:autoSpaceDE w:val="0"/>
        <w:autoSpaceDN w:val="0"/>
        <w:adjustRightInd w:val="0"/>
        <w:jc w:val="both"/>
        <w:rPr>
          <w:rFonts w:ascii="Arial" w:hAnsi="Arial" w:cs="Arial"/>
          <w:color w:val="000000"/>
          <w:sz w:val="22"/>
          <w:szCs w:val="22"/>
        </w:rPr>
      </w:pPr>
    </w:p>
    <w:p w:rsidR="005B3BEC" w:rsidRPr="009E582E" w:rsidRDefault="005B3BEC" w:rsidP="007D7B1C">
      <w:pPr>
        <w:autoSpaceDE w:val="0"/>
        <w:autoSpaceDN w:val="0"/>
        <w:adjustRightInd w:val="0"/>
        <w:jc w:val="both"/>
        <w:rPr>
          <w:rFonts w:ascii="Arial" w:hAnsi="Arial" w:cs="Arial"/>
          <w:color w:val="000000"/>
          <w:sz w:val="22"/>
          <w:szCs w:val="22"/>
        </w:rPr>
      </w:pPr>
    </w:p>
    <w:p w:rsidR="005B3BEC" w:rsidRPr="009E582E" w:rsidRDefault="005B3BEC">
      <w:pPr>
        <w:rPr>
          <w:rFonts w:ascii="Arial" w:hAnsi="Arial" w:cs="Arial"/>
          <w:sz w:val="22"/>
          <w:szCs w:val="22"/>
        </w:rPr>
      </w:pPr>
    </w:p>
    <w:sectPr w:rsidR="005B3BEC" w:rsidRPr="009E582E" w:rsidSect="00022EF8">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BEC" w:rsidRDefault="005B3BEC">
      <w:r>
        <w:separator/>
      </w:r>
    </w:p>
  </w:endnote>
  <w:endnote w:type="continuationSeparator" w:id="0">
    <w:p w:rsidR="005B3BEC" w:rsidRDefault="005B3B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KNKGL+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BEC" w:rsidRDefault="005B3BEC">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footer.jpg" style="position:absolute;margin-left:-89.95pt;margin-top:-75.55pt;width:594pt;height:109pt;z-index:-251654144;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BEC" w:rsidRDefault="005B3BEC">
      <w:r>
        <w:separator/>
      </w:r>
    </w:p>
  </w:footnote>
  <w:footnote w:type="continuationSeparator" w:id="0">
    <w:p w:rsidR="005B3BEC" w:rsidRDefault="005B3B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BEC" w:rsidRDefault="005B3BEC" w:rsidP="00AE0C95">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49" type="#_x0000_t75" alt="header.jpg" style="position:absolute;left:0;text-align:left;margin-left:-89.95pt;margin-top:-14.05pt;width:594pt;height:110.2pt;z-index:-251656192;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B363E"/>
    <w:multiLevelType w:val="hybridMultilevel"/>
    <w:tmpl w:val="6ABAC6D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1F9E3272"/>
    <w:multiLevelType w:val="hybridMultilevel"/>
    <w:tmpl w:val="5D1096AE"/>
    <w:lvl w:ilvl="0" w:tplc="22F430B0">
      <w:start w:val="1"/>
      <w:numFmt w:val="decimal"/>
      <w:lvlText w:val="%1."/>
      <w:lvlJc w:val="left"/>
      <w:pPr>
        <w:tabs>
          <w:tab w:val="num" w:pos="716"/>
        </w:tabs>
        <w:ind w:left="716" w:hanging="360"/>
      </w:pPr>
      <w:rPr>
        <w:rFonts w:cs="Times New Roman" w:hint="default"/>
      </w:rPr>
    </w:lvl>
    <w:lvl w:ilvl="1" w:tplc="08090019" w:tentative="1">
      <w:start w:val="1"/>
      <w:numFmt w:val="lowerLetter"/>
      <w:lvlText w:val="%2."/>
      <w:lvlJc w:val="left"/>
      <w:pPr>
        <w:tabs>
          <w:tab w:val="num" w:pos="1436"/>
        </w:tabs>
        <w:ind w:left="1436" w:hanging="360"/>
      </w:pPr>
      <w:rPr>
        <w:rFonts w:cs="Times New Roman"/>
      </w:rPr>
    </w:lvl>
    <w:lvl w:ilvl="2" w:tplc="0809001B" w:tentative="1">
      <w:start w:val="1"/>
      <w:numFmt w:val="lowerRoman"/>
      <w:lvlText w:val="%3."/>
      <w:lvlJc w:val="right"/>
      <w:pPr>
        <w:tabs>
          <w:tab w:val="num" w:pos="2156"/>
        </w:tabs>
        <w:ind w:left="2156" w:hanging="180"/>
      </w:pPr>
      <w:rPr>
        <w:rFonts w:cs="Times New Roman"/>
      </w:rPr>
    </w:lvl>
    <w:lvl w:ilvl="3" w:tplc="0809000F" w:tentative="1">
      <w:start w:val="1"/>
      <w:numFmt w:val="decimal"/>
      <w:lvlText w:val="%4."/>
      <w:lvlJc w:val="left"/>
      <w:pPr>
        <w:tabs>
          <w:tab w:val="num" w:pos="2876"/>
        </w:tabs>
        <w:ind w:left="2876" w:hanging="360"/>
      </w:pPr>
      <w:rPr>
        <w:rFonts w:cs="Times New Roman"/>
      </w:rPr>
    </w:lvl>
    <w:lvl w:ilvl="4" w:tplc="08090019" w:tentative="1">
      <w:start w:val="1"/>
      <w:numFmt w:val="lowerLetter"/>
      <w:lvlText w:val="%5."/>
      <w:lvlJc w:val="left"/>
      <w:pPr>
        <w:tabs>
          <w:tab w:val="num" w:pos="3596"/>
        </w:tabs>
        <w:ind w:left="3596" w:hanging="360"/>
      </w:pPr>
      <w:rPr>
        <w:rFonts w:cs="Times New Roman"/>
      </w:rPr>
    </w:lvl>
    <w:lvl w:ilvl="5" w:tplc="0809001B" w:tentative="1">
      <w:start w:val="1"/>
      <w:numFmt w:val="lowerRoman"/>
      <w:lvlText w:val="%6."/>
      <w:lvlJc w:val="right"/>
      <w:pPr>
        <w:tabs>
          <w:tab w:val="num" w:pos="4316"/>
        </w:tabs>
        <w:ind w:left="4316" w:hanging="180"/>
      </w:pPr>
      <w:rPr>
        <w:rFonts w:cs="Times New Roman"/>
      </w:rPr>
    </w:lvl>
    <w:lvl w:ilvl="6" w:tplc="0809000F" w:tentative="1">
      <w:start w:val="1"/>
      <w:numFmt w:val="decimal"/>
      <w:lvlText w:val="%7."/>
      <w:lvlJc w:val="left"/>
      <w:pPr>
        <w:tabs>
          <w:tab w:val="num" w:pos="5036"/>
        </w:tabs>
        <w:ind w:left="5036" w:hanging="360"/>
      </w:pPr>
      <w:rPr>
        <w:rFonts w:cs="Times New Roman"/>
      </w:rPr>
    </w:lvl>
    <w:lvl w:ilvl="7" w:tplc="08090019" w:tentative="1">
      <w:start w:val="1"/>
      <w:numFmt w:val="lowerLetter"/>
      <w:lvlText w:val="%8."/>
      <w:lvlJc w:val="left"/>
      <w:pPr>
        <w:tabs>
          <w:tab w:val="num" w:pos="5756"/>
        </w:tabs>
        <w:ind w:left="5756" w:hanging="360"/>
      </w:pPr>
      <w:rPr>
        <w:rFonts w:cs="Times New Roman"/>
      </w:rPr>
    </w:lvl>
    <w:lvl w:ilvl="8" w:tplc="0809001B" w:tentative="1">
      <w:start w:val="1"/>
      <w:numFmt w:val="lowerRoman"/>
      <w:lvlText w:val="%9."/>
      <w:lvlJc w:val="right"/>
      <w:pPr>
        <w:tabs>
          <w:tab w:val="num" w:pos="6476"/>
        </w:tabs>
        <w:ind w:left="6476" w:hanging="180"/>
      </w:pPr>
      <w:rPr>
        <w:rFonts w:cs="Times New Roman"/>
      </w:rPr>
    </w:lvl>
  </w:abstractNum>
  <w:abstractNum w:abstractNumId="2">
    <w:nsid w:val="20F6260C"/>
    <w:multiLevelType w:val="hybridMultilevel"/>
    <w:tmpl w:val="88DCF14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599F7F8D"/>
    <w:multiLevelType w:val="hybridMultilevel"/>
    <w:tmpl w:val="15E4286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61762692"/>
    <w:multiLevelType w:val="hybridMultilevel"/>
    <w:tmpl w:val="E61E9B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7E112266"/>
    <w:multiLevelType w:val="hybridMultilevel"/>
    <w:tmpl w:val="888AA0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61A9"/>
    <w:rsid w:val="0000256B"/>
    <w:rsid w:val="00003996"/>
    <w:rsid w:val="000039F7"/>
    <w:rsid w:val="000049A0"/>
    <w:rsid w:val="00004CAB"/>
    <w:rsid w:val="000056A0"/>
    <w:rsid w:val="000065E5"/>
    <w:rsid w:val="0000726E"/>
    <w:rsid w:val="00007F82"/>
    <w:rsid w:val="0001016A"/>
    <w:rsid w:val="00010949"/>
    <w:rsid w:val="0001132A"/>
    <w:rsid w:val="000114CF"/>
    <w:rsid w:val="0001188C"/>
    <w:rsid w:val="00012F46"/>
    <w:rsid w:val="000132A4"/>
    <w:rsid w:val="000149AE"/>
    <w:rsid w:val="0001509C"/>
    <w:rsid w:val="00016100"/>
    <w:rsid w:val="0001790F"/>
    <w:rsid w:val="000202ED"/>
    <w:rsid w:val="00020B95"/>
    <w:rsid w:val="00022EF8"/>
    <w:rsid w:val="00023483"/>
    <w:rsid w:val="00025B32"/>
    <w:rsid w:val="00025BB5"/>
    <w:rsid w:val="00026D06"/>
    <w:rsid w:val="00026E3F"/>
    <w:rsid w:val="00030BD1"/>
    <w:rsid w:val="000310D4"/>
    <w:rsid w:val="00031ECD"/>
    <w:rsid w:val="00032139"/>
    <w:rsid w:val="00032877"/>
    <w:rsid w:val="00033660"/>
    <w:rsid w:val="00034BCC"/>
    <w:rsid w:val="00037FFC"/>
    <w:rsid w:val="00040B80"/>
    <w:rsid w:val="000416DD"/>
    <w:rsid w:val="00041C42"/>
    <w:rsid w:val="00041F44"/>
    <w:rsid w:val="00042269"/>
    <w:rsid w:val="000424FA"/>
    <w:rsid w:val="0004664D"/>
    <w:rsid w:val="00046F65"/>
    <w:rsid w:val="00047073"/>
    <w:rsid w:val="00047680"/>
    <w:rsid w:val="00047F92"/>
    <w:rsid w:val="00051B61"/>
    <w:rsid w:val="00054A47"/>
    <w:rsid w:val="00057284"/>
    <w:rsid w:val="000572EB"/>
    <w:rsid w:val="00060103"/>
    <w:rsid w:val="0006018A"/>
    <w:rsid w:val="00063275"/>
    <w:rsid w:val="00063F5F"/>
    <w:rsid w:val="00067134"/>
    <w:rsid w:val="00067F64"/>
    <w:rsid w:val="00070015"/>
    <w:rsid w:val="000704C5"/>
    <w:rsid w:val="00070B9A"/>
    <w:rsid w:val="000714C6"/>
    <w:rsid w:val="000730E9"/>
    <w:rsid w:val="00073815"/>
    <w:rsid w:val="00073A83"/>
    <w:rsid w:val="00073B70"/>
    <w:rsid w:val="000740F2"/>
    <w:rsid w:val="00074CA8"/>
    <w:rsid w:val="00075406"/>
    <w:rsid w:val="000755DB"/>
    <w:rsid w:val="000760E2"/>
    <w:rsid w:val="00077EF9"/>
    <w:rsid w:val="00080284"/>
    <w:rsid w:val="0008372C"/>
    <w:rsid w:val="0008374B"/>
    <w:rsid w:val="000839CB"/>
    <w:rsid w:val="00083AE4"/>
    <w:rsid w:val="00083DF0"/>
    <w:rsid w:val="00086679"/>
    <w:rsid w:val="0009023A"/>
    <w:rsid w:val="0009072F"/>
    <w:rsid w:val="00090943"/>
    <w:rsid w:val="00090ED0"/>
    <w:rsid w:val="0009114E"/>
    <w:rsid w:val="00091FFB"/>
    <w:rsid w:val="0009240F"/>
    <w:rsid w:val="00094D39"/>
    <w:rsid w:val="00096B56"/>
    <w:rsid w:val="0009760C"/>
    <w:rsid w:val="000977D8"/>
    <w:rsid w:val="000A0013"/>
    <w:rsid w:val="000A1292"/>
    <w:rsid w:val="000A23D3"/>
    <w:rsid w:val="000A2837"/>
    <w:rsid w:val="000A30AA"/>
    <w:rsid w:val="000A3E4C"/>
    <w:rsid w:val="000A4B53"/>
    <w:rsid w:val="000A6E5E"/>
    <w:rsid w:val="000A79F6"/>
    <w:rsid w:val="000B0676"/>
    <w:rsid w:val="000B07A0"/>
    <w:rsid w:val="000B0ABF"/>
    <w:rsid w:val="000B231C"/>
    <w:rsid w:val="000B453F"/>
    <w:rsid w:val="000B731F"/>
    <w:rsid w:val="000C091C"/>
    <w:rsid w:val="000C4454"/>
    <w:rsid w:val="000C647E"/>
    <w:rsid w:val="000D0322"/>
    <w:rsid w:val="000D0972"/>
    <w:rsid w:val="000D0C68"/>
    <w:rsid w:val="000D0CB5"/>
    <w:rsid w:val="000D50C2"/>
    <w:rsid w:val="000D5E62"/>
    <w:rsid w:val="000D6DC3"/>
    <w:rsid w:val="000D7CBA"/>
    <w:rsid w:val="000E0255"/>
    <w:rsid w:val="000E0FBC"/>
    <w:rsid w:val="000E19A4"/>
    <w:rsid w:val="000E2AAB"/>
    <w:rsid w:val="000E3072"/>
    <w:rsid w:val="000E340B"/>
    <w:rsid w:val="000E343D"/>
    <w:rsid w:val="000E47D0"/>
    <w:rsid w:val="000E5A9C"/>
    <w:rsid w:val="000E6BB3"/>
    <w:rsid w:val="000E7E14"/>
    <w:rsid w:val="000F1E0D"/>
    <w:rsid w:val="000F2EC8"/>
    <w:rsid w:val="000F49D0"/>
    <w:rsid w:val="000F5415"/>
    <w:rsid w:val="000F5A3E"/>
    <w:rsid w:val="000F5CCC"/>
    <w:rsid w:val="000F6728"/>
    <w:rsid w:val="001008FF"/>
    <w:rsid w:val="0010114F"/>
    <w:rsid w:val="00101EF8"/>
    <w:rsid w:val="00102C0F"/>
    <w:rsid w:val="00103025"/>
    <w:rsid w:val="001039E8"/>
    <w:rsid w:val="001041D4"/>
    <w:rsid w:val="00106A66"/>
    <w:rsid w:val="00107591"/>
    <w:rsid w:val="00110059"/>
    <w:rsid w:val="00110B7C"/>
    <w:rsid w:val="0011136A"/>
    <w:rsid w:val="00111D87"/>
    <w:rsid w:val="00116060"/>
    <w:rsid w:val="00116E5C"/>
    <w:rsid w:val="0011736E"/>
    <w:rsid w:val="00117544"/>
    <w:rsid w:val="00117817"/>
    <w:rsid w:val="00117B66"/>
    <w:rsid w:val="001227B0"/>
    <w:rsid w:val="00122897"/>
    <w:rsid w:val="00123145"/>
    <w:rsid w:val="00123493"/>
    <w:rsid w:val="001236C2"/>
    <w:rsid w:val="00123B63"/>
    <w:rsid w:val="00123F68"/>
    <w:rsid w:val="00123FE0"/>
    <w:rsid w:val="00125B9A"/>
    <w:rsid w:val="0012661C"/>
    <w:rsid w:val="00126EB1"/>
    <w:rsid w:val="00130252"/>
    <w:rsid w:val="00130414"/>
    <w:rsid w:val="00131121"/>
    <w:rsid w:val="001323D7"/>
    <w:rsid w:val="00132985"/>
    <w:rsid w:val="001329C6"/>
    <w:rsid w:val="001333FE"/>
    <w:rsid w:val="0013349E"/>
    <w:rsid w:val="00133F02"/>
    <w:rsid w:val="001343DC"/>
    <w:rsid w:val="00136613"/>
    <w:rsid w:val="00136F67"/>
    <w:rsid w:val="00137419"/>
    <w:rsid w:val="001416FA"/>
    <w:rsid w:val="00141E22"/>
    <w:rsid w:val="00142074"/>
    <w:rsid w:val="001443B1"/>
    <w:rsid w:val="00144544"/>
    <w:rsid w:val="00144607"/>
    <w:rsid w:val="00144AF0"/>
    <w:rsid w:val="00145FA7"/>
    <w:rsid w:val="00146AB7"/>
    <w:rsid w:val="001474B1"/>
    <w:rsid w:val="0014755C"/>
    <w:rsid w:val="00150696"/>
    <w:rsid w:val="00150BE9"/>
    <w:rsid w:val="00151251"/>
    <w:rsid w:val="00151AF6"/>
    <w:rsid w:val="00151F64"/>
    <w:rsid w:val="0015220C"/>
    <w:rsid w:val="00152D4E"/>
    <w:rsid w:val="0015342B"/>
    <w:rsid w:val="001544D5"/>
    <w:rsid w:val="0015539B"/>
    <w:rsid w:val="0015600F"/>
    <w:rsid w:val="001565F1"/>
    <w:rsid w:val="00156D93"/>
    <w:rsid w:val="00157694"/>
    <w:rsid w:val="00157A8B"/>
    <w:rsid w:val="00160437"/>
    <w:rsid w:val="001605A9"/>
    <w:rsid w:val="00160880"/>
    <w:rsid w:val="00161102"/>
    <w:rsid w:val="001611B3"/>
    <w:rsid w:val="001615B0"/>
    <w:rsid w:val="00161B73"/>
    <w:rsid w:val="00162740"/>
    <w:rsid w:val="0016365F"/>
    <w:rsid w:val="001638B2"/>
    <w:rsid w:val="001640B9"/>
    <w:rsid w:val="00165956"/>
    <w:rsid w:val="00166F17"/>
    <w:rsid w:val="001708BE"/>
    <w:rsid w:val="00171F02"/>
    <w:rsid w:val="0017245B"/>
    <w:rsid w:val="00172FAD"/>
    <w:rsid w:val="00173425"/>
    <w:rsid w:val="001748D9"/>
    <w:rsid w:val="00180CAD"/>
    <w:rsid w:val="00181F47"/>
    <w:rsid w:val="00182778"/>
    <w:rsid w:val="00186781"/>
    <w:rsid w:val="001869A9"/>
    <w:rsid w:val="001869BB"/>
    <w:rsid w:val="00187366"/>
    <w:rsid w:val="00187B9A"/>
    <w:rsid w:val="001900CB"/>
    <w:rsid w:val="001903BE"/>
    <w:rsid w:val="00190D9B"/>
    <w:rsid w:val="00191070"/>
    <w:rsid w:val="001911BD"/>
    <w:rsid w:val="001918AE"/>
    <w:rsid w:val="00193079"/>
    <w:rsid w:val="001934F9"/>
    <w:rsid w:val="0019362B"/>
    <w:rsid w:val="00193DE4"/>
    <w:rsid w:val="001940AB"/>
    <w:rsid w:val="00194EED"/>
    <w:rsid w:val="001959E2"/>
    <w:rsid w:val="0019615F"/>
    <w:rsid w:val="0019714F"/>
    <w:rsid w:val="001A019D"/>
    <w:rsid w:val="001A0755"/>
    <w:rsid w:val="001A1168"/>
    <w:rsid w:val="001A1228"/>
    <w:rsid w:val="001A1A30"/>
    <w:rsid w:val="001A2388"/>
    <w:rsid w:val="001A2E68"/>
    <w:rsid w:val="001A3037"/>
    <w:rsid w:val="001A4B65"/>
    <w:rsid w:val="001A7DF3"/>
    <w:rsid w:val="001B03F5"/>
    <w:rsid w:val="001B0E9D"/>
    <w:rsid w:val="001B2E1F"/>
    <w:rsid w:val="001B3925"/>
    <w:rsid w:val="001B3EEB"/>
    <w:rsid w:val="001B5046"/>
    <w:rsid w:val="001B58E8"/>
    <w:rsid w:val="001B5F20"/>
    <w:rsid w:val="001B780A"/>
    <w:rsid w:val="001C1D25"/>
    <w:rsid w:val="001C4EC2"/>
    <w:rsid w:val="001C5077"/>
    <w:rsid w:val="001C6C8E"/>
    <w:rsid w:val="001C6E6D"/>
    <w:rsid w:val="001D2D85"/>
    <w:rsid w:val="001D35DD"/>
    <w:rsid w:val="001D3612"/>
    <w:rsid w:val="001D45DC"/>
    <w:rsid w:val="001D7070"/>
    <w:rsid w:val="001D73A0"/>
    <w:rsid w:val="001E113F"/>
    <w:rsid w:val="001E1857"/>
    <w:rsid w:val="001E2255"/>
    <w:rsid w:val="001E2380"/>
    <w:rsid w:val="001E2803"/>
    <w:rsid w:val="001E28B1"/>
    <w:rsid w:val="001E2B99"/>
    <w:rsid w:val="001E2EFB"/>
    <w:rsid w:val="001E3206"/>
    <w:rsid w:val="001E3C9A"/>
    <w:rsid w:val="001E6067"/>
    <w:rsid w:val="001E796B"/>
    <w:rsid w:val="001F15FC"/>
    <w:rsid w:val="001F39DB"/>
    <w:rsid w:val="001F43AA"/>
    <w:rsid w:val="001F4656"/>
    <w:rsid w:val="001F4843"/>
    <w:rsid w:val="001F58C5"/>
    <w:rsid w:val="001F5FCA"/>
    <w:rsid w:val="001F6941"/>
    <w:rsid w:val="001F6EB9"/>
    <w:rsid w:val="002003A6"/>
    <w:rsid w:val="00200AAE"/>
    <w:rsid w:val="002015CD"/>
    <w:rsid w:val="00202245"/>
    <w:rsid w:val="002036A9"/>
    <w:rsid w:val="0020408F"/>
    <w:rsid w:val="002059DF"/>
    <w:rsid w:val="00205F02"/>
    <w:rsid w:val="002075A8"/>
    <w:rsid w:val="00210B5C"/>
    <w:rsid w:val="0021278B"/>
    <w:rsid w:val="00212860"/>
    <w:rsid w:val="00212F2B"/>
    <w:rsid w:val="00213082"/>
    <w:rsid w:val="00213708"/>
    <w:rsid w:val="002138C0"/>
    <w:rsid w:val="002142FF"/>
    <w:rsid w:val="0021626D"/>
    <w:rsid w:val="00216BF2"/>
    <w:rsid w:val="00221F9B"/>
    <w:rsid w:val="00222766"/>
    <w:rsid w:val="002232FA"/>
    <w:rsid w:val="00223876"/>
    <w:rsid w:val="00224825"/>
    <w:rsid w:val="0022577C"/>
    <w:rsid w:val="002258A8"/>
    <w:rsid w:val="002258CE"/>
    <w:rsid w:val="0022772F"/>
    <w:rsid w:val="002304F5"/>
    <w:rsid w:val="00231BB7"/>
    <w:rsid w:val="00231D32"/>
    <w:rsid w:val="002328D4"/>
    <w:rsid w:val="00233409"/>
    <w:rsid w:val="002355B9"/>
    <w:rsid w:val="00237D70"/>
    <w:rsid w:val="0024099B"/>
    <w:rsid w:val="00240DAB"/>
    <w:rsid w:val="00241191"/>
    <w:rsid w:val="00241224"/>
    <w:rsid w:val="00241E73"/>
    <w:rsid w:val="00244628"/>
    <w:rsid w:val="00244DE0"/>
    <w:rsid w:val="00245036"/>
    <w:rsid w:val="00246364"/>
    <w:rsid w:val="0024753C"/>
    <w:rsid w:val="0025001B"/>
    <w:rsid w:val="002530C7"/>
    <w:rsid w:val="00254E23"/>
    <w:rsid w:val="00256A97"/>
    <w:rsid w:val="00257209"/>
    <w:rsid w:val="00257FF3"/>
    <w:rsid w:val="00260FD5"/>
    <w:rsid w:val="00262D70"/>
    <w:rsid w:val="0026442A"/>
    <w:rsid w:val="002647CA"/>
    <w:rsid w:val="00270101"/>
    <w:rsid w:val="00271438"/>
    <w:rsid w:val="00271872"/>
    <w:rsid w:val="002719FE"/>
    <w:rsid w:val="002720E0"/>
    <w:rsid w:val="002729E4"/>
    <w:rsid w:val="00272F41"/>
    <w:rsid w:val="00274151"/>
    <w:rsid w:val="00274261"/>
    <w:rsid w:val="00274673"/>
    <w:rsid w:val="0027528C"/>
    <w:rsid w:val="002765DE"/>
    <w:rsid w:val="00276F07"/>
    <w:rsid w:val="00277F0C"/>
    <w:rsid w:val="00280334"/>
    <w:rsid w:val="00280690"/>
    <w:rsid w:val="00282067"/>
    <w:rsid w:val="00282972"/>
    <w:rsid w:val="00284EE5"/>
    <w:rsid w:val="00285192"/>
    <w:rsid w:val="002876D7"/>
    <w:rsid w:val="00287B10"/>
    <w:rsid w:val="00290623"/>
    <w:rsid w:val="00291020"/>
    <w:rsid w:val="00291323"/>
    <w:rsid w:val="0029263A"/>
    <w:rsid w:val="0029290C"/>
    <w:rsid w:val="00297806"/>
    <w:rsid w:val="002978FC"/>
    <w:rsid w:val="002A037B"/>
    <w:rsid w:val="002A1EB7"/>
    <w:rsid w:val="002A222F"/>
    <w:rsid w:val="002A499D"/>
    <w:rsid w:val="002A5982"/>
    <w:rsid w:val="002A5D75"/>
    <w:rsid w:val="002A5EA0"/>
    <w:rsid w:val="002A78CD"/>
    <w:rsid w:val="002B1ACE"/>
    <w:rsid w:val="002B1E50"/>
    <w:rsid w:val="002B3BA3"/>
    <w:rsid w:val="002B4047"/>
    <w:rsid w:val="002B4A6C"/>
    <w:rsid w:val="002B5E7C"/>
    <w:rsid w:val="002B65AB"/>
    <w:rsid w:val="002C0346"/>
    <w:rsid w:val="002C092D"/>
    <w:rsid w:val="002C0A8A"/>
    <w:rsid w:val="002C0A8D"/>
    <w:rsid w:val="002C216A"/>
    <w:rsid w:val="002C3D93"/>
    <w:rsid w:val="002C4005"/>
    <w:rsid w:val="002C6342"/>
    <w:rsid w:val="002C6E1E"/>
    <w:rsid w:val="002C73D6"/>
    <w:rsid w:val="002C79D6"/>
    <w:rsid w:val="002D0510"/>
    <w:rsid w:val="002D1841"/>
    <w:rsid w:val="002D21D4"/>
    <w:rsid w:val="002D2D50"/>
    <w:rsid w:val="002D6FB1"/>
    <w:rsid w:val="002D7914"/>
    <w:rsid w:val="002D7DE8"/>
    <w:rsid w:val="002E210D"/>
    <w:rsid w:val="002E2513"/>
    <w:rsid w:val="002E2DF6"/>
    <w:rsid w:val="002E3F0B"/>
    <w:rsid w:val="002E474A"/>
    <w:rsid w:val="002E7366"/>
    <w:rsid w:val="002F07C7"/>
    <w:rsid w:val="002F0E3F"/>
    <w:rsid w:val="002F5590"/>
    <w:rsid w:val="002F5A3B"/>
    <w:rsid w:val="002F5E1F"/>
    <w:rsid w:val="002F6D86"/>
    <w:rsid w:val="002F7E75"/>
    <w:rsid w:val="002F7FC8"/>
    <w:rsid w:val="0030031B"/>
    <w:rsid w:val="00300344"/>
    <w:rsid w:val="00300FDF"/>
    <w:rsid w:val="00302DDF"/>
    <w:rsid w:val="00302E24"/>
    <w:rsid w:val="003037DC"/>
    <w:rsid w:val="00304FDA"/>
    <w:rsid w:val="00307E41"/>
    <w:rsid w:val="00310E88"/>
    <w:rsid w:val="00313FD9"/>
    <w:rsid w:val="0031459A"/>
    <w:rsid w:val="00316C6E"/>
    <w:rsid w:val="00316DAA"/>
    <w:rsid w:val="00316FAB"/>
    <w:rsid w:val="00317D97"/>
    <w:rsid w:val="003201D2"/>
    <w:rsid w:val="0032084A"/>
    <w:rsid w:val="00320AC5"/>
    <w:rsid w:val="00322ABB"/>
    <w:rsid w:val="003236DE"/>
    <w:rsid w:val="00323719"/>
    <w:rsid w:val="003243C6"/>
    <w:rsid w:val="00324A2A"/>
    <w:rsid w:val="00324AFB"/>
    <w:rsid w:val="00325554"/>
    <w:rsid w:val="00326470"/>
    <w:rsid w:val="00330624"/>
    <w:rsid w:val="00330ED2"/>
    <w:rsid w:val="003345A7"/>
    <w:rsid w:val="003346F1"/>
    <w:rsid w:val="00340D00"/>
    <w:rsid w:val="00342A42"/>
    <w:rsid w:val="00343690"/>
    <w:rsid w:val="0034546E"/>
    <w:rsid w:val="003469F4"/>
    <w:rsid w:val="0034762B"/>
    <w:rsid w:val="003521EA"/>
    <w:rsid w:val="00352840"/>
    <w:rsid w:val="0035285E"/>
    <w:rsid w:val="00352DED"/>
    <w:rsid w:val="00352DFA"/>
    <w:rsid w:val="003531AD"/>
    <w:rsid w:val="00353D19"/>
    <w:rsid w:val="00353E26"/>
    <w:rsid w:val="00353F00"/>
    <w:rsid w:val="00353F54"/>
    <w:rsid w:val="00355755"/>
    <w:rsid w:val="00356E4F"/>
    <w:rsid w:val="003573DC"/>
    <w:rsid w:val="0036061D"/>
    <w:rsid w:val="00365D22"/>
    <w:rsid w:val="00366CC7"/>
    <w:rsid w:val="00367CFE"/>
    <w:rsid w:val="003712B2"/>
    <w:rsid w:val="0037162A"/>
    <w:rsid w:val="00373344"/>
    <w:rsid w:val="00373791"/>
    <w:rsid w:val="00374C9D"/>
    <w:rsid w:val="00374DB3"/>
    <w:rsid w:val="0037539C"/>
    <w:rsid w:val="00376AD4"/>
    <w:rsid w:val="003773A8"/>
    <w:rsid w:val="003773F5"/>
    <w:rsid w:val="003779E4"/>
    <w:rsid w:val="00380234"/>
    <w:rsid w:val="0038182B"/>
    <w:rsid w:val="00381BE9"/>
    <w:rsid w:val="00382921"/>
    <w:rsid w:val="00385BF3"/>
    <w:rsid w:val="003906F3"/>
    <w:rsid w:val="00393EA4"/>
    <w:rsid w:val="00394843"/>
    <w:rsid w:val="003955C2"/>
    <w:rsid w:val="003955F5"/>
    <w:rsid w:val="0039589C"/>
    <w:rsid w:val="0039600A"/>
    <w:rsid w:val="003A0DBF"/>
    <w:rsid w:val="003A2226"/>
    <w:rsid w:val="003A275A"/>
    <w:rsid w:val="003A2AB0"/>
    <w:rsid w:val="003A2FF1"/>
    <w:rsid w:val="003A4C0A"/>
    <w:rsid w:val="003A5643"/>
    <w:rsid w:val="003A584D"/>
    <w:rsid w:val="003A650B"/>
    <w:rsid w:val="003B0958"/>
    <w:rsid w:val="003B107B"/>
    <w:rsid w:val="003B25CD"/>
    <w:rsid w:val="003B319E"/>
    <w:rsid w:val="003B3BF0"/>
    <w:rsid w:val="003B3ED4"/>
    <w:rsid w:val="003B4C48"/>
    <w:rsid w:val="003B56E3"/>
    <w:rsid w:val="003B5A05"/>
    <w:rsid w:val="003B6BE8"/>
    <w:rsid w:val="003C0F04"/>
    <w:rsid w:val="003C22D4"/>
    <w:rsid w:val="003C3DB6"/>
    <w:rsid w:val="003C4725"/>
    <w:rsid w:val="003C65C8"/>
    <w:rsid w:val="003C7677"/>
    <w:rsid w:val="003C79D4"/>
    <w:rsid w:val="003C7BE9"/>
    <w:rsid w:val="003D0524"/>
    <w:rsid w:val="003D094A"/>
    <w:rsid w:val="003D21D4"/>
    <w:rsid w:val="003D333E"/>
    <w:rsid w:val="003D36AB"/>
    <w:rsid w:val="003D39A7"/>
    <w:rsid w:val="003D48CB"/>
    <w:rsid w:val="003D51F7"/>
    <w:rsid w:val="003D5C7C"/>
    <w:rsid w:val="003D63E4"/>
    <w:rsid w:val="003E03D6"/>
    <w:rsid w:val="003E1B3C"/>
    <w:rsid w:val="003E2DE1"/>
    <w:rsid w:val="003E3997"/>
    <w:rsid w:val="003E4C21"/>
    <w:rsid w:val="003E599A"/>
    <w:rsid w:val="003E699A"/>
    <w:rsid w:val="003E6D5D"/>
    <w:rsid w:val="003F2DD7"/>
    <w:rsid w:val="003F5055"/>
    <w:rsid w:val="003F5271"/>
    <w:rsid w:val="003F64E5"/>
    <w:rsid w:val="003F753F"/>
    <w:rsid w:val="003F78EF"/>
    <w:rsid w:val="003F7946"/>
    <w:rsid w:val="00400EC0"/>
    <w:rsid w:val="00401A80"/>
    <w:rsid w:val="00402E82"/>
    <w:rsid w:val="004038F3"/>
    <w:rsid w:val="00403F41"/>
    <w:rsid w:val="00404D2F"/>
    <w:rsid w:val="0040553D"/>
    <w:rsid w:val="004067D3"/>
    <w:rsid w:val="004069AB"/>
    <w:rsid w:val="00407DF9"/>
    <w:rsid w:val="00410EFC"/>
    <w:rsid w:val="00413B7D"/>
    <w:rsid w:val="00414738"/>
    <w:rsid w:val="00415779"/>
    <w:rsid w:val="00416552"/>
    <w:rsid w:val="00416680"/>
    <w:rsid w:val="004174C0"/>
    <w:rsid w:val="00420A3F"/>
    <w:rsid w:val="0042102D"/>
    <w:rsid w:val="00422BF0"/>
    <w:rsid w:val="004254FD"/>
    <w:rsid w:val="00425AF9"/>
    <w:rsid w:val="004277FF"/>
    <w:rsid w:val="0043032D"/>
    <w:rsid w:val="00430D7A"/>
    <w:rsid w:val="004313C9"/>
    <w:rsid w:val="004333F5"/>
    <w:rsid w:val="00434343"/>
    <w:rsid w:val="004349FD"/>
    <w:rsid w:val="0043633C"/>
    <w:rsid w:val="00436D5F"/>
    <w:rsid w:val="00442B2A"/>
    <w:rsid w:val="0044401D"/>
    <w:rsid w:val="004448CB"/>
    <w:rsid w:val="00444B30"/>
    <w:rsid w:val="004451D8"/>
    <w:rsid w:val="00446EA8"/>
    <w:rsid w:val="004478E6"/>
    <w:rsid w:val="00447B59"/>
    <w:rsid w:val="00450BCA"/>
    <w:rsid w:val="004514C8"/>
    <w:rsid w:val="00451746"/>
    <w:rsid w:val="00451DFD"/>
    <w:rsid w:val="00452503"/>
    <w:rsid w:val="004532D2"/>
    <w:rsid w:val="00453A9C"/>
    <w:rsid w:val="00454147"/>
    <w:rsid w:val="00454712"/>
    <w:rsid w:val="00455DDA"/>
    <w:rsid w:val="00456AB7"/>
    <w:rsid w:val="00457D90"/>
    <w:rsid w:val="00460914"/>
    <w:rsid w:val="00460A78"/>
    <w:rsid w:val="00460ABC"/>
    <w:rsid w:val="004610E1"/>
    <w:rsid w:val="0046197A"/>
    <w:rsid w:val="00461A03"/>
    <w:rsid w:val="00462492"/>
    <w:rsid w:val="00462F6B"/>
    <w:rsid w:val="00464581"/>
    <w:rsid w:val="0046552D"/>
    <w:rsid w:val="0046610A"/>
    <w:rsid w:val="004670F2"/>
    <w:rsid w:val="004708FF"/>
    <w:rsid w:val="00471E39"/>
    <w:rsid w:val="00474180"/>
    <w:rsid w:val="00477016"/>
    <w:rsid w:val="004778B6"/>
    <w:rsid w:val="00480870"/>
    <w:rsid w:val="00480C78"/>
    <w:rsid w:val="00481E1F"/>
    <w:rsid w:val="00481F96"/>
    <w:rsid w:val="004820B4"/>
    <w:rsid w:val="004839D5"/>
    <w:rsid w:val="0048560A"/>
    <w:rsid w:val="00485788"/>
    <w:rsid w:val="004860CC"/>
    <w:rsid w:val="00490546"/>
    <w:rsid w:val="0049678C"/>
    <w:rsid w:val="00497BB2"/>
    <w:rsid w:val="004A00D1"/>
    <w:rsid w:val="004A0716"/>
    <w:rsid w:val="004A10A3"/>
    <w:rsid w:val="004A2213"/>
    <w:rsid w:val="004A311B"/>
    <w:rsid w:val="004A40F3"/>
    <w:rsid w:val="004A47AF"/>
    <w:rsid w:val="004A4819"/>
    <w:rsid w:val="004A51B5"/>
    <w:rsid w:val="004A6463"/>
    <w:rsid w:val="004A6505"/>
    <w:rsid w:val="004A7C76"/>
    <w:rsid w:val="004B0315"/>
    <w:rsid w:val="004B047C"/>
    <w:rsid w:val="004B2CB6"/>
    <w:rsid w:val="004B3E37"/>
    <w:rsid w:val="004B614C"/>
    <w:rsid w:val="004B6883"/>
    <w:rsid w:val="004B6A43"/>
    <w:rsid w:val="004C16C2"/>
    <w:rsid w:val="004C2176"/>
    <w:rsid w:val="004C3311"/>
    <w:rsid w:val="004C3DA1"/>
    <w:rsid w:val="004C3DA8"/>
    <w:rsid w:val="004C3DFC"/>
    <w:rsid w:val="004C55DA"/>
    <w:rsid w:val="004C5B30"/>
    <w:rsid w:val="004D26D4"/>
    <w:rsid w:val="004D3F4B"/>
    <w:rsid w:val="004D416C"/>
    <w:rsid w:val="004D46DF"/>
    <w:rsid w:val="004D4B08"/>
    <w:rsid w:val="004D59D9"/>
    <w:rsid w:val="004E017F"/>
    <w:rsid w:val="004E25DB"/>
    <w:rsid w:val="004E3720"/>
    <w:rsid w:val="004E39F3"/>
    <w:rsid w:val="004E504F"/>
    <w:rsid w:val="004F1E17"/>
    <w:rsid w:val="004F2B9D"/>
    <w:rsid w:val="004F2BB9"/>
    <w:rsid w:val="004F3B9D"/>
    <w:rsid w:val="004F7465"/>
    <w:rsid w:val="004F7C71"/>
    <w:rsid w:val="004F7FB4"/>
    <w:rsid w:val="00501451"/>
    <w:rsid w:val="00501AAD"/>
    <w:rsid w:val="00502314"/>
    <w:rsid w:val="00504763"/>
    <w:rsid w:val="00505225"/>
    <w:rsid w:val="0050642E"/>
    <w:rsid w:val="00506C67"/>
    <w:rsid w:val="00507222"/>
    <w:rsid w:val="00511015"/>
    <w:rsid w:val="00511B68"/>
    <w:rsid w:val="00512258"/>
    <w:rsid w:val="00514C5B"/>
    <w:rsid w:val="0051506D"/>
    <w:rsid w:val="00515EF5"/>
    <w:rsid w:val="005162A6"/>
    <w:rsid w:val="0051640E"/>
    <w:rsid w:val="0051644D"/>
    <w:rsid w:val="00516ED8"/>
    <w:rsid w:val="00517585"/>
    <w:rsid w:val="005216CC"/>
    <w:rsid w:val="0052238B"/>
    <w:rsid w:val="0052374C"/>
    <w:rsid w:val="00523BD5"/>
    <w:rsid w:val="005242F9"/>
    <w:rsid w:val="0052601B"/>
    <w:rsid w:val="0053054F"/>
    <w:rsid w:val="00532268"/>
    <w:rsid w:val="00532473"/>
    <w:rsid w:val="0053272F"/>
    <w:rsid w:val="0053463D"/>
    <w:rsid w:val="00534AF3"/>
    <w:rsid w:val="0053520B"/>
    <w:rsid w:val="0053566A"/>
    <w:rsid w:val="005357D8"/>
    <w:rsid w:val="00535F78"/>
    <w:rsid w:val="005366C4"/>
    <w:rsid w:val="00537DB7"/>
    <w:rsid w:val="005410B5"/>
    <w:rsid w:val="0054461F"/>
    <w:rsid w:val="0054645D"/>
    <w:rsid w:val="00546E3C"/>
    <w:rsid w:val="0054795F"/>
    <w:rsid w:val="00551609"/>
    <w:rsid w:val="00554E26"/>
    <w:rsid w:val="00554EA8"/>
    <w:rsid w:val="00560644"/>
    <w:rsid w:val="0056368B"/>
    <w:rsid w:val="00564C04"/>
    <w:rsid w:val="005652C3"/>
    <w:rsid w:val="005667FF"/>
    <w:rsid w:val="00566A59"/>
    <w:rsid w:val="00567601"/>
    <w:rsid w:val="0057043F"/>
    <w:rsid w:val="00570C8A"/>
    <w:rsid w:val="0057263B"/>
    <w:rsid w:val="005727C0"/>
    <w:rsid w:val="00573386"/>
    <w:rsid w:val="005733DF"/>
    <w:rsid w:val="005735E0"/>
    <w:rsid w:val="00575DFE"/>
    <w:rsid w:val="00577701"/>
    <w:rsid w:val="00580874"/>
    <w:rsid w:val="00580B6E"/>
    <w:rsid w:val="00580D23"/>
    <w:rsid w:val="00581F5D"/>
    <w:rsid w:val="00582DF0"/>
    <w:rsid w:val="00583E77"/>
    <w:rsid w:val="00584458"/>
    <w:rsid w:val="00585C7C"/>
    <w:rsid w:val="005866DE"/>
    <w:rsid w:val="00586CC9"/>
    <w:rsid w:val="005875C2"/>
    <w:rsid w:val="00590578"/>
    <w:rsid w:val="0059145E"/>
    <w:rsid w:val="00592050"/>
    <w:rsid w:val="00592EDF"/>
    <w:rsid w:val="00593ADA"/>
    <w:rsid w:val="005963FD"/>
    <w:rsid w:val="005967FE"/>
    <w:rsid w:val="00596DB6"/>
    <w:rsid w:val="00596F77"/>
    <w:rsid w:val="005A3D71"/>
    <w:rsid w:val="005A5087"/>
    <w:rsid w:val="005A51EE"/>
    <w:rsid w:val="005A6DC9"/>
    <w:rsid w:val="005B0BE6"/>
    <w:rsid w:val="005B2C51"/>
    <w:rsid w:val="005B2C78"/>
    <w:rsid w:val="005B3BEC"/>
    <w:rsid w:val="005B3C00"/>
    <w:rsid w:val="005B439A"/>
    <w:rsid w:val="005C0C3E"/>
    <w:rsid w:val="005C4652"/>
    <w:rsid w:val="005C4E26"/>
    <w:rsid w:val="005C65A3"/>
    <w:rsid w:val="005C6A30"/>
    <w:rsid w:val="005C70C3"/>
    <w:rsid w:val="005D0264"/>
    <w:rsid w:val="005D0871"/>
    <w:rsid w:val="005D0C22"/>
    <w:rsid w:val="005D0E1E"/>
    <w:rsid w:val="005D0FA2"/>
    <w:rsid w:val="005D13BC"/>
    <w:rsid w:val="005D16EA"/>
    <w:rsid w:val="005D2B2D"/>
    <w:rsid w:val="005D2D96"/>
    <w:rsid w:val="005D43BE"/>
    <w:rsid w:val="005D64F8"/>
    <w:rsid w:val="005D6F6E"/>
    <w:rsid w:val="005E0CE7"/>
    <w:rsid w:val="005E11E7"/>
    <w:rsid w:val="005E294A"/>
    <w:rsid w:val="005E2B86"/>
    <w:rsid w:val="005E2E7A"/>
    <w:rsid w:val="005E463A"/>
    <w:rsid w:val="005E4883"/>
    <w:rsid w:val="005E4919"/>
    <w:rsid w:val="005E6238"/>
    <w:rsid w:val="005E6B6D"/>
    <w:rsid w:val="005F037A"/>
    <w:rsid w:val="005F1647"/>
    <w:rsid w:val="005F2CFB"/>
    <w:rsid w:val="005F39F0"/>
    <w:rsid w:val="005F517C"/>
    <w:rsid w:val="005F5414"/>
    <w:rsid w:val="005F5552"/>
    <w:rsid w:val="005F6C42"/>
    <w:rsid w:val="005F6C5B"/>
    <w:rsid w:val="005F7F30"/>
    <w:rsid w:val="006033A2"/>
    <w:rsid w:val="00604127"/>
    <w:rsid w:val="00605224"/>
    <w:rsid w:val="0060545C"/>
    <w:rsid w:val="006068BC"/>
    <w:rsid w:val="00606A67"/>
    <w:rsid w:val="00607321"/>
    <w:rsid w:val="00607703"/>
    <w:rsid w:val="0061102A"/>
    <w:rsid w:val="00611F7D"/>
    <w:rsid w:val="0061322A"/>
    <w:rsid w:val="00613BA1"/>
    <w:rsid w:val="0061794D"/>
    <w:rsid w:val="00617CD2"/>
    <w:rsid w:val="00617FE6"/>
    <w:rsid w:val="006202AA"/>
    <w:rsid w:val="0062067D"/>
    <w:rsid w:val="00622331"/>
    <w:rsid w:val="00624A1C"/>
    <w:rsid w:val="006251C4"/>
    <w:rsid w:val="00625213"/>
    <w:rsid w:val="006274E0"/>
    <w:rsid w:val="006303FE"/>
    <w:rsid w:val="00630D77"/>
    <w:rsid w:val="006337A9"/>
    <w:rsid w:val="006337C9"/>
    <w:rsid w:val="006338E4"/>
    <w:rsid w:val="00633E48"/>
    <w:rsid w:val="00634BB6"/>
    <w:rsid w:val="00634FBE"/>
    <w:rsid w:val="00635B18"/>
    <w:rsid w:val="00637777"/>
    <w:rsid w:val="0064005F"/>
    <w:rsid w:val="0064195E"/>
    <w:rsid w:val="00643FD0"/>
    <w:rsid w:val="006454BC"/>
    <w:rsid w:val="00650DFD"/>
    <w:rsid w:val="00651CF9"/>
    <w:rsid w:val="00653552"/>
    <w:rsid w:val="00653561"/>
    <w:rsid w:val="0065534E"/>
    <w:rsid w:val="0065557E"/>
    <w:rsid w:val="00656B3D"/>
    <w:rsid w:val="00656BAB"/>
    <w:rsid w:val="00656C85"/>
    <w:rsid w:val="006614DD"/>
    <w:rsid w:val="0066185B"/>
    <w:rsid w:val="00661CBF"/>
    <w:rsid w:val="006620A6"/>
    <w:rsid w:val="006621FE"/>
    <w:rsid w:val="006626A8"/>
    <w:rsid w:val="006636E1"/>
    <w:rsid w:val="0066564D"/>
    <w:rsid w:val="00666629"/>
    <w:rsid w:val="00666F29"/>
    <w:rsid w:val="006704D2"/>
    <w:rsid w:val="006717A1"/>
    <w:rsid w:val="006722D5"/>
    <w:rsid w:val="00673C97"/>
    <w:rsid w:val="00675DA6"/>
    <w:rsid w:val="00676784"/>
    <w:rsid w:val="00676F37"/>
    <w:rsid w:val="0067747B"/>
    <w:rsid w:val="00677965"/>
    <w:rsid w:val="00680673"/>
    <w:rsid w:val="00682323"/>
    <w:rsid w:val="006826C6"/>
    <w:rsid w:val="00683003"/>
    <w:rsid w:val="00684FC5"/>
    <w:rsid w:val="00685833"/>
    <w:rsid w:val="00687906"/>
    <w:rsid w:val="00687B19"/>
    <w:rsid w:val="0069138B"/>
    <w:rsid w:val="00691424"/>
    <w:rsid w:val="00691E1A"/>
    <w:rsid w:val="006924D3"/>
    <w:rsid w:val="00692965"/>
    <w:rsid w:val="00693E07"/>
    <w:rsid w:val="0069490E"/>
    <w:rsid w:val="00694C4D"/>
    <w:rsid w:val="006962DD"/>
    <w:rsid w:val="00696AD2"/>
    <w:rsid w:val="00696F59"/>
    <w:rsid w:val="006A29CA"/>
    <w:rsid w:val="006A314C"/>
    <w:rsid w:val="006A3270"/>
    <w:rsid w:val="006A6778"/>
    <w:rsid w:val="006A68E7"/>
    <w:rsid w:val="006A7066"/>
    <w:rsid w:val="006B0342"/>
    <w:rsid w:val="006B19EB"/>
    <w:rsid w:val="006B5495"/>
    <w:rsid w:val="006B7B6F"/>
    <w:rsid w:val="006B7F88"/>
    <w:rsid w:val="006C0818"/>
    <w:rsid w:val="006C0D88"/>
    <w:rsid w:val="006C1789"/>
    <w:rsid w:val="006C1922"/>
    <w:rsid w:val="006C1C2E"/>
    <w:rsid w:val="006C1ECC"/>
    <w:rsid w:val="006C3449"/>
    <w:rsid w:val="006C4D2F"/>
    <w:rsid w:val="006D0B27"/>
    <w:rsid w:val="006D25D7"/>
    <w:rsid w:val="006D2630"/>
    <w:rsid w:val="006D3FC0"/>
    <w:rsid w:val="006D624E"/>
    <w:rsid w:val="006D655A"/>
    <w:rsid w:val="006D6C33"/>
    <w:rsid w:val="006D6EBF"/>
    <w:rsid w:val="006E03D3"/>
    <w:rsid w:val="006E0D30"/>
    <w:rsid w:val="006E0F68"/>
    <w:rsid w:val="006E1C7D"/>
    <w:rsid w:val="006E1ED3"/>
    <w:rsid w:val="006E4013"/>
    <w:rsid w:val="006E4537"/>
    <w:rsid w:val="006E5E7C"/>
    <w:rsid w:val="006E761C"/>
    <w:rsid w:val="006F016F"/>
    <w:rsid w:val="006F0D3D"/>
    <w:rsid w:val="006F1171"/>
    <w:rsid w:val="006F264E"/>
    <w:rsid w:val="006F2A66"/>
    <w:rsid w:val="006F36D3"/>
    <w:rsid w:val="006F42FA"/>
    <w:rsid w:val="006F68D5"/>
    <w:rsid w:val="006F7047"/>
    <w:rsid w:val="0070011E"/>
    <w:rsid w:val="007036BE"/>
    <w:rsid w:val="007079AA"/>
    <w:rsid w:val="00710143"/>
    <w:rsid w:val="0071167A"/>
    <w:rsid w:val="00711E1D"/>
    <w:rsid w:val="00712746"/>
    <w:rsid w:val="0071288F"/>
    <w:rsid w:val="00714034"/>
    <w:rsid w:val="00716C41"/>
    <w:rsid w:val="00720131"/>
    <w:rsid w:val="00720EA3"/>
    <w:rsid w:val="00722514"/>
    <w:rsid w:val="00723774"/>
    <w:rsid w:val="00723C14"/>
    <w:rsid w:val="00724D2F"/>
    <w:rsid w:val="0072534D"/>
    <w:rsid w:val="00727B5F"/>
    <w:rsid w:val="00730348"/>
    <w:rsid w:val="007311B5"/>
    <w:rsid w:val="0073201B"/>
    <w:rsid w:val="0073309D"/>
    <w:rsid w:val="007330EB"/>
    <w:rsid w:val="0073552F"/>
    <w:rsid w:val="007370DE"/>
    <w:rsid w:val="00737CD9"/>
    <w:rsid w:val="0074027F"/>
    <w:rsid w:val="00740D3D"/>
    <w:rsid w:val="007414BD"/>
    <w:rsid w:val="007439A2"/>
    <w:rsid w:val="007445AF"/>
    <w:rsid w:val="00744CBA"/>
    <w:rsid w:val="00744E25"/>
    <w:rsid w:val="00744E54"/>
    <w:rsid w:val="00745128"/>
    <w:rsid w:val="007453F4"/>
    <w:rsid w:val="00746C04"/>
    <w:rsid w:val="00750305"/>
    <w:rsid w:val="00750A79"/>
    <w:rsid w:val="00752A9B"/>
    <w:rsid w:val="00752EDC"/>
    <w:rsid w:val="0075556C"/>
    <w:rsid w:val="0075586C"/>
    <w:rsid w:val="00755E8B"/>
    <w:rsid w:val="007568CF"/>
    <w:rsid w:val="00756BBD"/>
    <w:rsid w:val="007574CB"/>
    <w:rsid w:val="00762BD2"/>
    <w:rsid w:val="00762D82"/>
    <w:rsid w:val="007633A0"/>
    <w:rsid w:val="00765C0F"/>
    <w:rsid w:val="0076709C"/>
    <w:rsid w:val="00767B3B"/>
    <w:rsid w:val="00767B51"/>
    <w:rsid w:val="007713BA"/>
    <w:rsid w:val="007713EB"/>
    <w:rsid w:val="007730CD"/>
    <w:rsid w:val="00775379"/>
    <w:rsid w:val="0077604E"/>
    <w:rsid w:val="0078175A"/>
    <w:rsid w:val="00781CD4"/>
    <w:rsid w:val="00783649"/>
    <w:rsid w:val="0078387F"/>
    <w:rsid w:val="00784A32"/>
    <w:rsid w:val="0078549A"/>
    <w:rsid w:val="00785611"/>
    <w:rsid w:val="00785EEA"/>
    <w:rsid w:val="0078695E"/>
    <w:rsid w:val="00786A02"/>
    <w:rsid w:val="00786CAB"/>
    <w:rsid w:val="00787328"/>
    <w:rsid w:val="0079133F"/>
    <w:rsid w:val="00792CA6"/>
    <w:rsid w:val="0079416B"/>
    <w:rsid w:val="00794298"/>
    <w:rsid w:val="00795A11"/>
    <w:rsid w:val="00796306"/>
    <w:rsid w:val="00796730"/>
    <w:rsid w:val="007A019B"/>
    <w:rsid w:val="007A0288"/>
    <w:rsid w:val="007A173D"/>
    <w:rsid w:val="007A2032"/>
    <w:rsid w:val="007A329B"/>
    <w:rsid w:val="007A38EB"/>
    <w:rsid w:val="007A74DE"/>
    <w:rsid w:val="007A7884"/>
    <w:rsid w:val="007A7C29"/>
    <w:rsid w:val="007B07B7"/>
    <w:rsid w:val="007B0DD4"/>
    <w:rsid w:val="007B10B7"/>
    <w:rsid w:val="007B1216"/>
    <w:rsid w:val="007B138E"/>
    <w:rsid w:val="007B169A"/>
    <w:rsid w:val="007B35CB"/>
    <w:rsid w:val="007B7A13"/>
    <w:rsid w:val="007C214C"/>
    <w:rsid w:val="007C2686"/>
    <w:rsid w:val="007C472A"/>
    <w:rsid w:val="007C4779"/>
    <w:rsid w:val="007D1649"/>
    <w:rsid w:val="007D1BAB"/>
    <w:rsid w:val="007D1D64"/>
    <w:rsid w:val="007D30AD"/>
    <w:rsid w:val="007D53E6"/>
    <w:rsid w:val="007D60F7"/>
    <w:rsid w:val="007D7B1C"/>
    <w:rsid w:val="007E44DC"/>
    <w:rsid w:val="007E4CD8"/>
    <w:rsid w:val="007E6A1F"/>
    <w:rsid w:val="007E7784"/>
    <w:rsid w:val="007E78F2"/>
    <w:rsid w:val="007F0323"/>
    <w:rsid w:val="007F0BEE"/>
    <w:rsid w:val="007F1BAB"/>
    <w:rsid w:val="007F23D8"/>
    <w:rsid w:val="007F26A3"/>
    <w:rsid w:val="007F2F2F"/>
    <w:rsid w:val="007F613D"/>
    <w:rsid w:val="007F7BA4"/>
    <w:rsid w:val="008001B6"/>
    <w:rsid w:val="00802CAB"/>
    <w:rsid w:val="008041A0"/>
    <w:rsid w:val="00804696"/>
    <w:rsid w:val="00804B50"/>
    <w:rsid w:val="008053E5"/>
    <w:rsid w:val="0080730D"/>
    <w:rsid w:val="00807A62"/>
    <w:rsid w:val="00812D5E"/>
    <w:rsid w:val="00813385"/>
    <w:rsid w:val="00815259"/>
    <w:rsid w:val="00815576"/>
    <w:rsid w:val="008169B3"/>
    <w:rsid w:val="00816A7E"/>
    <w:rsid w:val="0081781B"/>
    <w:rsid w:val="00820661"/>
    <w:rsid w:val="0082198D"/>
    <w:rsid w:val="00821F3B"/>
    <w:rsid w:val="00823F32"/>
    <w:rsid w:val="008241B4"/>
    <w:rsid w:val="008253BF"/>
    <w:rsid w:val="00825F9A"/>
    <w:rsid w:val="0082659F"/>
    <w:rsid w:val="008273A9"/>
    <w:rsid w:val="00827EE8"/>
    <w:rsid w:val="008307CF"/>
    <w:rsid w:val="008323E7"/>
    <w:rsid w:val="00833023"/>
    <w:rsid w:val="00835457"/>
    <w:rsid w:val="00835961"/>
    <w:rsid w:val="00835C93"/>
    <w:rsid w:val="00836214"/>
    <w:rsid w:val="0083693B"/>
    <w:rsid w:val="00837015"/>
    <w:rsid w:val="00837080"/>
    <w:rsid w:val="00837465"/>
    <w:rsid w:val="00840890"/>
    <w:rsid w:val="00841096"/>
    <w:rsid w:val="0084282D"/>
    <w:rsid w:val="008429CC"/>
    <w:rsid w:val="008433ED"/>
    <w:rsid w:val="00843C4E"/>
    <w:rsid w:val="008539DF"/>
    <w:rsid w:val="00854958"/>
    <w:rsid w:val="00856303"/>
    <w:rsid w:val="008574CD"/>
    <w:rsid w:val="00857689"/>
    <w:rsid w:val="00857F2B"/>
    <w:rsid w:val="00860170"/>
    <w:rsid w:val="00860F2F"/>
    <w:rsid w:val="008622E6"/>
    <w:rsid w:val="00862619"/>
    <w:rsid w:val="00862A75"/>
    <w:rsid w:val="00862D70"/>
    <w:rsid w:val="00863F5A"/>
    <w:rsid w:val="00864BF3"/>
    <w:rsid w:val="00870040"/>
    <w:rsid w:val="00872EEA"/>
    <w:rsid w:val="00873910"/>
    <w:rsid w:val="00874FEC"/>
    <w:rsid w:val="0087527D"/>
    <w:rsid w:val="00875720"/>
    <w:rsid w:val="0087667C"/>
    <w:rsid w:val="00880E00"/>
    <w:rsid w:val="00883660"/>
    <w:rsid w:val="00884F99"/>
    <w:rsid w:val="008868DF"/>
    <w:rsid w:val="008877F4"/>
    <w:rsid w:val="00890635"/>
    <w:rsid w:val="008940FD"/>
    <w:rsid w:val="00895A33"/>
    <w:rsid w:val="008970E6"/>
    <w:rsid w:val="00897BDD"/>
    <w:rsid w:val="00897C88"/>
    <w:rsid w:val="00897DD7"/>
    <w:rsid w:val="008A16AF"/>
    <w:rsid w:val="008A2460"/>
    <w:rsid w:val="008A2D13"/>
    <w:rsid w:val="008A36EF"/>
    <w:rsid w:val="008A3A36"/>
    <w:rsid w:val="008A43CF"/>
    <w:rsid w:val="008A4F43"/>
    <w:rsid w:val="008A78A4"/>
    <w:rsid w:val="008A7B68"/>
    <w:rsid w:val="008A7E98"/>
    <w:rsid w:val="008B2115"/>
    <w:rsid w:val="008B2FA6"/>
    <w:rsid w:val="008B35D3"/>
    <w:rsid w:val="008B3FA9"/>
    <w:rsid w:val="008B4189"/>
    <w:rsid w:val="008B4C2F"/>
    <w:rsid w:val="008B4CCE"/>
    <w:rsid w:val="008B55A1"/>
    <w:rsid w:val="008B5977"/>
    <w:rsid w:val="008B6D0B"/>
    <w:rsid w:val="008B6EF9"/>
    <w:rsid w:val="008B6FD2"/>
    <w:rsid w:val="008B7FEC"/>
    <w:rsid w:val="008C0923"/>
    <w:rsid w:val="008C0CE3"/>
    <w:rsid w:val="008C15B7"/>
    <w:rsid w:val="008C3A06"/>
    <w:rsid w:val="008C4A9B"/>
    <w:rsid w:val="008C4BDB"/>
    <w:rsid w:val="008C4E5E"/>
    <w:rsid w:val="008C58D5"/>
    <w:rsid w:val="008D0C12"/>
    <w:rsid w:val="008D1087"/>
    <w:rsid w:val="008D12E3"/>
    <w:rsid w:val="008D1454"/>
    <w:rsid w:val="008D189A"/>
    <w:rsid w:val="008D1D6A"/>
    <w:rsid w:val="008D2A19"/>
    <w:rsid w:val="008D2D5F"/>
    <w:rsid w:val="008D32CC"/>
    <w:rsid w:val="008D34B9"/>
    <w:rsid w:val="008D35F6"/>
    <w:rsid w:val="008D3ED5"/>
    <w:rsid w:val="008D430D"/>
    <w:rsid w:val="008D548A"/>
    <w:rsid w:val="008D7C47"/>
    <w:rsid w:val="008D7E11"/>
    <w:rsid w:val="008E29C2"/>
    <w:rsid w:val="008E5341"/>
    <w:rsid w:val="008E67D6"/>
    <w:rsid w:val="008E6FB1"/>
    <w:rsid w:val="008F0577"/>
    <w:rsid w:val="008F10C6"/>
    <w:rsid w:val="008F1697"/>
    <w:rsid w:val="008F2D94"/>
    <w:rsid w:val="008F3080"/>
    <w:rsid w:val="008F5901"/>
    <w:rsid w:val="008F5CE1"/>
    <w:rsid w:val="008F6A93"/>
    <w:rsid w:val="008F7184"/>
    <w:rsid w:val="008F788F"/>
    <w:rsid w:val="009012DA"/>
    <w:rsid w:val="0090135E"/>
    <w:rsid w:val="009025BB"/>
    <w:rsid w:val="00902D5F"/>
    <w:rsid w:val="00903F58"/>
    <w:rsid w:val="009040D8"/>
    <w:rsid w:val="00904956"/>
    <w:rsid w:val="00904D9B"/>
    <w:rsid w:val="0090513F"/>
    <w:rsid w:val="009071B9"/>
    <w:rsid w:val="009113FC"/>
    <w:rsid w:val="00912183"/>
    <w:rsid w:val="009132A6"/>
    <w:rsid w:val="0091435D"/>
    <w:rsid w:val="009143A7"/>
    <w:rsid w:val="009159E6"/>
    <w:rsid w:val="00917694"/>
    <w:rsid w:val="009238CF"/>
    <w:rsid w:val="00924DCE"/>
    <w:rsid w:val="00925E61"/>
    <w:rsid w:val="0092765C"/>
    <w:rsid w:val="00927BB2"/>
    <w:rsid w:val="009327BC"/>
    <w:rsid w:val="00933251"/>
    <w:rsid w:val="00933C4B"/>
    <w:rsid w:val="00934028"/>
    <w:rsid w:val="00934538"/>
    <w:rsid w:val="0093560A"/>
    <w:rsid w:val="00937453"/>
    <w:rsid w:val="00940841"/>
    <w:rsid w:val="00941110"/>
    <w:rsid w:val="00941401"/>
    <w:rsid w:val="00941AFC"/>
    <w:rsid w:val="00942614"/>
    <w:rsid w:val="00942C14"/>
    <w:rsid w:val="0094424F"/>
    <w:rsid w:val="00944FC3"/>
    <w:rsid w:val="00945A49"/>
    <w:rsid w:val="00946387"/>
    <w:rsid w:val="009478CB"/>
    <w:rsid w:val="00950E27"/>
    <w:rsid w:val="00951966"/>
    <w:rsid w:val="009547EC"/>
    <w:rsid w:val="00956BBC"/>
    <w:rsid w:val="0095725F"/>
    <w:rsid w:val="00961B35"/>
    <w:rsid w:val="0096372C"/>
    <w:rsid w:val="00963E31"/>
    <w:rsid w:val="00964699"/>
    <w:rsid w:val="0096628B"/>
    <w:rsid w:val="00970DCC"/>
    <w:rsid w:val="0097128E"/>
    <w:rsid w:val="00971ACD"/>
    <w:rsid w:val="00972309"/>
    <w:rsid w:val="00972483"/>
    <w:rsid w:val="0097314A"/>
    <w:rsid w:val="00973ACD"/>
    <w:rsid w:val="00974476"/>
    <w:rsid w:val="00977302"/>
    <w:rsid w:val="00977C07"/>
    <w:rsid w:val="0098065A"/>
    <w:rsid w:val="00981DE8"/>
    <w:rsid w:val="00981F50"/>
    <w:rsid w:val="0098374F"/>
    <w:rsid w:val="00986934"/>
    <w:rsid w:val="00987D5A"/>
    <w:rsid w:val="009904EA"/>
    <w:rsid w:val="00990C77"/>
    <w:rsid w:val="0099165B"/>
    <w:rsid w:val="0099332F"/>
    <w:rsid w:val="009964C1"/>
    <w:rsid w:val="009A10E7"/>
    <w:rsid w:val="009A127E"/>
    <w:rsid w:val="009A23AC"/>
    <w:rsid w:val="009A3213"/>
    <w:rsid w:val="009A3FE5"/>
    <w:rsid w:val="009A5831"/>
    <w:rsid w:val="009A6316"/>
    <w:rsid w:val="009A7CEE"/>
    <w:rsid w:val="009B0723"/>
    <w:rsid w:val="009B177F"/>
    <w:rsid w:val="009B1D39"/>
    <w:rsid w:val="009B1DD2"/>
    <w:rsid w:val="009B22E8"/>
    <w:rsid w:val="009B4E24"/>
    <w:rsid w:val="009B76ED"/>
    <w:rsid w:val="009B7A38"/>
    <w:rsid w:val="009B7D28"/>
    <w:rsid w:val="009C28F5"/>
    <w:rsid w:val="009C3769"/>
    <w:rsid w:val="009C4959"/>
    <w:rsid w:val="009C636F"/>
    <w:rsid w:val="009C7BFD"/>
    <w:rsid w:val="009C7D6F"/>
    <w:rsid w:val="009D0734"/>
    <w:rsid w:val="009D1874"/>
    <w:rsid w:val="009D27C5"/>
    <w:rsid w:val="009D5C34"/>
    <w:rsid w:val="009D64C6"/>
    <w:rsid w:val="009D67AF"/>
    <w:rsid w:val="009D687B"/>
    <w:rsid w:val="009D73E1"/>
    <w:rsid w:val="009D7D57"/>
    <w:rsid w:val="009D7E5C"/>
    <w:rsid w:val="009E0371"/>
    <w:rsid w:val="009E0F65"/>
    <w:rsid w:val="009E16CE"/>
    <w:rsid w:val="009E193A"/>
    <w:rsid w:val="009E510C"/>
    <w:rsid w:val="009E533D"/>
    <w:rsid w:val="009E582E"/>
    <w:rsid w:val="009F51E8"/>
    <w:rsid w:val="009F5754"/>
    <w:rsid w:val="009F5882"/>
    <w:rsid w:val="009F61B8"/>
    <w:rsid w:val="009F7229"/>
    <w:rsid w:val="009F7A80"/>
    <w:rsid w:val="00A00AA3"/>
    <w:rsid w:val="00A02437"/>
    <w:rsid w:val="00A02562"/>
    <w:rsid w:val="00A028B8"/>
    <w:rsid w:val="00A02F36"/>
    <w:rsid w:val="00A02FAC"/>
    <w:rsid w:val="00A031DD"/>
    <w:rsid w:val="00A046D6"/>
    <w:rsid w:val="00A05F2B"/>
    <w:rsid w:val="00A05FC4"/>
    <w:rsid w:val="00A06882"/>
    <w:rsid w:val="00A06B3D"/>
    <w:rsid w:val="00A06C0F"/>
    <w:rsid w:val="00A06D29"/>
    <w:rsid w:val="00A1469E"/>
    <w:rsid w:val="00A1794A"/>
    <w:rsid w:val="00A2129A"/>
    <w:rsid w:val="00A24628"/>
    <w:rsid w:val="00A252FC"/>
    <w:rsid w:val="00A25504"/>
    <w:rsid w:val="00A25B1B"/>
    <w:rsid w:val="00A26431"/>
    <w:rsid w:val="00A2667B"/>
    <w:rsid w:val="00A26EBF"/>
    <w:rsid w:val="00A27E17"/>
    <w:rsid w:val="00A31D35"/>
    <w:rsid w:val="00A32607"/>
    <w:rsid w:val="00A3322A"/>
    <w:rsid w:val="00A33241"/>
    <w:rsid w:val="00A3326A"/>
    <w:rsid w:val="00A340AC"/>
    <w:rsid w:val="00A34B03"/>
    <w:rsid w:val="00A35071"/>
    <w:rsid w:val="00A35F97"/>
    <w:rsid w:val="00A369D1"/>
    <w:rsid w:val="00A36FAE"/>
    <w:rsid w:val="00A37F34"/>
    <w:rsid w:val="00A40BB0"/>
    <w:rsid w:val="00A40F8D"/>
    <w:rsid w:val="00A414AF"/>
    <w:rsid w:val="00A415CA"/>
    <w:rsid w:val="00A41703"/>
    <w:rsid w:val="00A42687"/>
    <w:rsid w:val="00A42D12"/>
    <w:rsid w:val="00A4539F"/>
    <w:rsid w:val="00A456D6"/>
    <w:rsid w:val="00A4583E"/>
    <w:rsid w:val="00A466A3"/>
    <w:rsid w:val="00A46721"/>
    <w:rsid w:val="00A46B95"/>
    <w:rsid w:val="00A47E74"/>
    <w:rsid w:val="00A5062C"/>
    <w:rsid w:val="00A5073E"/>
    <w:rsid w:val="00A50C8D"/>
    <w:rsid w:val="00A524F2"/>
    <w:rsid w:val="00A52A7F"/>
    <w:rsid w:val="00A5365D"/>
    <w:rsid w:val="00A56407"/>
    <w:rsid w:val="00A565C6"/>
    <w:rsid w:val="00A56B12"/>
    <w:rsid w:val="00A573AD"/>
    <w:rsid w:val="00A57419"/>
    <w:rsid w:val="00A579BD"/>
    <w:rsid w:val="00A621C3"/>
    <w:rsid w:val="00A6535A"/>
    <w:rsid w:val="00A65911"/>
    <w:rsid w:val="00A65950"/>
    <w:rsid w:val="00A66E9F"/>
    <w:rsid w:val="00A67849"/>
    <w:rsid w:val="00A7244A"/>
    <w:rsid w:val="00A740B9"/>
    <w:rsid w:val="00A74140"/>
    <w:rsid w:val="00A75BF9"/>
    <w:rsid w:val="00A75D21"/>
    <w:rsid w:val="00A75D27"/>
    <w:rsid w:val="00A7710F"/>
    <w:rsid w:val="00A805C0"/>
    <w:rsid w:val="00A80A25"/>
    <w:rsid w:val="00A82824"/>
    <w:rsid w:val="00A8283F"/>
    <w:rsid w:val="00A83F43"/>
    <w:rsid w:val="00A86342"/>
    <w:rsid w:val="00A8711F"/>
    <w:rsid w:val="00A871D5"/>
    <w:rsid w:val="00A90445"/>
    <w:rsid w:val="00A92301"/>
    <w:rsid w:val="00A9310A"/>
    <w:rsid w:val="00A936F0"/>
    <w:rsid w:val="00A93705"/>
    <w:rsid w:val="00A93B8F"/>
    <w:rsid w:val="00A94306"/>
    <w:rsid w:val="00A948DA"/>
    <w:rsid w:val="00A95B6D"/>
    <w:rsid w:val="00A96860"/>
    <w:rsid w:val="00A96B30"/>
    <w:rsid w:val="00AA1186"/>
    <w:rsid w:val="00AA2783"/>
    <w:rsid w:val="00AA361C"/>
    <w:rsid w:val="00AA50D3"/>
    <w:rsid w:val="00AA790B"/>
    <w:rsid w:val="00AB0510"/>
    <w:rsid w:val="00AB1A56"/>
    <w:rsid w:val="00AB26E8"/>
    <w:rsid w:val="00AB2956"/>
    <w:rsid w:val="00AB2A1A"/>
    <w:rsid w:val="00AB3AFD"/>
    <w:rsid w:val="00AB4001"/>
    <w:rsid w:val="00AB5568"/>
    <w:rsid w:val="00AB6682"/>
    <w:rsid w:val="00AB7728"/>
    <w:rsid w:val="00AB7D67"/>
    <w:rsid w:val="00AB7F08"/>
    <w:rsid w:val="00AC25CC"/>
    <w:rsid w:val="00AC291F"/>
    <w:rsid w:val="00AC319B"/>
    <w:rsid w:val="00AC32C5"/>
    <w:rsid w:val="00AC60AE"/>
    <w:rsid w:val="00AC7EFE"/>
    <w:rsid w:val="00AD0EDC"/>
    <w:rsid w:val="00AD2001"/>
    <w:rsid w:val="00AD245D"/>
    <w:rsid w:val="00AD371A"/>
    <w:rsid w:val="00AD4C73"/>
    <w:rsid w:val="00AD59DF"/>
    <w:rsid w:val="00AD5BBB"/>
    <w:rsid w:val="00AD765F"/>
    <w:rsid w:val="00AD7A20"/>
    <w:rsid w:val="00AD7AD3"/>
    <w:rsid w:val="00AE0C95"/>
    <w:rsid w:val="00AE1870"/>
    <w:rsid w:val="00AE18CF"/>
    <w:rsid w:val="00AE274F"/>
    <w:rsid w:val="00AE2BED"/>
    <w:rsid w:val="00AE361E"/>
    <w:rsid w:val="00AE3AC1"/>
    <w:rsid w:val="00AE4516"/>
    <w:rsid w:val="00AE4859"/>
    <w:rsid w:val="00AE4DC7"/>
    <w:rsid w:val="00AE529B"/>
    <w:rsid w:val="00AE6949"/>
    <w:rsid w:val="00AE69B4"/>
    <w:rsid w:val="00AE6AF1"/>
    <w:rsid w:val="00AF15EF"/>
    <w:rsid w:val="00AF20A8"/>
    <w:rsid w:val="00AF2D19"/>
    <w:rsid w:val="00AF37CB"/>
    <w:rsid w:val="00AF3B32"/>
    <w:rsid w:val="00AF4310"/>
    <w:rsid w:val="00AF4991"/>
    <w:rsid w:val="00AF7782"/>
    <w:rsid w:val="00B008D3"/>
    <w:rsid w:val="00B00C8A"/>
    <w:rsid w:val="00B01074"/>
    <w:rsid w:val="00B02D3A"/>
    <w:rsid w:val="00B04540"/>
    <w:rsid w:val="00B0653F"/>
    <w:rsid w:val="00B067FC"/>
    <w:rsid w:val="00B06805"/>
    <w:rsid w:val="00B072B5"/>
    <w:rsid w:val="00B07476"/>
    <w:rsid w:val="00B0747A"/>
    <w:rsid w:val="00B07995"/>
    <w:rsid w:val="00B10518"/>
    <w:rsid w:val="00B10624"/>
    <w:rsid w:val="00B1163D"/>
    <w:rsid w:val="00B1179F"/>
    <w:rsid w:val="00B11C72"/>
    <w:rsid w:val="00B131B6"/>
    <w:rsid w:val="00B160DD"/>
    <w:rsid w:val="00B16E62"/>
    <w:rsid w:val="00B173B6"/>
    <w:rsid w:val="00B20947"/>
    <w:rsid w:val="00B218A4"/>
    <w:rsid w:val="00B21F5B"/>
    <w:rsid w:val="00B25B53"/>
    <w:rsid w:val="00B26219"/>
    <w:rsid w:val="00B2676D"/>
    <w:rsid w:val="00B30189"/>
    <w:rsid w:val="00B31851"/>
    <w:rsid w:val="00B31F49"/>
    <w:rsid w:val="00B326C5"/>
    <w:rsid w:val="00B32ED9"/>
    <w:rsid w:val="00B3350D"/>
    <w:rsid w:val="00B344BE"/>
    <w:rsid w:val="00B353CE"/>
    <w:rsid w:val="00B373AE"/>
    <w:rsid w:val="00B37748"/>
    <w:rsid w:val="00B40737"/>
    <w:rsid w:val="00B40993"/>
    <w:rsid w:val="00B41682"/>
    <w:rsid w:val="00B425F3"/>
    <w:rsid w:val="00B45178"/>
    <w:rsid w:val="00B464A2"/>
    <w:rsid w:val="00B465D7"/>
    <w:rsid w:val="00B4702D"/>
    <w:rsid w:val="00B477E5"/>
    <w:rsid w:val="00B50368"/>
    <w:rsid w:val="00B5042C"/>
    <w:rsid w:val="00B509BB"/>
    <w:rsid w:val="00B514AF"/>
    <w:rsid w:val="00B52B40"/>
    <w:rsid w:val="00B535B0"/>
    <w:rsid w:val="00B54695"/>
    <w:rsid w:val="00B54C99"/>
    <w:rsid w:val="00B55A95"/>
    <w:rsid w:val="00B5764E"/>
    <w:rsid w:val="00B5793C"/>
    <w:rsid w:val="00B57B10"/>
    <w:rsid w:val="00B57CB5"/>
    <w:rsid w:val="00B6016F"/>
    <w:rsid w:val="00B6168B"/>
    <w:rsid w:val="00B619F6"/>
    <w:rsid w:val="00B625A9"/>
    <w:rsid w:val="00B65301"/>
    <w:rsid w:val="00B67A62"/>
    <w:rsid w:val="00B67BBA"/>
    <w:rsid w:val="00B71385"/>
    <w:rsid w:val="00B71D7A"/>
    <w:rsid w:val="00B72335"/>
    <w:rsid w:val="00B739BC"/>
    <w:rsid w:val="00B75413"/>
    <w:rsid w:val="00B75D2D"/>
    <w:rsid w:val="00B76E30"/>
    <w:rsid w:val="00B77159"/>
    <w:rsid w:val="00B777B9"/>
    <w:rsid w:val="00B80548"/>
    <w:rsid w:val="00B83DC1"/>
    <w:rsid w:val="00B84909"/>
    <w:rsid w:val="00B84A77"/>
    <w:rsid w:val="00B84B17"/>
    <w:rsid w:val="00B867BB"/>
    <w:rsid w:val="00B86FB9"/>
    <w:rsid w:val="00B8772A"/>
    <w:rsid w:val="00B87878"/>
    <w:rsid w:val="00B87E8A"/>
    <w:rsid w:val="00B90E4A"/>
    <w:rsid w:val="00B925D2"/>
    <w:rsid w:val="00B928C1"/>
    <w:rsid w:val="00B92CF7"/>
    <w:rsid w:val="00B979BC"/>
    <w:rsid w:val="00B97FAB"/>
    <w:rsid w:val="00BA013D"/>
    <w:rsid w:val="00BA110C"/>
    <w:rsid w:val="00BA2036"/>
    <w:rsid w:val="00BA4347"/>
    <w:rsid w:val="00BA4710"/>
    <w:rsid w:val="00BA4C18"/>
    <w:rsid w:val="00BA4D96"/>
    <w:rsid w:val="00BA61FB"/>
    <w:rsid w:val="00BA6646"/>
    <w:rsid w:val="00BA6EBD"/>
    <w:rsid w:val="00BB1D50"/>
    <w:rsid w:val="00BB3BE4"/>
    <w:rsid w:val="00BB5E35"/>
    <w:rsid w:val="00BB6058"/>
    <w:rsid w:val="00BB66CD"/>
    <w:rsid w:val="00BB78E2"/>
    <w:rsid w:val="00BC1337"/>
    <w:rsid w:val="00BC3C2C"/>
    <w:rsid w:val="00BC6234"/>
    <w:rsid w:val="00BC7A6A"/>
    <w:rsid w:val="00BD05D7"/>
    <w:rsid w:val="00BD05E2"/>
    <w:rsid w:val="00BD1DDC"/>
    <w:rsid w:val="00BD2578"/>
    <w:rsid w:val="00BD3403"/>
    <w:rsid w:val="00BD5656"/>
    <w:rsid w:val="00BD7BCD"/>
    <w:rsid w:val="00BE15C0"/>
    <w:rsid w:val="00BE1A46"/>
    <w:rsid w:val="00BE2F68"/>
    <w:rsid w:val="00BE2F81"/>
    <w:rsid w:val="00BE3841"/>
    <w:rsid w:val="00BE3930"/>
    <w:rsid w:val="00BE4731"/>
    <w:rsid w:val="00BE69CD"/>
    <w:rsid w:val="00BE6D44"/>
    <w:rsid w:val="00BE6DEA"/>
    <w:rsid w:val="00BF0E0D"/>
    <w:rsid w:val="00BF1A80"/>
    <w:rsid w:val="00BF5ECA"/>
    <w:rsid w:val="00BF6BB8"/>
    <w:rsid w:val="00BF7336"/>
    <w:rsid w:val="00BF7640"/>
    <w:rsid w:val="00BF79A1"/>
    <w:rsid w:val="00C00006"/>
    <w:rsid w:val="00C022CC"/>
    <w:rsid w:val="00C022EE"/>
    <w:rsid w:val="00C02929"/>
    <w:rsid w:val="00C03A62"/>
    <w:rsid w:val="00C05816"/>
    <w:rsid w:val="00C058F7"/>
    <w:rsid w:val="00C05C14"/>
    <w:rsid w:val="00C06039"/>
    <w:rsid w:val="00C06819"/>
    <w:rsid w:val="00C06FF0"/>
    <w:rsid w:val="00C07D4D"/>
    <w:rsid w:val="00C07FAE"/>
    <w:rsid w:val="00C107A1"/>
    <w:rsid w:val="00C11105"/>
    <w:rsid w:val="00C113FC"/>
    <w:rsid w:val="00C12137"/>
    <w:rsid w:val="00C12472"/>
    <w:rsid w:val="00C12762"/>
    <w:rsid w:val="00C14168"/>
    <w:rsid w:val="00C1565C"/>
    <w:rsid w:val="00C2043D"/>
    <w:rsid w:val="00C209FE"/>
    <w:rsid w:val="00C20B31"/>
    <w:rsid w:val="00C21EF7"/>
    <w:rsid w:val="00C238A5"/>
    <w:rsid w:val="00C23CF5"/>
    <w:rsid w:val="00C23EF7"/>
    <w:rsid w:val="00C25058"/>
    <w:rsid w:val="00C25C28"/>
    <w:rsid w:val="00C2628E"/>
    <w:rsid w:val="00C266BA"/>
    <w:rsid w:val="00C27205"/>
    <w:rsid w:val="00C30EE8"/>
    <w:rsid w:val="00C310A6"/>
    <w:rsid w:val="00C36CE1"/>
    <w:rsid w:val="00C36F20"/>
    <w:rsid w:val="00C37354"/>
    <w:rsid w:val="00C37835"/>
    <w:rsid w:val="00C402CD"/>
    <w:rsid w:val="00C4275D"/>
    <w:rsid w:val="00C42C1C"/>
    <w:rsid w:val="00C42ED9"/>
    <w:rsid w:val="00C42F80"/>
    <w:rsid w:val="00C441F6"/>
    <w:rsid w:val="00C453F8"/>
    <w:rsid w:val="00C477AC"/>
    <w:rsid w:val="00C47F2D"/>
    <w:rsid w:val="00C525B8"/>
    <w:rsid w:val="00C53646"/>
    <w:rsid w:val="00C53BB4"/>
    <w:rsid w:val="00C54675"/>
    <w:rsid w:val="00C57967"/>
    <w:rsid w:val="00C60D3D"/>
    <w:rsid w:val="00C6117F"/>
    <w:rsid w:val="00C61976"/>
    <w:rsid w:val="00C6245C"/>
    <w:rsid w:val="00C62DEE"/>
    <w:rsid w:val="00C635F2"/>
    <w:rsid w:val="00C636FB"/>
    <w:rsid w:val="00C674D2"/>
    <w:rsid w:val="00C6776B"/>
    <w:rsid w:val="00C67922"/>
    <w:rsid w:val="00C702F5"/>
    <w:rsid w:val="00C7088C"/>
    <w:rsid w:val="00C7102D"/>
    <w:rsid w:val="00C7204E"/>
    <w:rsid w:val="00C72820"/>
    <w:rsid w:val="00C72B34"/>
    <w:rsid w:val="00C7406E"/>
    <w:rsid w:val="00C7446C"/>
    <w:rsid w:val="00C746E2"/>
    <w:rsid w:val="00C74E3C"/>
    <w:rsid w:val="00C762AF"/>
    <w:rsid w:val="00C76A55"/>
    <w:rsid w:val="00C800BA"/>
    <w:rsid w:val="00C800E0"/>
    <w:rsid w:val="00C80C39"/>
    <w:rsid w:val="00C8106A"/>
    <w:rsid w:val="00C82F67"/>
    <w:rsid w:val="00C82F84"/>
    <w:rsid w:val="00C83004"/>
    <w:rsid w:val="00C864D5"/>
    <w:rsid w:val="00C86A68"/>
    <w:rsid w:val="00C87466"/>
    <w:rsid w:val="00C87CFE"/>
    <w:rsid w:val="00C91991"/>
    <w:rsid w:val="00C92EAA"/>
    <w:rsid w:val="00C93222"/>
    <w:rsid w:val="00C93D6D"/>
    <w:rsid w:val="00C93FD2"/>
    <w:rsid w:val="00C941D4"/>
    <w:rsid w:val="00C96D7A"/>
    <w:rsid w:val="00C9763C"/>
    <w:rsid w:val="00CA0A80"/>
    <w:rsid w:val="00CA0A8B"/>
    <w:rsid w:val="00CA0E0F"/>
    <w:rsid w:val="00CA12FC"/>
    <w:rsid w:val="00CA3A4C"/>
    <w:rsid w:val="00CA3D70"/>
    <w:rsid w:val="00CA3E13"/>
    <w:rsid w:val="00CA416D"/>
    <w:rsid w:val="00CA4521"/>
    <w:rsid w:val="00CA52FE"/>
    <w:rsid w:val="00CA5D59"/>
    <w:rsid w:val="00CA6FEB"/>
    <w:rsid w:val="00CA7D24"/>
    <w:rsid w:val="00CB0D86"/>
    <w:rsid w:val="00CB121F"/>
    <w:rsid w:val="00CB24EE"/>
    <w:rsid w:val="00CB2CD3"/>
    <w:rsid w:val="00CB3976"/>
    <w:rsid w:val="00CB3BF9"/>
    <w:rsid w:val="00CB41FC"/>
    <w:rsid w:val="00CB4750"/>
    <w:rsid w:val="00CB76E5"/>
    <w:rsid w:val="00CC058D"/>
    <w:rsid w:val="00CC1B14"/>
    <w:rsid w:val="00CC1D0B"/>
    <w:rsid w:val="00CC1D1E"/>
    <w:rsid w:val="00CC3C28"/>
    <w:rsid w:val="00CC3CCA"/>
    <w:rsid w:val="00CC4DF0"/>
    <w:rsid w:val="00CC66E8"/>
    <w:rsid w:val="00CD13EC"/>
    <w:rsid w:val="00CD1C74"/>
    <w:rsid w:val="00CD2D32"/>
    <w:rsid w:val="00CD59BA"/>
    <w:rsid w:val="00CD6E8C"/>
    <w:rsid w:val="00CD71EF"/>
    <w:rsid w:val="00CD7895"/>
    <w:rsid w:val="00CD7A00"/>
    <w:rsid w:val="00CE2E36"/>
    <w:rsid w:val="00CE3AA3"/>
    <w:rsid w:val="00CE4659"/>
    <w:rsid w:val="00CE5206"/>
    <w:rsid w:val="00CE5661"/>
    <w:rsid w:val="00CE61CD"/>
    <w:rsid w:val="00CE7950"/>
    <w:rsid w:val="00CF0092"/>
    <w:rsid w:val="00CF02AC"/>
    <w:rsid w:val="00CF02B7"/>
    <w:rsid w:val="00CF0414"/>
    <w:rsid w:val="00CF0A52"/>
    <w:rsid w:val="00CF1B86"/>
    <w:rsid w:val="00CF21AC"/>
    <w:rsid w:val="00CF2302"/>
    <w:rsid w:val="00CF2A97"/>
    <w:rsid w:val="00CF3EA4"/>
    <w:rsid w:val="00CF4534"/>
    <w:rsid w:val="00CF6C1F"/>
    <w:rsid w:val="00CF754A"/>
    <w:rsid w:val="00D0084F"/>
    <w:rsid w:val="00D01701"/>
    <w:rsid w:val="00D03083"/>
    <w:rsid w:val="00D10762"/>
    <w:rsid w:val="00D11347"/>
    <w:rsid w:val="00D120C7"/>
    <w:rsid w:val="00D12236"/>
    <w:rsid w:val="00D12358"/>
    <w:rsid w:val="00D142DC"/>
    <w:rsid w:val="00D14E52"/>
    <w:rsid w:val="00D159D2"/>
    <w:rsid w:val="00D15C18"/>
    <w:rsid w:val="00D15CCA"/>
    <w:rsid w:val="00D15E01"/>
    <w:rsid w:val="00D16760"/>
    <w:rsid w:val="00D20A10"/>
    <w:rsid w:val="00D26B51"/>
    <w:rsid w:val="00D272DF"/>
    <w:rsid w:val="00D300FB"/>
    <w:rsid w:val="00D302F7"/>
    <w:rsid w:val="00D30309"/>
    <w:rsid w:val="00D31152"/>
    <w:rsid w:val="00D32BF8"/>
    <w:rsid w:val="00D32CED"/>
    <w:rsid w:val="00D33830"/>
    <w:rsid w:val="00D33A5F"/>
    <w:rsid w:val="00D342F6"/>
    <w:rsid w:val="00D37065"/>
    <w:rsid w:val="00D40B7F"/>
    <w:rsid w:val="00D4101C"/>
    <w:rsid w:val="00D41FBF"/>
    <w:rsid w:val="00D4228C"/>
    <w:rsid w:val="00D43045"/>
    <w:rsid w:val="00D446CB"/>
    <w:rsid w:val="00D45361"/>
    <w:rsid w:val="00D518AF"/>
    <w:rsid w:val="00D518FA"/>
    <w:rsid w:val="00D528EE"/>
    <w:rsid w:val="00D53EC1"/>
    <w:rsid w:val="00D53FCC"/>
    <w:rsid w:val="00D5488B"/>
    <w:rsid w:val="00D55E22"/>
    <w:rsid w:val="00D56846"/>
    <w:rsid w:val="00D568AB"/>
    <w:rsid w:val="00D57967"/>
    <w:rsid w:val="00D60F92"/>
    <w:rsid w:val="00D61A00"/>
    <w:rsid w:val="00D61D6F"/>
    <w:rsid w:val="00D635D3"/>
    <w:rsid w:val="00D64B53"/>
    <w:rsid w:val="00D660FD"/>
    <w:rsid w:val="00D6617A"/>
    <w:rsid w:val="00D67091"/>
    <w:rsid w:val="00D67F7F"/>
    <w:rsid w:val="00D705A2"/>
    <w:rsid w:val="00D72543"/>
    <w:rsid w:val="00D761A0"/>
    <w:rsid w:val="00D77E73"/>
    <w:rsid w:val="00D803B9"/>
    <w:rsid w:val="00D80A57"/>
    <w:rsid w:val="00D812F5"/>
    <w:rsid w:val="00D8158D"/>
    <w:rsid w:val="00D8268C"/>
    <w:rsid w:val="00D843D2"/>
    <w:rsid w:val="00D84889"/>
    <w:rsid w:val="00D85855"/>
    <w:rsid w:val="00D86947"/>
    <w:rsid w:val="00D87D1B"/>
    <w:rsid w:val="00D90013"/>
    <w:rsid w:val="00D90414"/>
    <w:rsid w:val="00D91100"/>
    <w:rsid w:val="00D92447"/>
    <w:rsid w:val="00D92CB8"/>
    <w:rsid w:val="00D95AFB"/>
    <w:rsid w:val="00D9669E"/>
    <w:rsid w:val="00D9740D"/>
    <w:rsid w:val="00DA0493"/>
    <w:rsid w:val="00DA05FB"/>
    <w:rsid w:val="00DA15AF"/>
    <w:rsid w:val="00DB0897"/>
    <w:rsid w:val="00DB08BA"/>
    <w:rsid w:val="00DB0F97"/>
    <w:rsid w:val="00DB2391"/>
    <w:rsid w:val="00DB27C5"/>
    <w:rsid w:val="00DB4A95"/>
    <w:rsid w:val="00DB4B56"/>
    <w:rsid w:val="00DB5547"/>
    <w:rsid w:val="00DB5CE0"/>
    <w:rsid w:val="00DB5D6C"/>
    <w:rsid w:val="00DB7A66"/>
    <w:rsid w:val="00DB7A6F"/>
    <w:rsid w:val="00DC04A6"/>
    <w:rsid w:val="00DC3432"/>
    <w:rsid w:val="00DC3EC3"/>
    <w:rsid w:val="00DC44C5"/>
    <w:rsid w:val="00DC48AF"/>
    <w:rsid w:val="00DC4982"/>
    <w:rsid w:val="00DC49E6"/>
    <w:rsid w:val="00DC5BA1"/>
    <w:rsid w:val="00DC6E7D"/>
    <w:rsid w:val="00DD0432"/>
    <w:rsid w:val="00DD0B28"/>
    <w:rsid w:val="00DD0D2A"/>
    <w:rsid w:val="00DD219C"/>
    <w:rsid w:val="00DD2E92"/>
    <w:rsid w:val="00DD2EC3"/>
    <w:rsid w:val="00DD3947"/>
    <w:rsid w:val="00DD3BE4"/>
    <w:rsid w:val="00DD4581"/>
    <w:rsid w:val="00DD52A6"/>
    <w:rsid w:val="00DD6278"/>
    <w:rsid w:val="00DD65E9"/>
    <w:rsid w:val="00DD7FF8"/>
    <w:rsid w:val="00DE0EF0"/>
    <w:rsid w:val="00DE154E"/>
    <w:rsid w:val="00DE191A"/>
    <w:rsid w:val="00DE377A"/>
    <w:rsid w:val="00DE5B01"/>
    <w:rsid w:val="00DE66A2"/>
    <w:rsid w:val="00DF0926"/>
    <w:rsid w:val="00DF1672"/>
    <w:rsid w:val="00DF2F13"/>
    <w:rsid w:val="00DF303B"/>
    <w:rsid w:val="00DF4A33"/>
    <w:rsid w:val="00DF4FEC"/>
    <w:rsid w:val="00DF66B9"/>
    <w:rsid w:val="00DF6EF2"/>
    <w:rsid w:val="00DF77F5"/>
    <w:rsid w:val="00E0016F"/>
    <w:rsid w:val="00E0084F"/>
    <w:rsid w:val="00E00B79"/>
    <w:rsid w:val="00E01A1E"/>
    <w:rsid w:val="00E022CA"/>
    <w:rsid w:val="00E02406"/>
    <w:rsid w:val="00E03A46"/>
    <w:rsid w:val="00E05102"/>
    <w:rsid w:val="00E052DC"/>
    <w:rsid w:val="00E05A3C"/>
    <w:rsid w:val="00E07FCC"/>
    <w:rsid w:val="00E11152"/>
    <w:rsid w:val="00E11264"/>
    <w:rsid w:val="00E16727"/>
    <w:rsid w:val="00E168F9"/>
    <w:rsid w:val="00E1732B"/>
    <w:rsid w:val="00E201C9"/>
    <w:rsid w:val="00E20A27"/>
    <w:rsid w:val="00E21236"/>
    <w:rsid w:val="00E23975"/>
    <w:rsid w:val="00E245DD"/>
    <w:rsid w:val="00E247AC"/>
    <w:rsid w:val="00E25DF4"/>
    <w:rsid w:val="00E2655B"/>
    <w:rsid w:val="00E26774"/>
    <w:rsid w:val="00E27644"/>
    <w:rsid w:val="00E30F9E"/>
    <w:rsid w:val="00E32FE4"/>
    <w:rsid w:val="00E336F7"/>
    <w:rsid w:val="00E33A9E"/>
    <w:rsid w:val="00E33D59"/>
    <w:rsid w:val="00E366A7"/>
    <w:rsid w:val="00E36BCB"/>
    <w:rsid w:val="00E37191"/>
    <w:rsid w:val="00E37D7C"/>
    <w:rsid w:val="00E4065C"/>
    <w:rsid w:val="00E40934"/>
    <w:rsid w:val="00E40D74"/>
    <w:rsid w:val="00E4290F"/>
    <w:rsid w:val="00E42C1A"/>
    <w:rsid w:val="00E44A5B"/>
    <w:rsid w:val="00E454D9"/>
    <w:rsid w:val="00E46FFA"/>
    <w:rsid w:val="00E4723E"/>
    <w:rsid w:val="00E47ABD"/>
    <w:rsid w:val="00E5271B"/>
    <w:rsid w:val="00E604F8"/>
    <w:rsid w:val="00E6095D"/>
    <w:rsid w:val="00E60A59"/>
    <w:rsid w:val="00E6103E"/>
    <w:rsid w:val="00E61541"/>
    <w:rsid w:val="00E63074"/>
    <w:rsid w:val="00E631A3"/>
    <w:rsid w:val="00E64377"/>
    <w:rsid w:val="00E6497C"/>
    <w:rsid w:val="00E650B6"/>
    <w:rsid w:val="00E65838"/>
    <w:rsid w:val="00E661A9"/>
    <w:rsid w:val="00E662C8"/>
    <w:rsid w:val="00E668EB"/>
    <w:rsid w:val="00E66BF1"/>
    <w:rsid w:val="00E67A74"/>
    <w:rsid w:val="00E67CEC"/>
    <w:rsid w:val="00E70F47"/>
    <w:rsid w:val="00E718BC"/>
    <w:rsid w:val="00E73394"/>
    <w:rsid w:val="00E812D4"/>
    <w:rsid w:val="00E81CD8"/>
    <w:rsid w:val="00E8242A"/>
    <w:rsid w:val="00E82DD6"/>
    <w:rsid w:val="00E837E3"/>
    <w:rsid w:val="00E84065"/>
    <w:rsid w:val="00E865AF"/>
    <w:rsid w:val="00E86F31"/>
    <w:rsid w:val="00E873AB"/>
    <w:rsid w:val="00E877AF"/>
    <w:rsid w:val="00E90709"/>
    <w:rsid w:val="00E90867"/>
    <w:rsid w:val="00E91E3B"/>
    <w:rsid w:val="00E93365"/>
    <w:rsid w:val="00E93B83"/>
    <w:rsid w:val="00E94D03"/>
    <w:rsid w:val="00E94EB8"/>
    <w:rsid w:val="00E95535"/>
    <w:rsid w:val="00E96E39"/>
    <w:rsid w:val="00EA0157"/>
    <w:rsid w:val="00EA096D"/>
    <w:rsid w:val="00EA13FD"/>
    <w:rsid w:val="00EA26A8"/>
    <w:rsid w:val="00EA50CA"/>
    <w:rsid w:val="00EA6A3B"/>
    <w:rsid w:val="00EA6FAE"/>
    <w:rsid w:val="00EB04D7"/>
    <w:rsid w:val="00EB0F05"/>
    <w:rsid w:val="00EB29C2"/>
    <w:rsid w:val="00EB2F55"/>
    <w:rsid w:val="00EB45CC"/>
    <w:rsid w:val="00EB4D8A"/>
    <w:rsid w:val="00EB7621"/>
    <w:rsid w:val="00EB7B2E"/>
    <w:rsid w:val="00EC0618"/>
    <w:rsid w:val="00EC0F10"/>
    <w:rsid w:val="00EC17D7"/>
    <w:rsid w:val="00EC189C"/>
    <w:rsid w:val="00EC2CDA"/>
    <w:rsid w:val="00EC364F"/>
    <w:rsid w:val="00EC5882"/>
    <w:rsid w:val="00EC5BF0"/>
    <w:rsid w:val="00EC68CC"/>
    <w:rsid w:val="00ED012A"/>
    <w:rsid w:val="00ED100F"/>
    <w:rsid w:val="00ED231F"/>
    <w:rsid w:val="00ED24DD"/>
    <w:rsid w:val="00ED42CD"/>
    <w:rsid w:val="00ED57DA"/>
    <w:rsid w:val="00ED73BF"/>
    <w:rsid w:val="00ED7AEB"/>
    <w:rsid w:val="00EE0D2B"/>
    <w:rsid w:val="00EE0F0D"/>
    <w:rsid w:val="00EE4EA6"/>
    <w:rsid w:val="00EE5170"/>
    <w:rsid w:val="00EE5946"/>
    <w:rsid w:val="00EE6254"/>
    <w:rsid w:val="00EE62BA"/>
    <w:rsid w:val="00EE6523"/>
    <w:rsid w:val="00EF1118"/>
    <w:rsid w:val="00EF15C6"/>
    <w:rsid w:val="00EF1D06"/>
    <w:rsid w:val="00EF2998"/>
    <w:rsid w:val="00EF2F99"/>
    <w:rsid w:val="00EF3867"/>
    <w:rsid w:val="00EF479F"/>
    <w:rsid w:val="00EF53DA"/>
    <w:rsid w:val="00EF7F73"/>
    <w:rsid w:val="00F00C2E"/>
    <w:rsid w:val="00F01F3B"/>
    <w:rsid w:val="00F03F3A"/>
    <w:rsid w:val="00F05217"/>
    <w:rsid w:val="00F053E9"/>
    <w:rsid w:val="00F06BA9"/>
    <w:rsid w:val="00F11F04"/>
    <w:rsid w:val="00F1331F"/>
    <w:rsid w:val="00F13913"/>
    <w:rsid w:val="00F13CD8"/>
    <w:rsid w:val="00F154BF"/>
    <w:rsid w:val="00F1724A"/>
    <w:rsid w:val="00F2126D"/>
    <w:rsid w:val="00F2142D"/>
    <w:rsid w:val="00F21C86"/>
    <w:rsid w:val="00F22422"/>
    <w:rsid w:val="00F23959"/>
    <w:rsid w:val="00F23BA1"/>
    <w:rsid w:val="00F23F9E"/>
    <w:rsid w:val="00F251AD"/>
    <w:rsid w:val="00F300FD"/>
    <w:rsid w:val="00F310B3"/>
    <w:rsid w:val="00F33481"/>
    <w:rsid w:val="00F34B38"/>
    <w:rsid w:val="00F34D16"/>
    <w:rsid w:val="00F353BC"/>
    <w:rsid w:val="00F36E54"/>
    <w:rsid w:val="00F37959"/>
    <w:rsid w:val="00F37962"/>
    <w:rsid w:val="00F41444"/>
    <w:rsid w:val="00F416BB"/>
    <w:rsid w:val="00F42126"/>
    <w:rsid w:val="00F424B6"/>
    <w:rsid w:val="00F44FE1"/>
    <w:rsid w:val="00F45509"/>
    <w:rsid w:val="00F45618"/>
    <w:rsid w:val="00F4639E"/>
    <w:rsid w:val="00F465DE"/>
    <w:rsid w:val="00F46F77"/>
    <w:rsid w:val="00F5397A"/>
    <w:rsid w:val="00F55A9E"/>
    <w:rsid w:val="00F60AD1"/>
    <w:rsid w:val="00F62A6A"/>
    <w:rsid w:val="00F63526"/>
    <w:rsid w:val="00F63CEE"/>
    <w:rsid w:val="00F64274"/>
    <w:rsid w:val="00F64BBF"/>
    <w:rsid w:val="00F7041B"/>
    <w:rsid w:val="00F70504"/>
    <w:rsid w:val="00F71AC5"/>
    <w:rsid w:val="00F7228F"/>
    <w:rsid w:val="00F729CE"/>
    <w:rsid w:val="00F7369C"/>
    <w:rsid w:val="00F73DC3"/>
    <w:rsid w:val="00F76387"/>
    <w:rsid w:val="00F7779C"/>
    <w:rsid w:val="00F77CFD"/>
    <w:rsid w:val="00F800CA"/>
    <w:rsid w:val="00F81DE0"/>
    <w:rsid w:val="00F84592"/>
    <w:rsid w:val="00F84D84"/>
    <w:rsid w:val="00F85DF3"/>
    <w:rsid w:val="00F86FF3"/>
    <w:rsid w:val="00F90692"/>
    <w:rsid w:val="00F912BA"/>
    <w:rsid w:val="00F91AC3"/>
    <w:rsid w:val="00F9280C"/>
    <w:rsid w:val="00F93373"/>
    <w:rsid w:val="00F93E42"/>
    <w:rsid w:val="00F97788"/>
    <w:rsid w:val="00FA0963"/>
    <w:rsid w:val="00FA0A14"/>
    <w:rsid w:val="00FA1901"/>
    <w:rsid w:val="00FA26B7"/>
    <w:rsid w:val="00FA2B97"/>
    <w:rsid w:val="00FA419C"/>
    <w:rsid w:val="00FA459E"/>
    <w:rsid w:val="00FA5376"/>
    <w:rsid w:val="00FA61AB"/>
    <w:rsid w:val="00FA6844"/>
    <w:rsid w:val="00FA756E"/>
    <w:rsid w:val="00FB07B5"/>
    <w:rsid w:val="00FB0ECE"/>
    <w:rsid w:val="00FB1BDE"/>
    <w:rsid w:val="00FB27D3"/>
    <w:rsid w:val="00FB2A31"/>
    <w:rsid w:val="00FB2BC4"/>
    <w:rsid w:val="00FB2EC6"/>
    <w:rsid w:val="00FB3914"/>
    <w:rsid w:val="00FB3E80"/>
    <w:rsid w:val="00FC02F9"/>
    <w:rsid w:val="00FC1A76"/>
    <w:rsid w:val="00FC2EDB"/>
    <w:rsid w:val="00FC3EE0"/>
    <w:rsid w:val="00FC62B9"/>
    <w:rsid w:val="00FC6879"/>
    <w:rsid w:val="00FC77AC"/>
    <w:rsid w:val="00FD0C65"/>
    <w:rsid w:val="00FD1A4D"/>
    <w:rsid w:val="00FD1E9C"/>
    <w:rsid w:val="00FD204A"/>
    <w:rsid w:val="00FD2DF1"/>
    <w:rsid w:val="00FD4876"/>
    <w:rsid w:val="00FE2405"/>
    <w:rsid w:val="00FE27C6"/>
    <w:rsid w:val="00FE2C15"/>
    <w:rsid w:val="00FE2C9F"/>
    <w:rsid w:val="00FE33B0"/>
    <w:rsid w:val="00FE3853"/>
    <w:rsid w:val="00FE5FF5"/>
    <w:rsid w:val="00FE6D55"/>
    <w:rsid w:val="00FE70DC"/>
    <w:rsid w:val="00FF02F6"/>
    <w:rsid w:val="00FF0798"/>
    <w:rsid w:val="00FF0A53"/>
    <w:rsid w:val="00FF310E"/>
    <w:rsid w:val="00FF37F4"/>
    <w:rsid w:val="00FF39FF"/>
    <w:rsid w:val="00FF3F4F"/>
    <w:rsid w:val="00FF44FF"/>
    <w:rsid w:val="00FF4F15"/>
    <w:rsid w:val="00FF5214"/>
    <w:rsid w:val="00FF563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EF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E661A9"/>
    <w:pPr>
      <w:autoSpaceDE w:val="0"/>
      <w:autoSpaceDN w:val="0"/>
      <w:adjustRightInd w:val="0"/>
    </w:pPr>
    <w:rPr>
      <w:rFonts w:ascii="FKNKGL+Arial,Bold" w:hAnsi="FKNKGL+Arial,Bold" w:cs="FKNKGL+Arial,Bold"/>
      <w:color w:val="000000"/>
      <w:sz w:val="24"/>
      <w:szCs w:val="24"/>
    </w:rPr>
  </w:style>
  <w:style w:type="paragraph" w:styleId="BalloonText">
    <w:name w:val="Balloon Text"/>
    <w:basedOn w:val="Normal"/>
    <w:link w:val="BalloonTextChar"/>
    <w:uiPriority w:val="99"/>
    <w:semiHidden/>
    <w:rsid w:val="00E661A9"/>
    <w:rPr>
      <w:rFonts w:ascii="Tahoma" w:hAnsi="Tahoma" w:cs="Tahoma"/>
      <w:sz w:val="16"/>
      <w:szCs w:val="16"/>
    </w:rPr>
  </w:style>
  <w:style w:type="character" w:customStyle="1" w:styleId="BalloonTextChar">
    <w:name w:val="Balloon Text Char"/>
    <w:basedOn w:val="DefaultParagraphFont"/>
    <w:link w:val="BalloonText"/>
    <w:uiPriority w:val="99"/>
    <w:semiHidden/>
    <w:rsid w:val="00AB6410"/>
    <w:rPr>
      <w:sz w:val="0"/>
      <w:szCs w:val="0"/>
    </w:rPr>
  </w:style>
  <w:style w:type="paragraph" w:styleId="Header">
    <w:name w:val="header"/>
    <w:basedOn w:val="Normal"/>
    <w:link w:val="HeaderChar"/>
    <w:uiPriority w:val="99"/>
    <w:rsid w:val="00AE0C95"/>
    <w:pPr>
      <w:tabs>
        <w:tab w:val="center" w:pos="4153"/>
        <w:tab w:val="right" w:pos="8306"/>
      </w:tabs>
    </w:pPr>
  </w:style>
  <w:style w:type="character" w:customStyle="1" w:styleId="HeaderChar">
    <w:name w:val="Header Char"/>
    <w:basedOn w:val="DefaultParagraphFont"/>
    <w:link w:val="Header"/>
    <w:uiPriority w:val="99"/>
    <w:semiHidden/>
    <w:rsid w:val="00AB6410"/>
    <w:rPr>
      <w:sz w:val="24"/>
      <w:szCs w:val="24"/>
    </w:rPr>
  </w:style>
  <w:style w:type="paragraph" w:styleId="Footer">
    <w:name w:val="footer"/>
    <w:basedOn w:val="Normal"/>
    <w:link w:val="FooterChar"/>
    <w:uiPriority w:val="99"/>
    <w:rsid w:val="00AE0C95"/>
    <w:pPr>
      <w:tabs>
        <w:tab w:val="center" w:pos="4153"/>
        <w:tab w:val="right" w:pos="8306"/>
      </w:tabs>
    </w:pPr>
  </w:style>
  <w:style w:type="character" w:customStyle="1" w:styleId="FooterChar">
    <w:name w:val="Footer Char"/>
    <w:basedOn w:val="DefaultParagraphFont"/>
    <w:link w:val="Footer"/>
    <w:uiPriority w:val="99"/>
    <w:semiHidden/>
    <w:rsid w:val="00AB641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9945A1BF7DB24F99526B102E49528B" ma:contentTypeVersion="0" ma:contentTypeDescription="Create a new document." ma:contentTypeScope="" ma:versionID="20631d2dedf769c826358130b65aa31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AAB81DE-FCF6-4554-B238-22314837F5A6}"/>
</file>

<file path=customXml/itemProps2.xml><?xml version="1.0" encoding="utf-8"?>
<ds:datastoreItem xmlns:ds="http://schemas.openxmlformats.org/officeDocument/2006/customXml" ds:itemID="{938E713D-B070-42FB-8803-5D30E2EE344E}"/>
</file>

<file path=customXml/itemProps3.xml><?xml version="1.0" encoding="utf-8"?>
<ds:datastoreItem xmlns:ds="http://schemas.openxmlformats.org/officeDocument/2006/customXml" ds:itemID="{47BBDF3D-9C60-4C8B-96EC-F6C8A7A1AC3B}"/>
</file>

<file path=docProps/app.xml><?xml version="1.0" encoding="utf-8"?>
<Properties xmlns="http://schemas.openxmlformats.org/officeDocument/2006/extended-properties" xmlns:vt="http://schemas.openxmlformats.org/officeDocument/2006/docPropsVTypes">
  <Template>Normal_Wordconv.dotm</Template>
  <TotalTime>7</TotalTime>
  <Pages>2</Pages>
  <Words>641</Words>
  <Characters>3660</Characters>
  <Application>Microsoft Office Outlook</Application>
  <DocSecurity>0</DocSecurity>
  <Lines>0</Lines>
  <Paragraphs>0</Paragraphs>
  <ScaleCrop>false</ScaleCrop>
  <Company>Prospect-Us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Policy Statement </dc:title>
  <dc:subject/>
  <dc:creator>peter</dc:creator>
  <cp:keywords/>
  <dc:description/>
  <cp:lastModifiedBy>hannahsmith</cp:lastModifiedBy>
  <cp:revision>4</cp:revision>
  <cp:lastPrinted>2011-09-07T09:56:00Z</cp:lastPrinted>
  <dcterms:created xsi:type="dcterms:W3CDTF">2011-09-07T09:56:00Z</dcterms:created>
  <dcterms:modified xsi:type="dcterms:W3CDTF">2014-06-25T09:47:00Z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0x010100C99945A1BF7DB24F99526B102E49528B</vt:lpwstr>
  </property>
</Properties>
</file>